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BBE87" w14:textId="3988BD86" w:rsidR="00744A74" w:rsidRPr="00744A74" w:rsidRDefault="00744A74" w:rsidP="00744A74">
      <w:pPr>
        <w:pStyle w:val="afc"/>
        <w:rPr>
          <w:b/>
          <w:bCs/>
        </w:rPr>
      </w:pPr>
      <w:bookmarkStart w:id="0" w:name="_Toc482648130"/>
      <w:bookmarkStart w:id="1" w:name="_Toc482648631"/>
      <w:bookmarkEnd w:id="0"/>
      <w:bookmarkEnd w:id="1"/>
      <w:proofErr w:type="spellStart"/>
      <w:r w:rsidRPr="00744A74">
        <w:rPr>
          <w:b/>
          <w:bCs/>
        </w:rPr>
        <w:t>Трофимцова</w:t>
      </w:r>
      <w:proofErr w:type="spellEnd"/>
      <w:r w:rsidRPr="00744A74">
        <w:rPr>
          <w:b/>
          <w:bCs/>
        </w:rPr>
        <w:t xml:space="preserve"> Е. Е., ИВТ-1, проектно-технологическая практика, задание </w:t>
      </w:r>
      <w:r w:rsidR="006B3F9C">
        <w:rPr>
          <w:b/>
          <w:bCs/>
        </w:rPr>
        <w:t>1.2</w:t>
      </w:r>
    </w:p>
    <w:p w14:paraId="054DAEF3" w14:textId="160C4D0A" w:rsidR="002B1C44" w:rsidRPr="002B1C44" w:rsidRDefault="002B1C44" w:rsidP="002B1C44">
      <w:pPr>
        <w:pStyle w:val="afe"/>
      </w:pPr>
      <w:r>
        <w:t xml:space="preserve">Часть 1. Написание </w:t>
      </w:r>
      <w:r>
        <w:rPr>
          <w:lang w:val="en-US"/>
        </w:rPr>
        <w:t>bash</w:t>
      </w:r>
      <w:r w:rsidRPr="002B1C44">
        <w:t>-</w:t>
      </w:r>
      <w:r>
        <w:t>скрипта для автоматизации установки ПО</w:t>
      </w:r>
    </w:p>
    <w:p w14:paraId="3722AE29" w14:textId="0E559BFB" w:rsidR="00571967" w:rsidRDefault="00571967" w:rsidP="00571967">
      <w:pPr>
        <w:pStyle w:val="afc"/>
        <w:rPr>
          <w:lang w:val="en-US"/>
        </w:rPr>
      </w:pPr>
      <w:r w:rsidRPr="00571967">
        <w:t xml:space="preserve">Скрипт написан на языке </w:t>
      </w:r>
      <w:proofErr w:type="spellStart"/>
      <w:r w:rsidRPr="00571967">
        <w:rPr>
          <w:u w:val="single"/>
        </w:rPr>
        <w:t>bash</w:t>
      </w:r>
      <w:proofErr w:type="spellEnd"/>
      <w:r w:rsidRPr="00571967">
        <w:t xml:space="preserve"> для операционной системы </w:t>
      </w:r>
      <w:r w:rsidRPr="00571967">
        <w:rPr>
          <w:u w:val="single"/>
        </w:rPr>
        <w:t xml:space="preserve">Linux </w:t>
      </w:r>
      <w:proofErr w:type="spellStart"/>
      <w:r w:rsidRPr="00571967">
        <w:rPr>
          <w:u w:val="single"/>
        </w:rPr>
        <w:t>Mint</w:t>
      </w:r>
      <w:proofErr w:type="spellEnd"/>
      <w:r w:rsidRPr="00571967">
        <w:rPr>
          <w:u w:val="single"/>
        </w:rPr>
        <w:t xml:space="preserve"> 21</w:t>
      </w:r>
      <w:r w:rsidRPr="00571967">
        <w:t>. В начале определяются функции для вывода сообщений с цветовым форматированием (информационные, предупреждения, ошибки). Также предусмотрена проверка запуска от имени суперпользователя.</w:t>
      </w:r>
    </w:p>
    <w:p w14:paraId="58F94B60" w14:textId="189E6EFF" w:rsidR="00571967" w:rsidRPr="00571967" w:rsidRDefault="00571967" w:rsidP="002A057A">
      <w:pPr>
        <w:pStyle w:val="afc"/>
      </w:pPr>
      <w:r>
        <w:t xml:space="preserve">Далее созданы списки программ, устанавливаемых </w:t>
      </w:r>
      <w:proofErr w:type="gramStart"/>
      <w:r>
        <w:t>через менеджер</w:t>
      </w:r>
      <w:proofErr w:type="gramEnd"/>
      <w:r>
        <w:t xml:space="preserve"> пакетов </w:t>
      </w:r>
      <w:r>
        <w:rPr>
          <w:lang w:val="en-US"/>
        </w:rPr>
        <w:t>apt</w:t>
      </w:r>
      <w:r>
        <w:t xml:space="preserve"> и тех, для которых нужно скачать и установить </w:t>
      </w:r>
      <w:r>
        <w:rPr>
          <w:lang w:val="en-US"/>
        </w:rPr>
        <w:t>deb</w:t>
      </w:r>
      <w:r>
        <w:t>-пакет.</w:t>
      </w:r>
    </w:p>
    <w:p w14:paraId="488024D9" w14:textId="77777777" w:rsidR="00571967" w:rsidRPr="00571967" w:rsidRDefault="00571967" w:rsidP="002A057A">
      <w:pPr>
        <w:pStyle w:val="afc"/>
      </w:pPr>
      <w:r w:rsidRPr="00571967">
        <w:t>Далее программа выполняет следующие шаги:</w:t>
      </w:r>
    </w:p>
    <w:p w14:paraId="77127D62" w14:textId="6CF81F45" w:rsidR="00571967" w:rsidRPr="00571967" w:rsidRDefault="00571967" w:rsidP="002A057A">
      <w:pPr>
        <w:numPr>
          <w:ilvl w:val="0"/>
          <w:numId w:val="16"/>
        </w:numPr>
      </w:pPr>
      <w:r w:rsidRPr="00571967">
        <w:t>обновление списка пакетов</w:t>
      </w:r>
      <w:r>
        <w:t xml:space="preserve"> (</w:t>
      </w:r>
      <w:r>
        <w:rPr>
          <w:lang w:val="en-US"/>
        </w:rPr>
        <w:t>apt</w:t>
      </w:r>
      <w:r w:rsidRPr="00571967">
        <w:t xml:space="preserve"> </w:t>
      </w:r>
      <w:r>
        <w:rPr>
          <w:lang w:val="en-US"/>
        </w:rPr>
        <w:t>update</w:t>
      </w:r>
      <w:r>
        <w:t xml:space="preserve"> и </w:t>
      </w:r>
      <w:r>
        <w:rPr>
          <w:lang w:val="en-US"/>
        </w:rPr>
        <w:t>apt</w:t>
      </w:r>
      <w:r w:rsidRPr="00571967">
        <w:t>-</w:t>
      </w:r>
      <w:r>
        <w:rPr>
          <w:lang w:val="en-US"/>
        </w:rPr>
        <w:t>get</w:t>
      </w:r>
      <w:r w:rsidRPr="00571967">
        <w:t xml:space="preserve"> </w:t>
      </w:r>
      <w:r>
        <w:rPr>
          <w:lang w:val="en-US"/>
        </w:rPr>
        <w:t>update</w:t>
      </w:r>
      <w:r w:rsidRPr="00571967">
        <w:t>) и уже установленных программ (</w:t>
      </w:r>
      <w:r>
        <w:rPr>
          <w:lang w:val="en-US"/>
        </w:rPr>
        <w:t>apt</w:t>
      </w:r>
      <w:r w:rsidRPr="00571967">
        <w:t xml:space="preserve"> </w:t>
      </w:r>
      <w:r>
        <w:rPr>
          <w:lang w:val="en-US"/>
        </w:rPr>
        <w:t>upgrade</w:t>
      </w:r>
      <w:r w:rsidRPr="00571967">
        <w:t xml:space="preserve"> -</w:t>
      </w:r>
      <w:r>
        <w:rPr>
          <w:lang w:val="en-US"/>
        </w:rPr>
        <w:t>y</w:t>
      </w:r>
      <w:r w:rsidRPr="00571967">
        <w:t>);</w:t>
      </w:r>
    </w:p>
    <w:p w14:paraId="472DD65A" w14:textId="1CBC4572" w:rsidR="00571967" w:rsidRPr="00571967" w:rsidRDefault="00571967" w:rsidP="002A057A">
      <w:pPr>
        <w:pStyle w:val="afc"/>
      </w:pPr>
      <w:r>
        <w:t xml:space="preserve">Важно: ключ </w:t>
      </w:r>
      <w:r w:rsidRPr="00571967">
        <w:t>-</w:t>
      </w:r>
      <w:r>
        <w:rPr>
          <w:lang w:val="en-US"/>
        </w:rPr>
        <w:t>y</w:t>
      </w:r>
      <w:r w:rsidRPr="00571967">
        <w:t xml:space="preserve"> </w:t>
      </w:r>
      <w:r>
        <w:t>отвечает за автоматическую установку по умолчанию – отвечает «</w:t>
      </w:r>
      <w:r>
        <w:rPr>
          <w:lang w:val="en-US"/>
        </w:rPr>
        <w:t>yes</w:t>
      </w:r>
      <w:r>
        <w:t>»</w:t>
      </w:r>
      <w:r w:rsidRPr="00571967">
        <w:t xml:space="preserve"> </w:t>
      </w:r>
      <w:r>
        <w:t>на все вопросы установщика.</w:t>
      </w:r>
    </w:p>
    <w:p w14:paraId="1B610FAA" w14:textId="1FE33342" w:rsidR="00571967" w:rsidRPr="00571967" w:rsidRDefault="00571967" w:rsidP="002A057A">
      <w:pPr>
        <w:numPr>
          <w:ilvl w:val="0"/>
          <w:numId w:val="16"/>
        </w:numPr>
      </w:pPr>
      <w:r w:rsidRPr="00571967">
        <w:t xml:space="preserve">установка набора программ </w:t>
      </w:r>
      <w:proofErr w:type="gramStart"/>
      <w:r w:rsidRPr="00571967">
        <w:t>через менеджер</w:t>
      </w:r>
      <w:proofErr w:type="gramEnd"/>
      <w:r w:rsidRPr="00571967">
        <w:t xml:space="preserve"> пакетов </w:t>
      </w:r>
      <w:proofErr w:type="spellStart"/>
      <w:r w:rsidRPr="00571967">
        <w:t>apt</w:t>
      </w:r>
      <w:proofErr w:type="spellEnd"/>
      <w:r>
        <w:t xml:space="preserve">: </w:t>
      </w:r>
      <w:r>
        <w:rPr>
          <w:lang w:val="en-US"/>
        </w:rPr>
        <w:t>Git</w:t>
      </w:r>
      <w:r w:rsidRPr="00571967">
        <w:t xml:space="preserve">, </w:t>
      </w:r>
      <w:r>
        <w:rPr>
          <w:lang w:val="en-US"/>
        </w:rPr>
        <w:t>Maxima</w:t>
      </w:r>
      <w:r w:rsidRPr="00571967">
        <w:t xml:space="preserve"> (</w:t>
      </w:r>
      <w:r>
        <w:t xml:space="preserve">и </w:t>
      </w:r>
      <w:proofErr w:type="spellStart"/>
      <w:r>
        <w:rPr>
          <w:lang w:val="en-US"/>
        </w:rPr>
        <w:t>wxMaxima</w:t>
      </w:r>
      <w:proofErr w:type="spellEnd"/>
      <w:r w:rsidRPr="00571967">
        <w:t xml:space="preserve">), </w:t>
      </w:r>
      <w:r>
        <w:rPr>
          <w:lang w:val="en-US"/>
        </w:rPr>
        <w:t>Gimp</w:t>
      </w:r>
      <w:r w:rsidRPr="00571967">
        <w:t xml:space="preserve">, </w:t>
      </w:r>
      <w:r>
        <w:rPr>
          <w:lang w:val="en-US"/>
        </w:rPr>
        <w:t>Python</w:t>
      </w:r>
      <w:r w:rsidRPr="00571967">
        <w:t xml:space="preserve">, </w:t>
      </w:r>
      <w:r>
        <w:rPr>
          <w:lang w:val="en-US"/>
        </w:rPr>
        <w:t>Rust</w:t>
      </w:r>
      <w:r w:rsidRPr="00571967">
        <w:t xml:space="preserve">, </w:t>
      </w:r>
      <w:r>
        <w:rPr>
          <w:lang w:val="en-US"/>
        </w:rPr>
        <w:t>Far</w:t>
      </w:r>
      <w:r w:rsidRPr="00571967">
        <w:t xml:space="preserve"> </w:t>
      </w:r>
      <w:r>
        <w:rPr>
          <w:lang w:val="en-US"/>
        </w:rPr>
        <w:t>Manager</w:t>
      </w:r>
      <w:r w:rsidRPr="00571967">
        <w:t xml:space="preserve">, </w:t>
      </w:r>
      <w:proofErr w:type="spellStart"/>
      <w:r>
        <w:rPr>
          <w:lang w:val="en-US"/>
        </w:rPr>
        <w:t>Flameshot</w:t>
      </w:r>
      <w:proofErr w:type="spellEnd"/>
      <w:r w:rsidRPr="00571967">
        <w:t xml:space="preserve">, </w:t>
      </w:r>
      <w:proofErr w:type="spellStart"/>
      <w:proofErr w:type="gramStart"/>
      <w:r>
        <w:rPr>
          <w:lang w:val="en-US"/>
        </w:rPr>
        <w:t>Qualculate</w:t>
      </w:r>
      <w:proofErr w:type="spellEnd"/>
      <w:r w:rsidRPr="00571967">
        <w:t>!,</w:t>
      </w:r>
      <w:proofErr w:type="gramEnd"/>
      <w:r w:rsidRPr="00571967">
        <w:t xml:space="preserve"> 7</w:t>
      </w:r>
      <w:r>
        <w:rPr>
          <w:lang w:val="en-US"/>
        </w:rPr>
        <w:t>zip</w:t>
      </w:r>
      <w:r w:rsidRPr="00571967">
        <w:t xml:space="preserve"> </w:t>
      </w:r>
      <w:r>
        <w:t xml:space="preserve">и </w:t>
      </w:r>
      <w:r>
        <w:rPr>
          <w:lang w:val="en-US"/>
        </w:rPr>
        <w:t>Firefox</w:t>
      </w:r>
      <w:r w:rsidRPr="00571967">
        <w:t>;</w:t>
      </w:r>
    </w:p>
    <w:p w14:paraId="75A2B85C" w14:textId="413A0425" w:rsidR="00571967" w:rsidRPr="00571967" w:rsidRDefault="00571967" w:rsidP="002A057A">
      <w:pPr>
        <w:numPr>
          <w:ilvl w:val="0"/>
          <w:numId w:val="16"/>
        </w:numPr>
      </w:pPr>
      <w:r w:rsidRPr="00571967">
        <w:t>скачивание и установка .</w:t>
      </w:r>
      <w:proofErr w:type="spellStart"/>
      <w:r w:rsidRPr="00571967">
        <w:t>deb</w:t>
      </w:r>
      <w:proofErr w:type="spellEnd"/>
      <w:r w:rsidRPr="00571967">
        <w:t xml:space="preserve">-пакетов: </w:t>
      </w:r>
      <w:r>
        <w:rPr>
          <w:lang w:val="en-US"/>
        </w:rPr>
        <w:t>Visual</w:t>
      </w:r>
      <w:r w:rsidRPr="00571967">
        <w:t xml:space="preserve"> </w:t>
      </w:r>
      <w:r>
        <w:rPr>
          <w:lang w:val="en-US"/>
        </w:rPr>
        <w:t>Studio</w:t>
      </w:r>
      <w:r w:rsidRPr="00571967">
        <w:t xml:space="preserve"> </w:t>
      </w:r>
      <w:r>
        <w:rPr>
          <w:lang w:val="en-US"/>
        </w:rPr>
        <w:t>Code</w:t>
      </w:r>
      <w:r w:rsidRPr="00571967">
        <w:t xml:space="preserve"> </w:t>
      </w:r>
      <w:r>
        <w:t>и Яндекс Браузер</w:t>
      </w:r>
      <w:r w:rsidRPr="00571967">
        <w:t>;</w:t>
      </w:r>
    </w:p>
    <w:p w14:paraId="7E8785D3" w14:textId="09D45AB7" w:rsidR="00571967" w:rsidRPr="00571967" w:rsidRDefault="00571967" w:rsidP="002A057A">
      <w:pPr>
        <w:numPr>
          <w:ilvl w:val="0"/>
          <w:numId w:val="16"/>
        </w:numPr>
      </w:pPr>
      <w:r w:rsidRPr="00571967">
        <w:t xml:space="preserve">установка приложений по </w:t>
      </w:r>
      <w:r w:rsidR="002A057A">
        <w:t xml:space="preserve">отдельным </w:t>
      </w:r>
      <w:r w:rsidRPr="00571967">
        <w:t>инструкциям</w:t>
      </w:r>
      <w:r w:rsidR="002A057A">
        <w:t xml:space="preserve">: </w:t>
      </w:r>
      <w:proofErr w:type="spellStart"/>
      <w:r w:rsidRPr="00571967">
        <w:t>Docker</w:t>
      </w:r>
      <w:proofErr w:type="spellEnd"/>
      <w:r w:rsidRPr="00571967">
        <w:t xml:space="preserve">, </w:t>
      </w:r>
      <w:proofErr w:type="spellStart"/>
      <w:r w:rsidRPr="00571967">
        <w:t>PyCharm</w:t>
      </w:r>
      <w:proofErr w:type="spellEnd"/>
      <w:r w:rsidRPr="00571967">
        <w:t xml:space="preserve">, </w:t>
      </w:r>
      <w:proofErr w:type="spellStart"/>
      <w:r w:rsidRPr="00571967">
        <w:t>GitHub</w:t>
      </w:r>
      <w:proofErr w:type="spellEnd"/>
      <w:r w:rsidRPr="00571967">
        <w:t xml:space="preserve"> Desktop, </w:t>
      </w:r>
      <w:proofErr w:type="spellStart"/>
      <w:r w:rsidRPr="00571967">
        <w:t>Julia</w:t>
      </w:r>
      <w:proofErr w:type="spellEnd"/>
      <w:r w:rsidRPr="00571967">
        <w:t xml:space="preserve">, </w:t>
      </w:r>
      <w:proofErr w:type="spellStart"/>
      <w:r w:rsidRPr="00571967">
        <w:t>Zettlr</w:t>
      </w:r>
      <w:proofErr w:type="spellEnd"/>
      <w:r w:rsidRPr="00571967">
        <w:t xml:space="preserve">, </w:t>
      </w:r>
      <w:proofErr w:type="spellStart"/>
      <w:r w:rsidRPr="00571967">
        <w:t>MiKTeX</w:t>
      </w:r>
      <w:proofErr w:type="spellEnd"/>
      <w:r w:rsidRPr="00571967">
        <w:t xml:space="preserve">, </w:t>
      </w:r>
      <w:proofErr w:type="spellStart"/>
      <w:r w:rsidRPr="00571967">
        <w:t>TeXstudio</w:t>
      </w:r>
      <w:proofErr w:type="spellEnd"/>
      <w:r w:rsidRPr="00571967">
        <w:t xml:space="preserve">, </w:t>
      </w:r>
      <w:proofErr w:type="spellStart"/>
      <w:r w:rsidRPr="00571967">
        <w:t>Anaconda</w:t>
      </w:r>
      <w:proofErr w:type="spellEnd"/>
      <w:r w:rsidRPr="00571967">
        <w:t xml:space="preserve">, Google </w:t>
      </w:r>
      <w:proofErr w:type="spellStart"/>
      <w:r w:rsidRPr="00571967">
        <w:t>Chrome</w:t>
      </w:r>
      <w:proofErr w:type="spellEnd"/>
      <w:r w:rsidRPr="00571967">
        <w:t>;</w:t>
      </w:r>
    </w:p>
    <w:p w14:paraId="3025D8C7" w14:textId="7B228604" w:rsidR="00571967" w:rsidRPr="00571967" w:rsidRDefault="00571967" w:rsidP="002A057A">
      <w:pPr>
        <w:numPr>
          <w:ilvl w:val="0"/>
          <w:numId w:val="16"/>
        </w:numPr>
      </w:pPr>
      <w:r w:rsidRPr="00571967">
        <w:t>установка расширений для Visual Studio Code</w:t>
      </w:r>
      <w:r w:rsidR="002A057A">
        <w:t xml:space="preserve">: </w:t>
      </w:r>
      <w:proofErr w:type="spellStart"/>
      <w:r w:rsidRPr="00571967">
        <w:t>Julia</w:t>
      </w:r>
      <w:proofErr w:type="spellEnd"/>
      <w:r w:rsidRPr="00571967">
        <w:t xml:space="preserve">, Python, </w:t>
      </w:r>
      <w:proofErr w:type="spellStart"/>
      <w:r w:rsidRPr="00571967">
        <w:t>Rust</w:t>
      </w:r>
      <w:proofErr w:type="spellEnd"/>
      <w:r w:rsidRPr="00571967">
        <w:t>;</w:t>
      </w:r>
    </w:p>
    <w:p w14:paraId="36FA1E23" w14:textId="77777777" w:rsidR="00571967" w:rsidRPr="00571967" w:rsidRDefault="00571967" w:rsidP="002A057A">
      <w:pPr>
        <w:numPr>
          <w:ilvl w:val="0"/>
          <w:numId w:val="16"/>
        </w:numPr>
      </w:pPr>
      <w:r w:rsidRPr="00571967">
        <w:t>очистка временных файлов и кэша системы.</w:t>
      </w:r>
    </w:p>
    <w:p w14:paraId="0428F0E3" w14:textId="3A31667A" w:rsidR="002A057A" w:rsidRPr="002A057A" w:rsidRDefault="002A057A" w:rsidP="002A057A">
      <w:pPr>
        <w:pStyle w:val="afc"/>
      </w:pPr>
      <w:r>
        <w:t xml:space="preserve">Не были установлены следующие программы, так как они поддерживаются только </w:t>
      </w:r>
      <w:r>
        <w:rPr>
          <w:lang w:val="en-US"/>
        </w:rPr>
        <w:t>Windows</w:t>
      </w:r>
      <w:r w:rsidRPr="002A057A">
        <w:t xml:space="preserve">, </w:t>
      </w:r>
      <w:r>
        <w:t xml:space="preserve">либо нужны для функционирования </w:t>
      </w:r>
      <w:r>
        <w:rPr>
          <w:lang w:val="en-US"/>
        </w:rPr>
        <w:t>Windows</w:t>
      </w:r>
      <w:r w:rsidRPr="002A057A">
        <w:t xml:space="preserve"> </w:t>
      </w:r>
      <w:r>
        <w:t xml:space="preserve">как </w:t>
      </w:r>
      <w:r>
        <w:rPr>
          <w:lang w:val="en-US"/>
        </w:rPr>
        <w:t>Linux</w:t>
      </w:r>
      <w:r w:rsidRPr="002A057A">
        <w:t xml:space="preserve">: MSYS2 UCRT64 Shell, </w:t>
      </w:r>
      <w:proofErr w:type="spellStart"/>
      <w:r w:rsidRPr="002A057A">
        <w:t>Chocolatey</w:t>
      </w:r>
      <w:proofErr w:type="spellEnd"/>
      <w:r w:rsidRPr="002A057A">
        <w:t xml:space="preserve">, </w:t>
      </w:r>
      <w:proofErr w:type="spellStart"/>
      <w:r w:rsidRPr="002A057A">
        <w:t>SumatraPDF</w:t>
      </w:r>
      <w:proofErr w:type="spellEnd"/>
      <w:r w:rsidRPr="002A057A">
        <w:t xml:space="preserve">, </w:t>
      </w:r>
      <w:r>
        <w:rPr>
          <w:lang w:val="en-US"/>
        </w:rPr>
        <w:t>WSL</w:t>
      </w:r>
      <w:r>
        <w:t xml:space="preserve">, Яндекс Телемост и </w:t>
      </w:r>
      <w:proofErr w:type="spellStart"/>
      <w:r>
        <w:rPr>
          <w:lang w:val="en-US"/>
        </w:rPr>
        <w:t>Sber</w:t>
      </w:r>
      <w:proofErr w:type="spellEnd"/>
      <w:r w:rsidRPr="002A057A">
        <w:t xml:space="preserve"> </w:t>
      </w:r>
      <w:r>
        <w:rPr>
          <w:lang w:val="en-US"/>
        </w:rPr>
        <w:t>Jazz</w:t>
      </w:r>
      <w:r>
        <w:t xml:space="preserve">. Яндекс Телемост и </w:t>
      </w:r>
      <w:proofErr w:type="spellStart"/>
      <w:r>
        <w:rPr>
          <w:lang w:val="en-US"/>
        </w:rPr>
        <w:t>Sber</w:t>
      </w:r>
      <w:proofErr w:type="spellEnd"/>
      <w:r w:rsidRPr="002A057A">
        <w:t xml:space="preserve"> </w:t>
      </w:r>
      <w:r>
        <w:rPr>
          <w:lang w:val="en-US"/>
        </w:rPr>
        <w:t>Jazz</w:t>
      </w:r>
      <w:r>
        <w:t xml:space="preserve"> можно использовать в браузере.</w:t>
      </w:r>
    </w:p>
    <w:p w14:paraId="3463085F" w14:textId="4E8CA1D3" w:rsidR="00571967" w:rsidRDefault="00571967" w:rsidP="002A057A">
      <w:pPr>
        <w:pStyle w:val="afc"/>
      </w:pPr>
      <w:r w:rsidRPr="00571967">
        <w:t>Финальным этапом скрипт выводит краткий отчёт об установленных пакетах и рекомендует перезагрузить систему.</w:t>
      </w:r>
    </w:p>
    <w:p w14:paraId="07EF9C49" w14:textId="2CBEAE58" w:rsidR="00636FFF" w:rsidRDefault="00636FFF" w:rsidP="002A057A">
      <w:pPr>
        <w:pStyle w:val="afc"/>
      </w:pPr>
      <w:r>
        <w:t>Как запускать скрипт:</w:t>
      </w:r>
    </w:p>
    <w:p w14:paraId="15CA3B8A" w14:textId="31362C68" w:rsidR="00636FFF" w:rsidRPr="00636FFF" w:rsidRDefault="00636FFF" w:rsidP="007D3BE4">
      <w:pPr>
        <w:pStyle w:val="afc"/>
        <w:ind w:firstLine="0"/>
        <w:rPr>
          <w:rFonts w:ascii="Cascadia Code Light" w:hAnsi="Cascadia Code Light"/>
        </w:rPr>
      </w:pPr>
      <w:proofErr w:type="spellStart"/>
      <w:r w:rsidRPr="00636FFF">
        <w:rPr>
          <w:rFonts w:ascii="Cascadia Code Light" w:hAnsi="Cascadia Code Light"/>
          <w:lang w:val="en-US"/>
        </w:rPr>
        <w:lastRenderedPageBreak/>
        <w:t>chmod</w:t>
      </w:r>
      <w:proofErr w:type="spellEnd"/>
      <w:r w:rsidRPr="00636FFF">
        <w:rPr>
          <w:rFonts w:ascii="Cascadia Code Light" w:hAnsi="Cascadia Code Light"/>
        </w:rPr>
        <w:t xml:space="preserve"> +</w:t>
      </w:r>
      <w:r w:rsidRPr="00636FFF">
        <w:rPr>
          <w:rFonts w:ascii="Cascadia Code Light" w:hAnsi="Cascadia Code Light"/>
          <w:lang w:val="en-US"/>
        </w:rPr>
        <w:t>x</w:t>
      </w:r>
      <w:r w:rsidRPr="00636FFF">
        <w:rPr>
          <w:rFonts w:ascii="Cascadia Code Light" w:hAnsi="Cascadia Code Light"/>
        </w:rPr>
        <w:t xml:space="preserve"> </w:t>
      </w:r>
      <w:proofErr w:type="spellStart"/>
      <w:r w:rsidR="007D3BE4" w:rsidRPr="007D3BE4">
        <w:rPr>
          <w:rFonts w:ascii="Cascadia Code Light" w:hAnsi="Cascadia Code Light"/>
          <w:lang w:val="en-US"/>
        </w:rPr>
        <w:t>trofimtsova</w:t>
      </w:r>
      <w:proofErr w:type="spellEnd"/>
      <w:r w:rsidR="007D3BE4" w:rsidRPr="007D3BE4">
        <w:rPr>
          <w:rFonts w:ascii="Cascadia Code Light" w:hAnsi="Cascadia Code Light"/>
        </w:rPr>
        <w:t>_</w:t>
      </w:r>
      <w:r w:rsidR="007D3BE4" w:rsidRPr="007D3BE4">
        <w:rPr>
          <w:rFonts w:ascii="Cascadia Code Light" w:hAnsi="Cascadia Code Light"/>
          <w:lang w:val="en-US"/>
        </w:rPr>
        <w:t>software</w:t>
      </w:r>
      <w:r w:rsidR="007D3BE4" w:rsidRPr="007D3BE4">
        <w:rPr>
          <w:rFonts w:ascii="Cascadia Code Light" w:hAnsi="Cascadia Code Light"/>
        </w:rPr>
        <w:t>_</w:t>
      </w:r>
      <w:r w:rsidR="007D3BE4" w:rsidRPr="007D3BE4">
        <w:rPr>
          <w:rFonts w:ascii="Cascadia Code Light" w:hAnsi="Cascadia Code Light"/>
          <w:lang w:val="en-US"/>
        </w:rPr>
        <w:t>setup</w:t>
      </w:r>
      <w:r w:rsidRPr="00636FFF">
        <w:rPr>
          <w:rFonts w:ascii="Cascadia Code Light" w:hAnsi="Cascadia Code Light"/>
        </w:rPr>
        <w:t>.</w:t>
      </w:r>
      <w:proofErr w:type="spellStart"/>
      <w:r w:rsidRPr="00636FFF">
        <w:rPr>
          <w:rFonts w:ascii="Cascadia Code Light" w:hAnsi="Cascadia Code Light"/>
          <w:lang w:val="en-US"/>
        </w:rPr>
        <w:t>sh</w:t>
      </w:r>
      <w:proofErr w:type="spellEnd"/>
      <w:r w:rsidRPr="00636FFF">
        <w:rPr>
          <w:rFonts w:ascii="Cascadia Code Light" w:hAnsi="Cascadia Code Light"/>
        </w:rPr>
        <w:tab/>
        <w:t xml:space="preserve"># </w:t>
      </w:r>
      <w:r>
        <w:rPr>
          <w:rFonts w:ascii="Cascadia Code Light" w:hAnsi="Cascadia Code Light"/>
        </w:rPr>
        <w:t>делает</w:t>
      </w:r>
      <w:r w:rsidRPr="00636FFF">
        <w:rPr>
          <w:rFonts w:ascii="Cascadia Code Light" w:hAnsi="Cascadia Code Light"/>
        </w:rPr>
        <w:t xml:space="preserve"> </w:t>
      </w:r>
      <w:r>
        <w:rPr>
          <w:rFonts w:ascii="Cascadia Code Light" w:hAnsi="Cascadia Code Light"/>
        </w:rPr>
        <w:t>файл</w:t>
      </w:r>
      <w:r w:rsidRPr="00636FFF">
        <w:rPr>
          <w:rFonts w:ascii="Cascadia Code Light" w:hAnsi="Cascadia Code Light"/>
        </w:rPr>
        <w:t xml:space="preserve"> </w:t>
      </w:r>
      <w:r>
        <w:rPr>
          <w:rFonts w:ascii="Cascadia Code Light" w:hAnsi="Cascadia Code Light"/>
        </w:rPr>
        <w:t>исполняемым</w:t>
      </w:r>
    </w:p>
    <w:p w14:paraId="06135433" w14:textId="6AE8CB25" w:rsidR="00636FFF" w:rsidRPr="007D3BE4" w:rsidRDefault="00636FFF" w:rsidP="007D3BE4">
      <w:pPr>
        <w:pStyle w:val="afc"/>
        <w:ind w:firstLine="0"/>
        <w:rPr>
          <w:rFonts w:ascii="Cascadia Code Light" w:hAnsi="Cascadia Code Light"/>
          <w:lang w:val="en-US"/>
        </w:rPr>
      </w:pPr>
      <w:proofErr w:type="gramStart"/>
      <w:r w:rsidRPr="007D3BE4">
        <w:rPr>
          <w:rFonts w:ascii="Cascadia Code Light" w:hAnsi="Cascadia Code Light"/>
          <w:lang w:val="en-US"/>
        </w:rPr>
        <w:t>./</w:t>
      </w:r>
      <w:proofErr w:type="gramEnd"/>
      <w:r w:rsidR="007D3BE4" w:rsidRPr="007D3BE4">
        <w:rPr>
          <w:lang w:val="en-US"/>
        </w:rPr>
        <w:t xml:space="preserve"> </w:t>
      </w:r>
      <w:r w:rsidR="007D3BE4" w:rsidRPr="007D3BE4">
        <w:rPr>
          <w:rFonts w:ascii="Cascadia Code Light" w:hAnsi="Cascadia Code Light"/>
          <w:lang w:val="en-US"/>
        </w:rPr>
        <w:t>trofimtsova_software_setup</w:t>
      </w:r>
      <w:r w:rsidRPr="007D3BE4">
        <w:rPr>
          <w:rFonts w:ascii="Cascadia Code Light" w:hAnsi="Cascadia Code Light"/>
          <w:lang w:val="en-US"/>
        </w:rPr>
        <w:t>.</w:t>
      </w:r>
      <w:r w:rsidRPr="00636FFF">
        <w:rPr>
          <w:rFonts w:ascii="Cascadia Code Light" w:hAnsi="Cascadia Code Light"/>
          <w:lang w:val="en-US"/>
        </w:rPr>
        <w:t>sh</w:t>
      </w:r>
      <w:r w:rsidRPr="007D3BE4">
        <w:rPr>
          <w:rFonts w:ascii="Cascadia Code Light" w:hAnsi="Cascadia Code Light"/>
          <w:lang w:val="en-US"/>
        </w:rPr>
        <w:tab/>
      </w:r>
      <w:r w:rsidRPr="007D3BE4">
        <w:rPr>
          <w:rFonts w:ascii="Cascadia Code Light" w:hAnsi="Cascadia Code Light"/>
          <w:lang w:val="en-US"/>
        </w:rPr>
        <w:tab/>
        <w:t>#</w:t>
      </w:r>
      <w:r>
        <w:rPr>
          <w:rFonts w:ascii="Cascadia Code Light" w:hAnsi="Cascadia Code Light"/>
          <w:lang w:val="en-US"/>
        </w:rPr>
        <w:t xml:space="preserve"> </w:t>
      </w:r>
      <w:r>
        <w:rPr>
          <w:rFonts w:ascii="Cascadia Code Light" w:hAnsi="Cascadia Code Light"/>
        </w:rPr>
        <w:t>запуск</w:t>
      </w:r>
      <w:r w:rsidRPr="007D3BE4">
        <w:rPr>
          <w:rFonts w:ascii="Cascadia Code Light" w:hAnsi="Cascadia Code Light"/>
          <w:lang w:val="en-US"/>
        </w:rPr>
        <w:t xml:space="preserve"> </w:t>
      </w:r>
      <w:r>
        <w:rPr>
          <w:rFonts w:ascii="Cascadia Code Light" w:hAnsi="Cascadia Code Light"/>
        </w:rPr>
        <w:t>файла</w:t>
      </w:r>
    </w:p>
    <w:p w14:paraId="56015806" w14:textId="3C1625BB" w:rsidR="002A057A" w:rsidRDefault="002A057A" w:rsidP="002A057A">
      <w:pPr>
        <w:pStyle w:val="afc"/>
      </w:pPr>
      <w:r>
        <w:t xml:space="preserve">Листинг кода </w:t>
      </w:r>
      <w:r>
        <w:rPr>
          <w:lang w:val="en-US"/>
        </w:rPr>
        <w:t>bash</w:t>
      </w:r>
      <w:r w:rsidRPr="002A057A">
        <w:t>-</w:t>
      </w:r>
      <w:r>
        <w:t>скрипта (скрипт также прикреплен в репозитории):</w:t>
      </w:r>
    </w:p>
    <w:p w14:paraId="2861541F" w14:textId="77777777" w:rsidR="002A057A" w:rsidRDefault="002A057A" w:rsidP="002A057A">
      <w:pPr>
        <w:pStyle w:val="afc"/>
      </w:pPr>
      <w:proofErr w:type="gramStart"/>
      <w:r>
        <w:t>#!/</w:t>
      </w:r>
      <w:proofErr w:type="gramEnd"/>
      <w:r>
        <w:t>bin/bash</w:t>
      </w:r>
    </w:p>
    <w:p w14:paraId="38E4E5E1" w14:textId="77777777" w:rsidR="002A057A" w:rsidRDefault="002A057A" w:rsidP="002A057A">
      <w:pPr>
        <w:pStyle w:val="afc"/>
      </w:pPr>
    </w:p>
    <w:p w14:paraId="4053C08E" w14:textId="77777777" w:rsidR="002A057A" w:rsidRDefault="002A057A" w:rsidP="002A057A">
      <w:pPr>
        <w:pStyle w:val="afc"/>
      </w:pPr>
      <w:r>
        <w:t># =============================================</w:t>
      </w:r>
    </w:p>
    <w:p w14:paraId="680EDCED" w14:textId="77777777" w:rsidR="002A057A" w:rsidRDefault="002A057A" w:rsidP="002A057A">
      <w:pPr>
        <w:pStyle w:val="afc"/>
      </w:pPr>
      <w:r>
        <w:t xml:space="preserve"># Скрипт автоматической установки ПО для Linux </w:t>
      </w:r>
      <w:proofErr w:type="spellStart"/>
      <w:r>
        <w:t>Mint</w:t>
      </w:r>
      <w:proofErr w:type="spellEnd"/>
    </w:p>
    <w:p w14:paraId="1D3E6C08" w14:textId="77777777" w:rsidR="002A057A" w:rsidRDefault="002A057A" w:rsidP="002A057A">
      <w:pPr>
        <w:pStyle w:val="afc"/>
      </w:pPr>
      <w:r>
        <w:t># =============================================</w:t>
      </w:r>
    </w:p>
    <w:p w14:paraId="7EC33303" w14:textId="77777777" w:rsidR="002A057A" w:rsidRDefault="002A057A" w:rsidP="002A057A">
      <w:pPr>
        <w:pStyle w:val="afc"/>
      </w:pPr>
    </w:p>
    <w:p w14:paraId="2188FE91" w14:textId="77777777" w:rsidR="002A057A" w:rsidRDefault="002A057A" w:rsidP="002A057A">
      <w:pPr>
        <w:pStyle w:val="afc"/>
      </w:pPr>
      <w:r>
        <w:t># Цвета для вывода в терминал</w:t>
      </w:r>
    </w:p>
    <w:p w14:paraId="1F9AB98C" w14:textId="77777777" w:rsidR="002A057A" w:rsidRDefault="002A057A" w:rsidP="002A057A">
      <w:pPr>
        <w:pStyle w:val="afc"/>
      </w:pPr>
      <w:r>
        <w:t>RED='\033[0;31m'</w:t>
      </w:r>
    </w:p>
    <w:p w14:paraId="0DCD0488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GREEN='\033[0;32m'</w:t>
      </w:r>
    </w:p>
    <w:p w14:paraId="0D3392A0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YELLOW='\033[1;33m'</w:t>
      </w:r>
    </w:p>
    <w:p w14:paraId="0E8CC6F7" w14:textId="77777777" w:rsidR="002A057A" w:rsidRDefault="002A057A" w:rsidP="002A057A">
      <w:pPr>
        <w:pStyle w:val="afc"/>
      </w:pPr>
      <w:r>
        <w:t>NC='\033[0m' # No Color</w:t>
      </w:r>
    </w:p>
    <w:p w14:paraId="49B9A61B" w14:textId="77777777" w:rsidR="002A057A" w:rsidRDefault="002A057A" w:rsidP="002A057A">
      <w:pPr>
        <w:pStyle w:val="afc"/>
      </w:pPr>
    </w:p>
    <w:p w14:paraId="7226325F" w14:textId="77777777" w:rsidR="002A057A" w:rsidRDefault="002A057A" w:rsidP="002A057A">
      <w:pPr>
        <w:pStyle w:val="afc"/>
      </w:pPr>
      <w:r>
        <w:t># Функция для печати статусов</w:t>
      </w:r>
    </w:p>
    <w:p w14:paraId="3E675B2D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print_</w:t>
      </w:r>
      <w:proofErr w:type="gramStart"/>
      <w:r w:rsidRPr="002A057A">
        <w:rPr>
          <w:lang w:val="en-US"/>
        </w:rPr>
        <w:t>status</w:t>
      </w:r>
      <w:proofErr w:type="spellEnd"/>
      <w:r w:rsidRPr="002A057A">
        <w:rPr>
          <w:lang w:val="en-US"/>
        </w:rPr>
        <w:t>(</w:t>
      </w:r>
      <w:proofErr w:type="gramEnd"/>
      <w:r w:rsidRPr="002A057A">
        <w:rPr>
          <w:lang w:val="en-US"/>
        </w:rPr>
        <w:t>) {</w:t>
      </w:r>
    </w:p>
    <w:p w14:paraId="1E21A025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echo -e "${GREEN}[INFO]${NC} $1"</w:t>
      </w:r>
    </w:p>
    <w:p w14:paraId="0B097A45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}</w:t>
      </w:r>
    </w:p>
    <w:p w14:paraId="05A45FD8" w14:textId="77777777" w:rsidR="002A057A" w:rsidRPr="002A057A" w:rsidRDefault="002A057A" w:rsidP="002A057A">
      <w:pPr>
        <w:pStyle w:val="afc"/>
        <w:rPr>
          <w:lang w:val="en-US"/>
        </w:rPr>
      </w:pPr>
    </w:p>
    <w:p w14:paraId="0DFD8C7B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print_</w:t>
      </w:r>
      <w:proofErr w:type="gramStart"/>
      <w:r w:rsidRPr="002A057A">
        <w:rPr>
          <w:lang w:val="en-US"/>
        </w:rPr>
        <w:t>warning</w:t>
      </w:r>
      <w:proofErr w:type="spellEnd"/>
      <w:r w:rsidRPr="002A057A">
        <w:rPr>
          <w:lang w:val="en-US"/>
        </w:rPr>
        <w:t>(</w:t>
      </w:r>
      <w:proofErr w:type="gramEnd"/>
      <w:r w:rsidRPr="002A057A">
        <w:rPr>
          <w:lang w:val="en-US"/>
        </w:rPr>
        <w:t>) {</w:t>
      </w:r>
    </w:p>
    <w:p w14:paraId="53030833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echo -e "${YELLOW}[WARN]${NC} $1"</w:t>
      </w:r>
    </w:p>
    <w:p w14:paraId="365E6B3D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}</w:t>
      </w:r>
    </w:p>
    <w:p w14:paraId="5F44CD6A" w14:textId="77777777" w:rsidR="002A057A" w:rsidRPr="002A057A" w:rsidRDefault="002A057A" w:rsidP="002A057A">
      <w:pPr>
        <w:pStyle w:val="afc"/>
        <w:rPr>
          <w:lang w:val="en-US"/>
        </w:rPr>
      </w:pPr>
    </w:p>
    <w:p w14:paraId="6D893592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print_</w:t>
      </w:r>
      <w:proofErr w:type="gramStart"/>
      <w:r w:rsidRPr="002A057A">
        <w:rPr>
          <w:lang w:val="en-US"/>
        </w:rPr>
        <w:t>error</w:t>
      </w:r>
      <w:proofErr w:type="spellEnd"/>
      <w:r w:rsidRPr="002A057A">
        <w:rPr>
          <w:lang w:val="en-US"/>
        </w:rPr>
        <w:t>(</w:t>
      </w:r>
      <w:proofErr w:type="gramEnd"/>
      <w:r w:rsidRPr="002A057A">
        <w:rPr>
          <w:lang w:val="en-US"/>
        </w:rPr>
        <w:t>) {</w:t>
      </w:r>
    </w:p>
    <w:p w14:paraId="43D9089E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echo -e "${RED}[ERROR]${NC} $1"</w:t>
      </w:r>
    </w:p>
    <w:p w14:paraId="782C627F" w14:textId="77777777" w:rsidR="002A057A" w:rsidRDefault="002A057A" w:rsidP="002A057A">
      <w:pPr>
        <w:pStyle w:val="afc"/>
      </w:pPr>
      <w:r>
        <w:t>}</w:t>
      </w:r>
    </w:p>
    <w:p w14:paraId="59CB9ED1" w14:textId="77777777" w:rsidR="002A057A" w:rsidRDefault="002A057A" w:rsidP="002A057A">
      <w:pPr>
        <w:pStyle w:val="afc"/>
      </w:pPr>
    </w:p>
    <w:p w14:paraId="73989B5A" w14:textId="77777777" w:rsidR="002A057A" w:rsidRDefault="002A057A" w:rsidP="002A057A">
      <w:pPr>
        <w:pStyle w:val="afc"/>
      </w:pPr>
      <w:r>
        <w:t xml:space="preserve"># Проверка, запущен ли скрипт с правами </w:t>
      </w:r>
      <w:proofErr w:type="spellStart"/>
      <w:r>
        <w:t>root</w:t>
      </w:r>
      <w:proofErr w:type="spellEnd"/>
    </w:p>
    <w:p w14:paraId="408CCD52" w14:textId="77777777" w:rsidR="002A057A" w:rsidRDefault="002A057A" w:rsidP="002A057A">
      <w:pPr>
        <w:pStyle w:val="afc"/>
      </w:pPr>
      <w:proofErr w:type="spellStart"/>
      <w:r>
        <w:t>if</w:t>
      </w:r>
      <w:proofErr w:type="spellEnd"/>
      <w:r>
        <w:t xml:space="preserve"> </w:t>
      </w:r>
      <w:proofErr w:type="gramStart"/>
      <w:r>
        <w:t>[ "</w:t>
      </w:r>
      <w:proofErr w:type="gramEnd"/>
      <w:r>
        <w:t>$EUID" -</w:t>
      </w:r>
      <w:proofErr w:type="spellStart"/>
      <w:r>
        <w:t>ne</w:t>
      </w:r>
      <w:proofErr w:type="spellEnd"/>
      <w:r>
        <w:t xml:space="preserve"> </w:t>
      </w:r>
      <w:proofErr w:type="gramStart"/>
      <w:r>
        <w:t>0 ]</w:t>
      </w:r>
      <w:proofErr w:type="gramEnd"/>
      <w:r>
        <w:t xml:space="preserve">; </w:t>
      </w:r>
      <w:proofErr w:type="spellStart"/>
      <w:r>
        <w:t>then</w:t>
      </w:r>
      <w:proofErr w:type="spellEnd"/>
    </w:p>
    <w:p w14:paraId="74ADA5EB" w14:textId="77777777" w:rsidR="002A057A" w:rsidRDefault="002A057A" w:rsidP="002A057A">
      <w:pPr>
        <w:pStyle w:val="afc"/>
      </w:pPr>
      <w:r>
        <w:t xml:space="preserve">    </w:t>
      </w:r>
      <w:proofErr w:type="spellStart"/>
      <w:r>
        <w:t>print_error</w:t>
      </w:r>
      <w:proofErr w:type="spellEnd"/>
      <w:r>
        <w:t xml:space="preserve"> "Этот скрипт требует прав суперпользователя. Используйте </w:t>
      </w:r>
      <w:proofErr w:type="spellStart"/>
      <w:r>
        <w:t>sudo</w:t>
      </w:r>
      <w:proofErr w:type="spellEnd"/>
      <w:r>
        <w:t>."</w:t>
      </w:r>
    </w:p>
    <w:p w14:paraId="44C30E20" w14:textId="77777777" w:rsidR="002A057A" w:rsidRDefault="002A057A" w:rsidP="002A057A">
      <w:pPr>
        <w:pStyle w:val="afc"/>
      </w:pPr>
      <w:r>
        <w:t xml:space="preserve">    </w:t>
      </w:r>
      <w:proofErr w:type="spellStart"/>
      <w:r>
        <w:t>echo</w:t>
      </w:r>
      <w:proofErr w:type="spellEnd"/>
      <w:r>
        <w:t xml:space="preserve"> "Пример: </w:t>
      </w:r>
      <w:proofErr w:type="spellStart"/>
      <w:r>
        <w:t>sudo</w:t>
      </w:r>
      <w:proofErr w:type="spellEnd"/>
      <w:r>
        <w:t xml:space="preserve"> ./software_setup.sh"</w:t>
      </w:r>
    </w:p>
    <w:p w14:paraId="0A01AEE1" w14:textId="77777777" w:rsidR="002A057A" w:rsidRDefault="002A057A" w:rsidP="002A057A">
      <w:pPr>
        <w:pStyle w:val="afc"/>
      </w:pPr>
      <w:r>
        <w:t xml:space="preserve">    </w:t>
      </w:r>
      <w:proofErr w:type="spellStart"/>
      <w:r>
        <w:t>exit</w:t>
      </w:r>
      <w:proofErr w:type="spellEnd"/>
      <w:r>
        <w:t xml:space="preserve"> 1</w:t>
      </w:r>
    </w:p>
    <w:p w14:paraId="7D9EABA0" w14:textId="77777777" w:rsidR="002A057A" w:rsidRDefault="002A057A" w:rsidP="002A057A">
      <w:pPr>
        <w:pStyle w:val="afc"/>
      </w:pPr>
      <w:proofErr w:type="spellStart"/>
      <w:r>
        <w:t>fi</w:t>
      </w:r>
      <w:proofErr w:type="spellEnd"/>
    </w:p>
    <w:p w14:paraId="4B2B1AAD" w14:textId="77777777" w:rsidR="002A057A" w:rsidRDefault="002A057A" w:rsidP="002A057A">
      <w:pPr>
        <w:pStyle w:val="afc"/>
      </w:pPr>
    </w:p>
    <w:p w14:paraId="4FAB3AEF" w14:textId="77777777" w:rsidR="002A057A" w:rsidRDefault="002A057A" w:rsidP="002A057A">
      <w:pPr>
        <w:pStyle w:val="afc"/>
      </w:pPr>
      <w:r>
        <w:t># Переменные со списками программ для установки</w:t>
      </w:r>
    </w:p>
    <w:p w14:paraId="7700C5BA" w14:textId="77777777" w:rsidR="002A057A" w:rsidRDefault="002A057A" w:rsidP="002A057A">
      <w:pPr>
        <w:pStyle w:val="afc"/>
      </w:pPr>
      <w:r>
        <w:t xml:space="preserve"># 1. Программы из официальных репозиториев (через </w:t>
      </w:r>
      <w:proofErr w:type="spellStart"/>
      <w:r>
        <w:t>apt</w:t>
      </w:r>
      <w:proofErr w:type="spellEnd"/>
      <w:r>
        <w:t>)</w:t>
      </w:r>
    </w:p>
    <w:p w14:paraId="73AE67C7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APT_PACKAGES</w:t>
      </w:r>
      <w:proofErr w:type="gramStart"/>
      <w:r w:rsidRPr="002A057A">
        <w:rPr>
          <w:lang w:val="en-US"/>
        </w:rPr>
        <w:t>=(</w:t>
      </w:r>
      <w:proofErr w:type="gramEnd"/>
    </w:p>
    <w:p w14:paraId="04D03D33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</w:t>
      </w:r>
      <w:proofErr w:type="gramStart"/>
      <w:r w:rsidRPr="002A057A">
        <w:rPr>
          <w:lang w:val="en-US"/>
        </w:rPr>
        <w:t>git</w:t>
      </w:r>
      <w:proofErr w:type="gramEnd"/>
      <w:r w:rsidRPr="002A057A">
        <w:rPr>
          <w:lang w:val="en-US"/>
        </w:rPr>
        <w:t>-all"</w:t>
      </w:r>
    </w:p>
    <w:p w14:paraId="43C88367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"maxima"</w:t>
      </w:r>
    </w:p>
    <w:p w14:paraId="7E65D0E5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</w:t>
      </w:r>
      <w:proofErr w:type="spellStart"/>
      <w:r w:rsidRPr="002A057A">
        <w:rPr>
          <w:lang w:val="en-US"/>
        </w:rPr>
        <w:t>wxmaxima</w:t>
      </w:r>
      <w:proofErr w:type="spellEnd"/>
      <w:r w:rsidRPr="002A057A">
        <w:rPr>
          <w:lang w:val="en-US"/>
        </w:rPr>
        <w:t>"</w:t>
      </w:r>
    </w:p>
    <w:p w14:paraId="230BD02A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"gimp"</w:t>
      </w:r>
    </w:p>
    <w:p w14:paraId="173D8F30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"python3-pip"</w:t>
      </w:r>
    </w:p>
    <w:p w14:paraId="2FAAD332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</w:t>
      </w:r>
      <w:proofErr w:type="spellStart"/>
      <w:r w:rsidRPr="002A057A">
        <w:rPr>
          <w:lang w:val="en-US"/>
        </w:rPr>
        <w:t>rustup</w:t>
      </w:r>
      <w:proofErr w:type="spellEnd"/>
      <w:r w:rsidRPr="002A057A">
        <w:rPr>
          <w:lang w:val="en-US"/>
        </w:rPr>
        <w:t>"</w:t>
      </w:r>
    </w:p>
    <w:p w14:paraId="4774E5D4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"far2l"</w:t>
      </w:r>
    </w:p>
    <w:p w14:paraId="6AA1C67D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</w:t>
      </w:r>
      <w:proofErr w:type="spellStart"/>
      <w:r w:rsidRPr="002A057A">
        <w:rPr>
          <w:lang w:val="en-US"/>
        </w:rPr>
        <w:t>flameshot</w:t>
      </w:r>
      <w:proofErr w:type="spellEnd"/>
      <w:r w:rsidRPr="002A057A">
        <w:rPr>
          <w:lang w:val="en-US"/>
        </w:rPr>
        <w:t>"</w:t>
      </w:r>
    </w:p>
    <w:p w14:paraId="5B488665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</w:t>
      </w:r>
      <w:proofErr w:type="spellStart"/>
      <w:proofErr w:type="gramStart"/>
      <w:r w:rsidRPr="002A057A">
        <w:rPr>
          <w:lang w:val="en-US"/>
        </w:rPr>
        <w:t>qalculate</w:t>
      </w:r>
      <w:proofErr w:type="gramEnd"/>
      <w:r w:rsidRPr="002A057A">
        <w:rPr>
          <w:lang w:val="en-US"/>
        </w:rPr>
        <w:t>-gtk</w:t>
      </w:r>
      <w:proofErr w:type="spellEnd"/>
      <w:r w:rsidRPr="002A057A">
        <w:rPr>
          <w:lang w:val="en-US"/>
        </w:rPr>
        <w:t>"</w:t>
      </w:r>
    </w:p>
    <w:p w14:paraId="0858BA7E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"7zip"</w:t>
      </w:r>
    </w:p>
    <w:p w14:paraId="4EF73988" w14:textId="77777777" w:rsidR="002A057A" w:rsidRDefault="002A057A" w:rsidP="002A057A">
      <w:pPr>
        <w:pStyle w:val="afc"/>
      </w:pPr>
      <w:r w:rsidRPr="002A057A">
        <w:rPr>
          <w:lang w:val="en-US"/>
        </w:rPr>
        <w:t xml:space="preserve">    </w:t>
      </w:r>
      <w:r>
        <w:t>"</w:t>
      </w:r>
      <w:proofErr w:type="spellStart"/>
      <w:r>
        <w:t>firefox</w:t>
      </w:r>
      <w:proofErr w:type="spellEnd"/>
      <w:r>
        <w:t>"</w:t>
      </w:r>
    </w:p>
    <w:p w14:paraId="7D66F45D" w14:textId="77777777" w:rsidR="002A057A" w:rsidRDefault="002A057A" w:rsidP="002A057A">
      <w:pPr>
        <w:pStyle w:val="afc"/>
      </w:pPr>
      <w:r>
        <w:t>)</w:t>
      </w:r>
    </w:p>
    <w:p w14:paraId="71B98B71" w14:textId="77777777" w:rsidR="002A057A" w:rsidRDefault="002A057A" w:rsidP="002A057A">
      <w:pPr>
        <w:pStyle w:val="afc"/>
      </w:pPr>
    </w:p>
    <w:p w14:paraId="76277166" w14:textId="77777777" w:rsidR="002A057A" w:rsidRDefault="002A057A" w:rsidP="002A057A">
      <w:pPr>
        <w:pStyle w:val="afc"/>
      </w:pPr>
      <w:r>
        <w:t># 2. Программы, которые необходимо скачать как .</w:t>
      </w:r>
      <w:proofErr w:type="spellStart"/>
      <w:r>
        <w:t>deb</w:t>
      </w:r>
      <w:proofErr w:type="spellEnd"/>
      <w:r>
        <w:t xml:space="preserve"> пакеты</w:t>
      </w:r>
    </w:p>
    <w:p w14:paraId="62363FED" w14:textId="77777777" w:rsidR="002A057A" w:rsidRDefault="002A057A" w:rsidP="002A057A">
      <w:pPr>
        <w:pStyle w:val="afc"/>
      </w:pPr>
      <w:r>
        <w:t>#    Формат: "</w:t>
      </w:r>
      <w:proofErr w:type="spellStart"/>
      <w:r>
        <w:t>Описательное_</w:t>
      </w:r>
      <w:proofErr w:type="gramStart"/>
      <w:r>
        <w:t>имя;URL</w:t>
      </w:r>
      <w:proofErr w:type="gramEnd"/>
      <w:r>
        <w:t>_на_файл</w:t>
      </w:r>
      <w:proofErr w:type="spellEnd"/>
      <w:r>
        <w:t>"</w:t>
      </w:r>
    </w:p>
    <w:p w14:paraId="563F5A43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DEB_PACKAGES</w:t>
      </w:r>
      <w:proofErr w:type="gramStart"/>
      <w:r w:rsidRPr="002A057A">
        <w:rPr>
          <w:lang w:val="en-US"/>
        </w:rPr>
        <w:t>=(</w:t>
      </w:r>
      <w:proofErr w:type="gramEnd"/>
    </w:p>
    <w:p w14:paraId="57769D25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lastRenderedPageBreak/>
        <w:t xml:space="preserve">    "</w:t>
      </w:r>
      <w:proofErr w:type="gramStart"/>
      <w:r w:rsidRPr="002A057A">
        <w:rPr>
          <w:lang w:val="en-US"/>
        </w:rPr>
        <w:t>vs</w:t>
      </w:r>
      <w:proofErr w:type="gramEnd"/>
      <w:r w:rsidRPr="002A057A">
        <w:rPr>
          <w:lang w:val="en-US"/>
        </w:rPr>
        <w:t>-code; https://code.visualstudio.com/sha/download?build=stable&amp;os=linux-deb-x64"</w:t>
      </w:r>
    </w:p>
    <w:p w14:paraId="7C77885A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"</w:t>
      </w:r>
      <w:proofErr w:type="spellStart"/>
      <w:proofErr w:type="gramStart"/>
      <w:r w:rsidRPr="002A057A">
        <w:rPr>
          <w:lang w:val="en-US"/>
        </w:rPr>
        <w:t>yandex</w:t>
      </w:r>
      <w:proofErr w:type="spellEnd"/>
      <w:proofErr w:type="gramEnd"/>
      <w:r w:rsidRPr="002A057A">
        <w:rPr>
          <w:lang w:val="en-US"/>
        </w:rPr>
        <w:t>-browser; https://browser.yandex.ru/download?os=linux&amp;package=deb&amp;x64=1&amp;darktheme=0&amp;banerid=6400000000&amp;portal_testids=1114258%2F-1%2C1114347%2F-1%2C1124063%2F-1%2C1127618%2F-1%2C1349550%2F90&amp;signature=U%2FqziHDqzAJF8b1wvllyzQOwNAHE2N1WyI8T8uQt9i%2FeiKHwPdbI8HEJzTvUHDKHffmeTAmRK9OiqejgWwZqrA%3D%3D"</w:t>
      </w:r>
    </w:p>
    <w:p w14:paraId="10B6E4D3" w14:textId="77777777" w:rsidR="002A057A" w:rsidRDefault="002A057A" w:rsidP="002A057A">
      <w:pPr>
        <w:pStyle w:val="afc"/>
      </w:pPr>
      <w:r>
        <w:t>)</w:t>
      </w:r>
    </w:p>
    <w:p w14:paraId="53753D81" w14:textId="77777777" w:rsidR="002A057A" w:rsidRDefault="002A057A" w:rsidP="002A057A">
      <w:pPr>
        <w:pStyle w:val="afc"/>
      </w:pPr>
    </w:p>
    <w:p w14:paraId="53C5694F" w14:textId="77777777" w:rsidR="002A057A" w:rsidRDefault="002A057A" w:rsidP="002A057A">
      <w:pPr>
        <w:pStyle w:val="afc"/>
      </w:pPr>
      <w:r>
        <w:t># =============================================</w:t>
      </w:r>
    </w:p>
    <w:p w14:paraId="5765E7AB" w14:textId="77777777" w:rsidR="002A057A" w:rsidRDefault="002A057A" w:rsidP="002A057A">
      <w:pPr>
        <w:pStyle w:val="afc"/>
      </w:pPr>
      <w:r>
        <w:t># Начало выполнения скрипта</w:t>
      </w:r>
    </w:p>
    <w:p w14:paraId="7B758181" w14:textId="77777777" w:rsidR="002A057A" w:rsidRDefault="002A057A" w:rsidP="002A057A">
      <w:pPr>
        <w:pStyle w:val="afc"/>
      </w:pPr>
      <w:r>
        <w:t># =============================================</w:t>
      </w:r>
    </w:p>
    <w:p w14:paraId="65F631C4" w14:textId="77777777" w:rsidR="002A057A" w:rsidRDefault="002A057A" w:rsidP="002A057A">
      <w:pPr>
        <w:pStyle w:val="afc"/>
      </w:pPr>
    </w:p>
    <w:p w14:paraId="30E00871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"Начинается процесс автоматической установки ПО..."</w:t>
      </w:r>
    </w:p>
    <w:p w14:paraId="1DB0A188" w14:textId="77777777" w:rsidR="002A057A" w:rsidRDefault="002A057A" w:rsidP="002A057A">
      <w:pPr>
        <w:pStyle w:val="afc"/>
      </w:pPr>
      <w:proofErr w:type="spellStart"/>
      <w:r>
        <w:t>echo</w:t>
      </w:r>
      <w:proofErr w:type="spellEnd"/>
      <w:r>
        <w:t xml:space="preserve"> ""</w:t>
      </w:r>
    </w:p>
    <w:p w14:paraId="1C31A704" w14:textId="77777777" w:rsidR="002A057A" w:rsidRDefault="002A057A" w:rsidP="002A057A">
      <w:pPr>
        <w:pStyle w:val="afc"/>
      </w:pPr>
    </w:p>
    <w:p w14:paraId="37E0F84E" w14:textId="77777777" w:rsidR="002A057A" w:rsidRDefault="002A057A" w:rsidP="002A057A">
      <w:pPr>
        <w:pStyle w:val="afc"/>
      </w:pPr>
      <w:r>
        <w:t># Шаг 1: Обновление списка пакетов</w:t>
      </w:r>
    </w:p>
    <w:p w14:paraId="4CA2967C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"Шаг 1: Обновление списка пакетов..."</w:t>
      </w:r>
    </w:p>
    <w:p w14:paraId="1473FE33" w14:textId="77777777" w:rsidR="002A057A" w:rsidRDefault="002A057A" w:rsidP="002A057A">
      <w:pPr>
        <w:pStyle w:val="afc"/>
      </w:pPr>
      <w:proofErr w:type="spellStart"/>
      <w:r>
        <w:t>apt</w:t>
      </w:r>
      <w:proofErr w:type="spellEnd"/>
      <w:r>
        <w:t xml:space="preserve"> </w:t>
      </w:r>
      <w:proofErr w:type="spellStart"/>
      <w:r>
        <w:t>update</w:t>
      </w:r>
      <w:proofErr w:type="spellEnd"/>
    </w:p>
    <w:p w14:paraId="40EB9443" w14:textId="77777777" w:rsidR="002A057A" w:rsidRDefault="002A057A" w:rsidP="002A057A">
      <w:pPr>
        <w:pStyle w:val="afc"/>
      </w:pPr>
      <w:proofErr w:type="spellStart"/>
      <w:r>
        <w:t>apt-get</w:t>
      </w:r>
      <w:proofErr w:type="spellEnd"/>
      <w:r>
        <w:t xml:space="preserve"> </w:t>
      </w:r>
      <w:proofErr w:type="spellStart"/>
      <w:r>
        <w:t>update</w:t>
      </w:r>
      <w:proofErr w:type="spellEnd"/>
    </w:p>
    <w:p w14:paraId="28A3AED9" w14:textId="77777777" w:rsidR="002A057A" w:rsidRDefault="002A057A" w:rsidP="002A057A">
      <w:pPr>
        <w:pStyle w:val="afc"/>
      </w:pPr>
    </w:p>
    <w:p w14:paraId="2A7792E0" w14:textId="77777777" w:rsidR="002A057A" w:rsidRDefault="002A057A" w:rsidP="002A057A">
      <w:pPr>
        <w:pStyle w:val="afc"/>
      </w:pPr>
      <w:r>
        <w:t># Шаг 2: Обновление уже установленных пакетов (рекомендуется)</w:t>
      </w:r>
    </w:p>
    <w:p w14:paraId="484A5F43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"Шаг 2: Обновление установленных пакетов..."</w:t>
      </w:r>
    </w:p>
    <w:p w14:paraId="6835568B" w14:textId="77777777" w:rsidR="002A057A" w:rsidRDefault="002A057A" w:rsidP="002A057A">
      <w:pPr>
        <w:pStyle w:val="afc"/>
      </w:pPr>
      <w:proofErr w:type="spellStart"/>
      <w:r>
        <w:t>apt</w:t>
      </w:r>
      <w:proofErr w:type="spellEnd"/>
      <w:r>
        <w:t xml:space="preserve"> </w:t>
      </w:r>
      <w:proofErr w:type="spellStart"/>
      <w:r>
        <w:t>upgrade</w:t>
      </w:r>
      <w:proofErr w:type="spellEnd"/>
      <w:r>
        <w:t xml:space="preserve"> -y</w:t>
      </w:r>
    </w:p>
    <w:p w14:paraId="6145FE17" w14:textId="77777777" w:rsidR="002A057A" w:rsidRDefault="002A057A" w:rsidP="002A057A">
      <w:pPr>
        <w:pStyle w:val="afc"/>
      </w:pPr>
    </w:p>
    <w:p w14:paraId="5531B243" w14:textId="77777777" w:rsidR="002A057A" w:rsidRDefault="002A057A" w:rsidP="002A057A">
      <w:pPr>
        <w:pStyle w:val="afc"/>
      </w:pPr>
      <w:r>
        <w:t># Шаг 3: Установка пакетов из репозиториев APT</w:t>
      </w:r>
    </w:p>
    <w:p w14:paraId="6E90A27B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"Шаг 3: Установка пакетов из репозиториев </w:t>
      </w:r>
      <w:proofErr w:type="gramStart"/>
      <w:r>
        <w:t>APT...</w:t>
      </w:r>
      <w:proofErr w:type="gramEnd"/>
      <w:r>
        <w:t>"</w:t>
      </w:r>
    </w:p>
    <w:p w14:paraId="3DB64956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for package in "${APT_</w:t>
      </w:r>
      <w:proofErr w:type="gramStart"/>
      <w:r w:rsidRPr="002A057A">
        <w:rPr>
          <w:lang w:val="en-US"/>
        </w:rPr>
        <w:t>PACKAGES[</w:t>
      </w:r>
      <w:proofErr w:type="gramEnd"/>
      <w:r w:rsidRPr="002A057A">
        <w:rPr>
          <w:lang w:val="en-US"/>
        </w:rPr>
        <w:t>@</w:t>
      </w:r>
      <w:proofErr w:type="gramStart"/>
      <w:r w:rsidRPr="002A057A">
        <w:rPr>
          <w:lang w:val="en-US"/>
        </w:rPr>
        <w:t>]}"</w:t>
      </w:r>
      <w:proofErr w:type="gramEnd"/>
      <w:r w:rsidRPr="002A057A">
        <w:rPr>
          <w:lang w:val="en-US"/>
        </w:rPr>
        <w:t>; do</w:t>
      </w:r>
    </w:p>
    <w:p w14:paraId="15283D70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lastRenderedPageBreak/>
        <w:t xml:space="preserve">    </w:t>
      </w:r>
      <w:proofErr w:type="spellStart"/>
      <w:r w:rsidRPr="002A057A">
        <w:rPr>
          <w:lang w:val="en-US"/>
        </w:rPr>
        <w:t>print_status</w:t>
      </w:r>
      <w:proofErr w:type="spellEnd"/>
      <w:r w:rsidRPr="002A057A">
        <w:rPr>
          <w:lang w:val="en-US"/>
        </w:rPr>
        <w:t xml:space="preserve"> "</w:t>
      </w:r>
      <w:r>
        <w:t>Устанавливается</w:t>
      </w:r>
      <w:r w:rsidRPr="002A057A">
        <w:rPr>
          <w:lang w:val="en-US"/>
        </w:rPr>
        <w:t>: $package"</w:t>
      </w:r>
    </w:p>
    <w:p w14:paraId="43C9B952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apt install -y "$package"</w:t>
      </w:r>
    </w:p>
    <w:p w14:paraId="2CD74B24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if </w:t>
      </w:r>
      <w:proofErr w:type="gramStart"/>
      <w:r w:rsidRPr="002A057A">
        <w:rPr>
          <w:lang w:val="en-US"/>
        </w:rPr>
        <w:t>[ $</w:t>
      </w:r>
      <w:proofErr w:type="gramEnd"/>
      <w:r w:rsidRPr="002A057A">
        <w:rPr>
          <w:lang w:val="en-US"/>
        </w:rPr>
        <w:t xml:space="preserve">? -eq </w:t>
      </w:r>
      <w:proofErr w:type="gramStart"/>
      <w:r w:rsidRPr="002A057A">
        <w:rPr>
          <w:lang w:val="en-US"/>
        </w:rPr>
        <w:t>0 ]</w:t>
      </w:r>
      <w:proofErr w:type="gramEnd"/>
      <w:r w:rsidRPr="002A057A">
        <w:rPr>
          <w:lang w:val="en-US"/>
        </w:rPr>
        <w:t>; then</w:t>
      </w:r>
    </w:p>
    <w:p w14:paraId="5A6A8170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    </w:t>
      </w:r>
      <w:proofErr w:type="spellStart"/>
      <w:r w:rsidRPr="002A057A">
        <w:rPr>
          <w:lang w:val="en-US"/>
        </w:rPr>
        <w:t>print_status</w:t>
      </w:r>
      <w:proofErr w:type="spellEnd"/>
      <w:r w:rsidRPr="002A057A">
        <w:rPr>
          <w:lang w:val="en-US"/>
        </w:rPr>
        <w:t xml:space="preserve"> "$package </w:t>
      </w:r>
      <w:r>
        <w:t>успешно</w:t>
      </w:r>
      <w:r w:rsidRPr="002A057A">
        <w:rPr>
          <w:lang w:val="en-US"/>
        </w:rPr>
        <w:t xml:space="preserve"> </w:t>
      </w:r>
      <w:r>
        <w:t>установлен</w:t>
      </w:r>
      <w:r w:rsidRPr="002A057A">
        <w:rPr>
          <w:lang w:val="en-US"/>
        </w:rPr>
        <w:t>."</w:t>
      </w:r>
    </w:p>
    <w:p w14:paraId="42F48BF7" w14:textId="77777777" w:rsidR="002A057A" w:rsidRDefault="002A057A" w:rsidP="002A057A">
      <w:pPr>
        <w:pStyle w:val="afc"/>
      </w:pPr>
      <w:r w:rsidRPr="002A057A">
        <w:rPr>
          <w:lang w:val="en-US"/>
        </w:rPr>
        <w:t xml:space="preserve">    </w:t>
      </w:r>
      <w:proofErr w:type="spellStart"/>
      <w:r>
        <w:t>else</w:t>
      </w:r>
      <w:proofErr w:type="spellEnd"/>
    </w:p>
    <w:p w14:paraId="3AAA5A3F" w14:textId="77777777" w:rsidR="002A057A" w:rsidRDefault="002A057A" w:rsidP="002A057A">
      <w:pPr>
        <w:pStyle w:val="afc"/>
      </w:pPr>
      <w:r>
        <w:t xml:space="preserve">        </w:t>
      </w:r>
      <w:proofErr w:type="spellStart"/>
      <w:r>
        <w:t>print_error</w:t>
      </w:r>
      <w:proofErr w:type="spellEnd"/>
      <w:r>
        <w:t xml:space="preserve"> "Не удалось установить $</w:t>
      </w:r>
      <w:proofErr w:type="spellStart"/>
      <w:r>
        <w:t>package</w:t>
      </w:r>
      <w:proofErr w:type="spellEnd"/>
      <w:r>
        <w:t>."</w:t>
      </w:r>
    </w:p>
    <w:p w14:paraId="345502B9" w14:textId="77777777" w:rsidR="002A057A" w:rsidRDefault="002A057A" w:rsidP="002A057A">
      <w:pPr>
        <w:pStyle w:val="afc"/>
      </w:pPr>
      <w:r>
        <w:t xml:space="preserve">    </w:t>
      </w:r>
      <w:proofErr w:type="spellStart"/>
      <w:r>
        <w:t>fi</w:t>
      </w:r>
      <w:proofErr w:type="spellEnd"/>
    </w:p>
    <w:p w14:paraId="3C5632E6" w14:textId="77777777" w:rsidR="002A057A" w:rsidRDefault="002A057A" w:rsidP="002A057A">
      <w:pPr>
        <w:pStyle w:val="afc"/>
      </w:pPr>
      <w:proofErr w:type="spellStart"/>
      <w:r>
        <w:t>done</w:t>
      </w:r>
      <w:proofErr w:type="spellEnd"/>
    </w:p>
    <w:p w14:paraId="51EB642A" w14:textId="77777777" w:rsidR="002A057A" w:rsidRDefault="002A057A" w:rsidP="002A057A">
      <w:pPr>
        <w:pStyle w:val="afc"/>
      </w:pPr>
    </w:p>
    <w:p w14:paraId="4E6E8B74" w14:textId="77777777" w:rsidR="002A057A" w:rsidRDefault="002A057A" w:rsidP="002A057A">
      <w:pPr>
        <w:pStyle w:val="afc"/>
      </w:pPr>
      <w:r>
        <w:t># Шаг 4: Установка .</w:t>
      </w:r>
      <w:proofErr w:type="spellStart"/>
      <w:r>
        <w:t>deb</w:t>
      </w:r>
      <w:proofErr w:type="spellEnd"/>
      <w:r>
        <w:t xml:space="preserve"> пакетов</w:t>
      </w:r>
    </w:p>
    <w:p w14:paraId="01E8C613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"Шаг 4: Установка .</w:t>
      </w:r>
      <w:proofErr w:type="spellStart"/>
      <w:r>
        <w:t>deb</w:t>
      </w:r>
      <w:proofErr w:type="spellEnd"/>
      <w:r>
        <w:t xml:space="preserve"> пакетов..."</w:t>
      </w:r>
    </w:p>
    <w:p w14:paraId="5A036DB7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TEMP_DIR="/</w:t>
      </w:r>
      <w:proofErr w:type="spellStart"/>
      <w:r w:rsidRPr="002A057A">
        <w:rPr>
          <w:lang w:val="en-US"/>
        </w:rPr>
        <w:t>tmp</w:t>
      </w:r>
      <w:proofErr w:type="spellEnd"/>
      <w:r w:rsidRPr="002A057A">
        <w:rPr>
          <w:lang w:val="en-US"/>
        </w:rPr>
        <w:t>/</w:t>
      </w:r>
      <w:proofErr w:type="spellStart"/>
      <w:r w:rsidRPr="002A057A">
        <w:rPr>
          <w:lang w:val="en-US"/>
        </w:rPr>
        <w:t>software_setup_deb</w:t>
      </w:r>
      <w:proofErr w:type="spellEnd"/>
      <w:r w:rsidRPr="002A057A">
        <w:rPr>
          <w:lang w:val="en-US"/>
        </w:rPr>
        <w:t>"</w:t>
      </w:r>
    </w:p>
    <w:p w14:paraId="5094E2C5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mkdir</w:t>
      </w:r>
      <w:proofErr w:type="spellEnd"/>
      <w:r w:rsidRPr="002A057A">
        <w:rPr>
          <w:lang w:val="en-US"/>
        </w:rPr>
        <w:t xml:space="preserve"> -p "$TEMP_DIR"</w:t>
      </w:r>
    </w:p>
    <w:p w14:paraId="7ACC6F83" w14:textId="77777777" w:rsidR="002A057A" w:rsidRPr="002A057A" w:rsidRDefault="002A057A" w:rsidP="002A057A">
      <w:pPr>
        <w:pStyle w:val="afc"/>
        <w:rPr>
          <w:lang w:val="en-US"/>
        </w:rPr>
      </w:pPr>
    </w:p>
    <w:p w14:paraId="0FDEED87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for </w:t>
      </w:r>
      <w:proofErr w:type="spellStart"/>
      <w:r w:rsidRPr="002A057A">
        <w:rPr>
          <w:lang w:val="en-US"/>
        </w:rPr>
        <w:t>package_info</w:t>
      </w:r>
      <w:proofErr w:type="spellEnd"/>
      <w:r w:rsidRPr="002A057A">
        <w:rPr>
          <w:lang w:val="en-US"/>
        </w:rPr>
        <w:t xml:space="preserve"> in "${DEB_</w:t>
      </w:r>
      <w:proofErr w:type="gramStart"/>
      <w:r w:rsidRPr="002A057A">
        <w:rPr>
          <w:lang w:val="en-US"/>
        </w:rPr>
        <w:t>PACKAGES[</w:t>
      </w:r>
      <w:proofErr w:type="gramEnd"/>
      <w:r w:rsidRPr="002A057A">
        <w:rPr>
          <w:lang w:val="en-US"/>
        </w:rPr>
        <w:t>@</w:t>
      </w:r>
      <w:proofErr w:type="gramStart"/>
      <w:r w:rsidRPr="002A057A">
        <w:rPr>
          <w:lang w:val="en-US"/>
        </w:rPr>
        <w:t>]}"</w:t>
      </w:r>
      <w:proofErr w:type="gramEnd"/>
      <w:r w:rsidRPr="002A057A">
        <w:rPr>
          <w:lang w:val="en-US"/>
        </w:rPr>
        <w:t>; do</w:t>
      </w:r>
    </w:p>
    <w:p w14:paraId="764B0E1C" w14:textId="77777777" w:rsidR="002A057A" w:rsidRDefault="002A057A" w:rsidP="002A057A">
      <w:pPr>
        <w:pStyle w:val="afc"/>
      </w:pPr>
      <w:r w:rsidRPr="002A057A">
        <w:rPr>
          <w:lang w:val="en-US"/>
        </w:rPr>
        <w:t xml:space="preserve">    </w:t>
      </w:r>
      <w:r>
        <w:t># Разделяем строку на имя и URL</w:t>
      </w:r>
    </w:p>
    <w:p w14:paraId="38693F9C" w14:textId="77777777" w:rsidR="002A057A" w:rsidRPr="002A057A" w:rsidRDefault="002A057A" w:rsidP="002A057A">
      <w:pPr>
        <w:pStyle w:val="afc"/>
        <w:rPr>
          <w:lang w:val="en-US"/>
        </w:rPr>
      </w:pPr>
      <w:r>
        <w:t xml:space="preserve">    </w:t>
      </w:r>
      <w:r w:rsidRPr="002A057A">
        <w:rPr>
          <w:lang w:val="en-US"/>
        </w:rPr>
        <w:t xml:space="preserve">IFS=';' read -r -a </w:t>
      </w:r>
      <w:proofErr w:type="spellStart"/>
      <w:r w:rsidRPr="002A057A">
        <w:rPr>
          <w:lang w:val="en-US"/>
        </w:rPr>
        <w:t>package_data</w:t>
      </w:r>
      <w:proofErr w:type="spellEnd"/>
      <w:r w:rsidRPr="002A057A">
        <w:rPr>
          <w:lang w:val="en-US"/>
        </w:rPr>
        <w:t xml:space="preserve"> &lt;&lt;&lt; "$</w:t>
      </w:r>
      <w:proofErr w:type="spellStart"/>
      <w:r w:rsidRPr="002A057A">
        <w:rPr>
          <w:lang w:val="en-US"/>
        </w:rPr>
        <w:t>package_info</w:t>
      </w:r>
      <w:proofErr w:type="spellEnd"/>
      <w:r w:rsidRPr="002A057A">
        <w:rPr>
          <w:lang w:val="en-US"/>
        </w:rPr>
        <w:t>"</w:t>
      </w:r>
    </w:p>
    <w:p w14:paraId="38BA0BD4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PACKAGE_NAME="${</w:t>
      </w:r>
      <w:proofErr w:type="spellStart"/>
      <w:r w:rsidRPr="002A057A">
        <w:rPr>
          <w:lang w:val="en-US"/>
        </w:rPr>
        <w:t>package_</w:t>
      </w:r>
      <w:proofErr w:type="gramStart"/>
      <w:r w:rsidRPr="002A057A">
        <w:rPr>
          <w:lang w:val="en-US"/>
        </w:rPr>
        <w:t>data</w:t>
      </w:r>
      <w:proofErr w:type="spellEnd"/>
      <w:r w:rsidRPr="002A057A">
        <w:rPr>
          <w:lang w:val="en-US"/>
        </w:rPr>
        <w:t>[0]}</w:t>
      </w:r>
      <w:proofErr w:type="gramEnd"/>
      <w:r w:rsidRPr="002A057A">
        <w:rPr>
          <w:lang w:val="en-US"/>
        </w:rPr>
        <w:t>"</w:t>
      </w:r>
    </w:p>
    <w:p w14:paraId="54649AC8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PACKAGE_URL="${</w:t>
      </w:r>
      <w:proofErr w:type="spellStart"/>
      <w:r w:rsidRPr="002A057A">
        <w:rPr>
          <w:lang w:val="en-US"/>
        </w:rPr>
        <w:t>package_</w:t>
      </w:r>
      <w:proofErr w:type="gramStart"/>
      <w:r w:rsidRPr="002A057A">
        <w:rPr>
          <w:lang w:val="en-US"/>
        </w:rPr>
        <w:t>data</w:t>
      </w:r>
      <w:proofErr w:type="spellEnd"/>
      <w:r w:rsidRPr="002A057A">
        <w:rPr>
          <w:lang w:val="en-US"/>
        </w:rPr>
        <w:t>[1]}</w:t>
      </w:r>
      <w:proofErr w:type="gramEnd"/>
      <w:r w:rsidRPr="002A057A">
        <w:rPr>
          <w:lang w:val="en-US"/>
        </w:rPr>
        <w:t>"</w:t>
      </w:r>
    </w:p>
    <w:p w14:paraId="3292D189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DEB_FILENAME=$(</w:t>
      </w:r>
      <w:proofErr w:type="spellStart"/>
      <w:r w:rsidRPr="002A057A">
        <w:rPr>
          <w:lang w:val="en-US"/>
        </w:rPr>
        <w:t>basename</w:t>
      </w:r>
      <w:proofErr w:type="spellEnd"/>
      <w:r w:rsidRPr="002A057A">
        <w:rPr>
          <w:lang w:val="en-US"/>
        </w:rPr>
        <w:t xml:space="preserve"> "$PACKAGE_URL")</w:t>
      </w:r>
    </w:p>
    <w:p w14:paraId="457D374E" w14:textId="77777777" w:rsidR="002A057A" w:rsidRPr="002A057A" w:rsidRDefault="002A057A" w:rsidP="002A057A">
      <w:pPr>
        <w:pStyle w:val="afc"/>
        <w:rPr>
          <w:lang w:val="en-US"/>
        </w:rPr>
      </w:pPr>
    </w:p>
    <w:p w14:paraId="6FBF9090" w14:textId="77777777" w:rsidR="002A057A" w:rsidRDefault="002A057A" w:rsidP="002A057A">
      <w:pPr>
        <w:pStyle w:val="afc"/>
      </w:pPr>
      <w:r w:rsidRPr="002A057A">
        <w:rPr>
          <w:lang w:val="en-US"/>
        </w:rPr>
        <w:t xml:space="preserve">    </w:t>
      </w:r>
      <w:proofErr w:type="spellStart"/>
      <w:r>
        <w:t>print_status</w:t>
      </w:r>
      <w:proofErr w:type="spellEnd"/>
      <w:r>
        <w:t xml:space="preserve"> "Скачивается и устанавливается: $PACKAGE_NAME"</w:t>
      </w:r>
    </w:p>
    <w:p w14:paraId="2319CD5D" w14:textId="77777777" w:rsidR="002A057A" w:rsidRDefault="002A057A" w:rsidP="002A057A">
      <w:pPr>
        <w:pStyle w:val="afc"/>
      </w:pPr>
    </w:p>
    <w:p w14:paraId="2FE835BD" w14:textId="77777777" w:rsidR="002A057A" w:rsidRDefault="002A057A" w:rsidP="002A057A">
      <w:pPr>
        <w:pStyle w:val="afc"/>
      </w:pPr>
      <w:r>
        <w:t xml:space="preserve">    # Скачивание </w:t>
      </w:r>
      <w:proofErr w:type="gramStart"/>
      <w:r>
        <w:t>в временную</w:t>
      </w:r>
      <w:proofErr w:type="gramEnd"/>
      <w:r>
        <w:t xml:space="preserve"> директорию</w:t>
      </w:r>
    </w:p>
    <w:p w14:paraId="7A625C0A" w14:textId="77777777" w:rsidR="002A057A" w:rsidRDefault="002A057A" w:rsidP="002A057A">
      <w:pPr>
        <w:pStyle w:val="afc"/>
      </w:pPr>
      <w:r>
        <w:t xml:space="preserve">    </w:t>
      </w:r>
      <w:proofErr w:type="spellStart"/>
      <w:r>
        <w:t>wget</w:t>
      </w:r>
      <w:proofErr w:type="spellEnd"/>
      <w:r>
        <w:t xml:space="preserve"> -O "$TEMP_DIR/$DEB_FILENAME" "$PACKAGE_URL"</w:t>
      </w:r>
    </w:p>
    <w:p w14:paraId="2A71D74E" w14:textId="77777777" w:rsidR="002A057A" w:rsidRDefault="002A057A" w:rsidP="002A057A">
      <w:pPr>
        <w:pStyle w:val="afc"/>
      </w:pPr>
    </w:p>
    <w:p w14:paraId="6C5DA5EC" w14:textId="77777777" w:rsidR="002A057A" w:rsidRPr="002A057A" w:rsidRDefault="002A057A" w:rsidP="002A057A">
      <w:pPr>
        <w:pStyle w:val="afc"/>
        <w:rPr>
          <w:lang w:val="en-US"/>
        </w:rPr>
      </w:pPr>
      <w:r>
        <w:t xml:space="preserve">    </w:t>
      </w:r>
      <w:r w:rsidRPr="002A057A">
        <w:rPr>
          <w:lang w:val="en-US"/>
        </w:rPr>
        <w:t xml:space="preserve"># </w:t>
      </w:r>
      <w:r>
        <w:t>Установка</w:t>
      </w:r>
    </w:p>
    <w:p w14:paraId="5FB33FBA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</w:t>
      </w:r>
      <w:proofErr w:type="spellStart"/>
      <w:r w:rsidRPr="002A057A">
        <w:rPr>
          <w:lang w:val="en-US"/>
        </w:rPr>
        <w:t>dpkg</w:t>
      </w:r>
      <w:proofErr w:type="spellEnd"/>
      <w:r w:rsidRPr="002A057A">
        <w:rPr>
          <w:lang w:val="en-US"/>
        </w:rPr>
        <w:t xml:space="preserve"> -</w:t>
      </w:r>
      <w:proofErr w:type="spellStart"/>
      <w:r w:rsidRPr="002A057A">
        <w:rPr>
          <w:lang w:val="en-US"/>
        </w:rPr>
        <w:t>i</w:t>
      </w:r>
      <w:proofErr w:type="spellEnd"/>
      <w:r w:rsidRPr="002A057A">
        <w:rPr>
          <w:lang w:val="en-US"/>
        </w:rPr>
        <w:t xml:space="preserve"> "$TEMP_DIR/$DEB_FILENAME"</w:t>
      </w:r>
    </w:p>
    <w:p w14:paraId="7AA0991C" w14:textId="77777777" w:rsidR="002A057A" w:rsidRPr="002A057A" w:rsidRDefault="002A057A" w:rsidP="002A057A">
      <w:pPr>
        <w:pStyle w:val="afc"/>
        <w:rPr>
          <w:lang w:val="en-US"/>
        </w:rPr>
      </w:pPr>
    </w:p>
    <w:p w14:paraId="7E1EBF81" w14:textId="77777777" w:rsidR="002A057A" w:rsidRDefault="002A057A" w:rsidP="002A057A">
      <w:pPr>
        <w:pStyle w:val="afc"/>
      </w:pPr>
      <w:r w:rsidRPr="002A057A">
        <w:rPr>
          <w:lang w:val="en-US"/>
        </w:rPr>
        <w:t xml:space="preserve">    </w:t>
      </w:r>
      <w:r>
        <w:t># Исправление возможных зависимостей</w:t>
      </w:r>
    </w:p>
    <w:p w14:paraId="7CA5AD46" w14:textId="77777777" w:rsidR="002A057A" w:rsidRDefault="002A057A" w:rsidP="002A057A">
      <w:pPr>
        <w:pStyle w:val="afc"/>
      </w:pPr>
      <w:r>
        <w:t xml:space="preserve">    </w:t>
      </w:r>
      <w:proofErr w:type="spellStart"/>
      <w:r>
        <w:t>apt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-f -y</w:t>
      </w:r>
    </w:p>
    <w:p w14:paraId="7AF5488B" w14:textId="77777777" w:rsidR="002A057A" w:rsidRDefault="002A057A" w:rsidP="002A057A">
      <w:pPr>
        <w:pStyle w:val="afc"/>
      </w:pPr>
    </w:p>
    <w:p w14:paraId="2EECEEEA" w14:textId="77777777" w:rsidR="002A057A" w:rsidRPr="002A057A" w:rsidRDefault="002A057A" w:rsidP="002A057A">
      <w:pPr>
        <w:pStyle w:val="afc"/>
        <w:rPr>
          <w:lang w:val="en-US"/>
        </w:rPr>
      </w:pPr>
      <w:r>
        <w:t xml:space="preserve">    </w:t>
      </w:r>
      <w:r w:rsidRPr="002A057A">
        <w:rPr>
          <w:lang w:val="en-US"/>
        </w:rPr>
        <w:t xml:space="preserve">if </w:t>
      </w:r>
      <w:proofErr w:type="gramStart"/>
      <w:r w:rsidRPr="002A057A">
        <w:rPr>
          <w:lang w:val="en-US"/>
        </w:rPr>
        <w:t>[ $</w:t>
      </w:r>
      <w:proofErr w:type="gramEnd"/>
      <w:r w:rsidRPr="002A057A">
        <w:rPr>
          <w:lang w:val="en-US"/>
        </w:rPr>
        <w:t xml:space="preserve">? -eq </w:t>
      </w:r>
      <w:proofErr w:type="gramStart"/>
      <w:r w:rsidRPr="002A057A">
        <w:rPr>
          <w:lang w:val="en-US"/>
        </w:rPr>
        <w:t>0 ]</w:t>
      </w:r>
      <w:proofErr w:type="gramEnd"/>
      <w:r w:rsidRPr="002A057A">
        <w:rPr>
          <w:lang w:val="en-US"/>
        </w:rPr>
        <w:t>; then</w:t>
      </w:r>
    </w:p>
    <w:p w14:paraId="52964892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    </w:t>
      </w:r>
      <w:proofErr w:type="spellStart"/>
      <w:r w:rsidRPr="002A057A">
        <w:rPr>
          <w:lang w:val="en-US"/>
        </w:rPr>
        <w:t>print_status</w:t>
      </w:r>
      <w:proofErr w:type="spellEnd"/>
      <w:r w:rsidRPr="002A057A">
        <w:rPr>
          <w:lang w:val="en-US"/>
        </w:rPr>
        <w:t xml:space="preserve"> "$PACKAGE_NAME </w:t>
      </w:r>
      <w:r>
        <w:t>успешно</w:t>
      </w:r>
      <w:r w:rsidRPr="002A057A">
        <w:rPr>
          <w:lang w:val="en-US"/>
        </w:rPr>
        <w:t xml:space="preserve"> </w:t>
      </w:r>
      <w:r>
        <w:t>установлен</w:t>
      </w:r>
      <w:r w:rsidRPr="002A057A">
        <w:rPr>
          <w:lang w:val="en-US"/>
        </w:rPr>
        <w:t>."</w:t>
      </w:r>
    </w:p>
    <w:p w14:paraId="6A6AE067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else</w:t>
      </w:r>
    </w:p>
    <w:p w14:paraId="212FC7AE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    </w:t>
      </w:r>
      <w:proofErr w:type="spellStart"/>
      <w:r w:rsidRPr="002A057A">
        <w:rPr>
          <w:lang w:val="en-US"/>
        </w:rPr>
        <w:t>print_error</w:t>
      </w:r>
      <w:proofErr w:type="spellEnd"/>
      <w:r w:rsidRPr="002A057A">
        <w:rPr>
          <w:lang w:val="en-US"/>
        </w:rPr>
        <w:t xml:space="preserve"> "</w:t>
      </w:r>
      <w:r>
        <w:t>Не</w:t>
      </w:r>
      <w:r w:rsidRPr="002A057A">
        <w:rPr>
          <w:lang w:val="en-US"/>
        </w:rPr>
        <w:t xml:space="preserve"> </w:t>
      </w:r>
      <w:r>
        <w:t>удалось</w:t>
      </w:r>
      <w:r w:rsidRPr="002A057A">
        <w:rPr>
          <w:lang w:val="en-US"/>
        </w:rPr>
        <w:t xml:space="preserve"> </w:t>
      </w:r>
      <w:r>
        <w:t>установить</w:t>
      </w:r>
      <w:r w:rsidRPr="002A057A">
        <w:rPr>
          <w:lang w:val="en-US"/>
        </w:rPr>
        <w:t xml:space="preserve"> $PACKAGE_NAME."</w:t>
      </w:r>
    </w:p>
    <w:p w14:paraId="410C2624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  fi</w:t>
      </w:r>
    </w:p>
    <w:p w14:paraId="0A201B4F" w14:textId="77777777" w:rsidR="002A057A" w:rsidRDefault="002A057A" w:rsidP="002A057A">
      <w:pPr>
        <w:pStyle w:val="afc"/>
      </w:pPr>
      <w:proofErr w:type="spellStart"/>
      <w:r>
        <w:t>done</w:t>
      </w:r>
      <w:proofErr w:type="spellEnd"/>
    </w:p>
    <w:p w14:paraId="0CC44C37" w14:textId="77777777" w:rsidR="002A057A" w:rsidRDefault="002A057A" w:rsidP="002A057A">
      <w:pPr>
        <w:pStyle w:val="afc"/>
      </w:pPr>
    </w:p>
    <w:p w14:paraId="61AC9B64" w14:textId="77777777" w:rsidR="002A057A" w:rsidRDefault="002A057A" w:rsidP="002A057A">
      <w:pPr>
        <w:pStyle w:val="afc"/>
      </w:pPr>
      <w:r>
        <w:t># Шаг 5: Установка приложений по инструкциям с официальных сайтов или с распаковкой архива</w:t>
      </w:r>
    </w:p>
    <w:p w14:paraId="35D23B1F" w14:textId="77777777" w:rsidR="002A057A" w:rsidRDefault="002A057A" w:rsidP="002A057A">
      <w:pPr>
        <w:pStyle w:val="afc"/>
      </w:pPr>
    </w:p>
    <w:p w14:paraId="5D32EE66" w14:textId="77777777" w:rsidR="002A057A" w:rsidRDefault="002A057A" w:rsidP="002A057A">
      <w:pPr>
        <w:pStyle w:val="afc"/>
      </w:pPr>
      <w:r>
        <w:t xml:space="preserve"># Установка </w:t>
      </w:r>
      <w:proofErr w:type="spellStart"/>
      <w:r>
        <w:t>Docker</w:t>
      </w:r>
      <w:proofErr w:type="spellEnd"/>
    </w:p>
    <w:p w14:paraId="05F0AC9B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"Скачивается и устанавливается: </w:t>
      </w:r>
      <w:proofErr w:type="spellStart"/>
      <w:r>
        <w:t>Docker</w:t>
      </w:r>
      <w:proofErr w:type="spellEnd"/>
      <w:r>
        <w:t>"</w:t>
      </w:r>
    </w:p>
    <w:p w14:paraId="7D1A58D9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# Add Docker's official GPG key:</w:t>
      </w:r>
    </w:p>
    <w:p w14:paraId="76CF72EA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apt-get update</w:t>
      </w:r>
    </w:p>
    <w:p w14:paraId="0F788567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apt-get install ca-certificates curl</w:t>
      </w:r>
    </w:p>
    <w:p w14:paraId="1DA286C7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install -my 0755 -d /</w:t>
      </w:r>
      <w:proofErr w:type="spellStart"/>
      <w:r w:rsidRPr="002A057A">
        <w:rPr>
          <w:lang w:val="en-US"/>
        </w:rPr>
        <w:t>etc</w:t>
      </w:r>
      <w:proofErr w:type="spellEnd"/>
      <w:r w:rsidRPr="002A057A">
        <w:rPr>
          <w:lang w:val="en-US"/>
        </w:rPr>
        <w:t>/apt/keyrings</w:t>
      </w:r>
    </w:p>
    <w:p w14:paraId="7F194945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curl -</w:t>
      </w:r>
      <w:proofErr w:type="spellStart"/>
      <w:r w:rsidRPr="002A057A">
        <w:rPr>
          <w:lang w:val="en-US"/>
        </w:rPr>
        <w:t>fsSL</w:t>
      </w:r>
      <w:proofErr w:type="spellEnd"/>
      <w:r w:rsidRPr="002A057A">
        <w:rPr>
          <w:lang w:val="en-US"/>
        </w:rPr>
        <w:t xml:space="preserve"> https://download.docker.com/linux/ubuntu/gpg -o /</w:t>
      </w:r>
      <w:proofErr w:type="spellStart"/>
      <w:r w:rsidRPr="002A057A">
        <w:rPr>
          <w:lang w:val="en-US"/>
        </w:rPr>
        <w:t>etc</w:t>
      </w:r>
      <w:proofErr w:type="spellEnd"/>
      <w:r w:rsidRPr="002A057A">
        <w:rPr>
          <w:lang w:val="en-US"/>
        </w:rPr>
        <w:t>/apt/keyrings/</w:t>
      </w:r>
      <w:proofErr w:type="spellStart"/>
      <w:r w:rsidRPr="002A057A">
        <w:rPr>
          <w:lang w:val="en-US"/>
        </w:rPr>
        <w:t>docker.asc</w:t>
      </w:r>
      <w:proofErr w:type="spellEnd"/>
    </w:p>
    <w:p w14:paraId="081CD920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</w:t>
      </w:r>
      <w:proofErr w:type="spellStart"/>
      <w:r w:rsidRPr="002A057A">
        <w:rPr>
          <w:lang w:val="en-US"/>
        </w:rPr>
        <w:t>chmod</w:t>
      </w:r>
      <w:proofErr w:type="spellEnd"/>
      <w:r w:rsidRPr="002A057A">
        <w:rPr>
          <w:lang w:val="en-US"/>
        </w:rPr>
        <w:t xml:space="preserve"> </w:t>
      </w:r>
      <w:proofErr w:type="spellStart"/>
      <w:r w:rsidRPr="002A057A">
        <w:rPr>
          <w:lang w:val="en-US"/>
        </w:rPr>
        <w:t>a+r</w:t>
      </w:r>
      <w:proofErr w:type="spellEnd"/>
      <w:r w:rsidRPr="002A057A">
        <w:rPr>
          <w:lang w:val="en-US"/>
        </w:rPr>
        <w:t xml:space="preserve"> /</w:t>
      </w:r>
      <w:proofErr w:type="spellStart"/>
      <w:r w:rsidRPr="002A057A">
        <w:rPr>
          <w:lang w:val="en-US"/>
        </w:rPr>
        <w:t>etc</w:t>
      </w:r>
      <w:proofErr w:type="spellEnd"/>
      <w:r w:rsidRPr="002A057A">
        <w:rPr>
          <w:lang w:val="en-US"/>
        </w:rPr>
        <w:t>/apt/keyrings/</w:t>
      </w:r>
      <w:proofErr w:type="spellStart"/>
      <w:r w:rsidRPr="002A057A">
        <w:rPr>
          <w:lang w:val="en-US"/>
        </w:rPr>
        <w:t>docker.asc</w:t>
      </w:r>
      <w:proofErr w:type="spellEnd"/>
    </w:p>
    <w:p w14:paraId="55C25A3E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# Add the repository to Apt sources:</w:t>
      </w:r>
    </w:p>
    <w:p w14:paraId="1C0CF084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echo \</w:t>
      </w:r>
    </w:p>
    <w:p w14:paraId="3773B253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"</w:t>
      </w:r>
      <w:proofErr w:type="gramStart"/>
      <w:r w:rsidRPr="002A057A">
        <w:rPr>
          <w:lang w:val="en-US"/>
        </w:rPr>
        <w:t>deb</w:t>
      </w:r>
      <w:proofErr w:type="gramEnd"/>
      <w:r w:rsidRPr="002A057A">
        <w:rPr>
          <w:lang w:val="en-US"/>
        </w:rPr>
        <w:t xml:space="preserve"> [arch=$(</w:t>
      </w:r>
      <w:proofErr w:type="spellStart"/>
      <w:r w:rsidRPr="002A057A">
        <w:rPr>
          <w:lang w:val="en-US"/>
        </w:rPr>
        <w:t>dpkg</w:t>
      </w:r>
      <w:proofErr w:type="spellEnd"/>
      <w:r w:rsidRPr="002A057A">
        <w:rPr>
          <w:lang w:val="en-US"/>
        </w:rPr>
        <w:t xml:space="preserve"> --print-architecture) signed-by=/</w:t>
      </w:r>
      <w:proofErr w:type="spellStart"/>
      <w:r w:rsidRPr="002A057A">
        <w:rPr>
          <w:lang w:val="en-US"/>
        </w:rPr>
        <w:t>etc</w:t>
      </w:r>
      <w:proofErr w:type="spellEnd"/>
      <w:r w:rsidRPr="002A057A">
        <w:rPr>
          <w:lang w:val="en-US"/>
        </w:rPr>
        <w:t>/apt/keyrings/</w:t>
      </w:r>
      <w:proofErr w:type="spellStart"/>
      <w:r w:rsidRPr="002A057A">
        <w:rPr>
          <w:lang w:val="en-US"/>
        </w:rPr>
        <w:t>docker.asc</w:t>
      </w:r>
      <w:proofErr w:type="spellEnd"/>
      <w:r w:rsidRPr="002A057A">
        <w:rPr>
          <w:lang w:val="en-US"/>
        </w:rPr>
        <w:t>] https://download.docker.com/linux/ubuntu \</w:t>
      </w:r>
    </w:p>
    <w:p w14:paraId="6C8CE0BB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  $(. /</w:t>
      </w:r>
      <w:proofErr w:type="spellStart"/>
      <w:r w:rsidRPr="002A057A">
        <w:rPr>
          <w:lang w:val="en-US"/>
        </w:rPr>
        <w:t>etc</w:t>
      </w:r>
      <w:proofErr w:type="spellEnd"/>
      <w:r w:rsidRPr="002A057A">
        <w:rPr>
          <w:lang w:val="en-US"/>
        </w:rPr>
        <w:t>/</w:t>
      </w:r>
      <w:proofErr w:type="spellStart"/>
      <w:r w:rsidRPr="002A057A">
        <w:rPr>
          <w:lang w:val="en-US"/>
        </w:rPr>
        <w:t>os</w:t>
      </w:r>
      <w:proofErr w:type="spellEnd"/>
      <w:r w:rsidRPr="002A057A">
        <w:rPr>
          <w:lang w:val="en-US"/>
        </w:rPr>
        <w:t>-release &amp;&amp; echo "${UBUNTU_</w:t>
      </w:r>
      <w:proofErr w:type="gramStart"/>
      <w:r w:rsidRPr="002A057A">
        <w:rPr>
          <w:lang w:val="en-US"/>
        </w:rPr>
        <w:t>CODENAME:-</w:t>
      </w:r>
      <w:proofErr w:type="gramEnd"/>
      <w:r w:rsidRPr="002A057A">
        <w:rPr>
          <w:lang w:val="en-US"/>
        </w:rPr>
        <w:t>$VERSION_</w:t>
      </w:r>
      <w:proofErr w:type="gramStart"/>
      <w:r w:rsidRPr="002A057A">
        <w:rPr>
          <w:lang w:val="en-US"/>
        </w:rPr>
        <w:t>CODENAME}"</w:t>
      </w:r>
      <w:proofErr w:type="gramEnd"/>
      <w:r w:rsidRPr="002A057A">
        <w:rPr>
          <w:lang w:val="en-US"/>
        </w:rPr>
        <w:t>) stable" | \</w:t>
      </w:r>
    </w:p>
    <w:p w14:paraId="73966A2E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lastRenderedPageBreak/>
        <w:t xml:space="preserve">  </w:t>
      </w: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tee /</w:t>
      </w:r>
      <w:proofErr w:type="spellStart"/>
      <w:r w:rsidRPr="002A057A">
        <w:rPr>
          <w:lang w:val="en-US"/>
        </w:rPr>
        <w:t>etc</w:t>
      </w:r>
      <w:proofErr w:type="spellEnd"/>
      <w:r w:rsidRPr="002A057A">
        <w:rPr>
          <w:lang w:val="en-US"/>
        </w:rPr>
        <w:t>/apt/</w:t>
      </w:r>
      <w:proofErr w:type="spellStart"/>
      <w:r w:rsidRPr="002A057A">
        <w:rPr>
          <w:lang w:val="en-US"/>
        </w:rPr>
        <w:t>sources.list.d</w:t>
      </w:r>
      <w:proofErr w:type="spellEnd"/>
      <w:r w:rsidRPr="002A057A">
        <w:rPr>
          <w:lang w:val="en-US"/>
        </w:rPr>
        <w:t>/</w:t>
      </w:r>
      <w:proofErr w:type="spellStart"/>
      <w:r w:rsidRPr="002A057A">
        <w:rPr>
          <w:lang w:val="en-US"/>
        </w:rPr>
        <w:t>docker.list</w:t>
      </w:r>
      <w:proofErr w:type="spellEnd"/>
      <w:r w:rsidRPr="002A057A">
        <w:rPr>
          <w:lang w:val="en-US"/>
        </w:rPr>
        <w:t xml:space="preserve"> &gt; /dev/null</w:t>
      </w:r>
    </w:p>
    <w:p w14:paraId="6C74577A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apt-get update</w:t>
      </w:r>
    </w:p>
    <w:p w14:paraId="464CCB65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apt-get install -y docker-</w:t>
      </w:r>
      <w:proofErr w:type="spellStart"/>
      <w:r w:rsidRPr="002A057A">
        <w:rPr>
          <w:lang w:val="en-US"/>
        </w:rPr>
        <w:t>ce</w:t>
      </w:r>
      <w:proofErr w:type="spellEnd"/>
      <w:r w:rsidRPr="002A057A">
        <w:rPr>
          <w:lang w:val="en-US"/>
        </w:rPr>
        <w:t xml:space="preserve"> docker-</w:t>
      </w:r>
      <w:proofErr w:type="spellStart"/>
      <w:r w:rsidRPr="002A057A">
        <w:rPr>
          <w:lang w:val="en-US"/>
        </w:rPr>
        <w:t>ce</w:t>
      </w:r>
      <w:proofErr w:type="spellEnd"/>
      <w:r w:rsidRPr="002A057A">
        <w:rPr>
          <w:lang w:val="en-US"/>
        </w:rPr>
        <w:t>-cli containerd.io docker-</w:t>
      </w:r>
      <w:proofErr w:type="spellStart"/>
      <w:r w:rsidRPr="002A057A">
        <w:rPr>
          <w:lang w:val="en-US"/>
        </w:rPr>
        <w:t>buildx</w:t>
      </w:r>
      <w:proofErr w:type="spellEnd"/>
      <w:r w:rsidRPr="002A057A">
        <w:rPr>
          <w:lang w:val="en-US"/>
        </w:rPr>
        <w:t>-plugin docker-compose-plugin</w:t>
      </w:r>
    </w:p>
    <w:p w14:paraId="0B23C713" w14:textId="77777777" w:rsidR="002A057A" w:rsidRPr="002A057A" w:rsidRDefault="002A057A" w:rsidP="002A057A">
      <w:pPr>
        <w:pStyle w:val="afc"/>
        <w:rPr>
          <w:lang w:val="en-US"/>
        </w:rPr>
      </w:pPr>
    </w:p>
    <w:p w14:paraId="7698CE29" w14:textId="77777777" w:rsidR="002A057A" w:rsidRDefault="002A057A" w:rsidP="002A057A">
      <w:pPr>
        <w:pStyle w:val="afc"/>
      </w:pPr>
      <w:r>
        <w:t xml:space="preserve"># Установка </w:t>
      </w:r>
      <w:proofErr w:type="spellStart"/>
      <w:r>
        <w:t>PyCharm</w:t>
      </w:r>
      <w:proofErr w:type="spellEnd"/>
      <w:r>
        <w:t xml:space="preserve"> (может не установиться с российского IP-адреса)</w:t>
      </w:r>
    </w:p>
    <w:p w14:paraId="5F29E5D1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"Скачивается и устанавливается: </w:t>
      </w:r>
      <w:proofErr w:type="spellStart"/>
      <w:r>
        <w:t>PyCharm</w:t>
      </w:r>
      <w:proofErr w:type="spellEnd"/>
      <w:r>
        <w:t>"</w:t>
      </w:r>
    </w:p>
    <w:p w14:paraId="6562648E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wget</w:t>
      </w:r>
      <w:proofErr w:type="spellEnd"/>
      <w:r w:rsidRPr="002A057A">
        <w:rPr>
          <w:lang w:val="en-US"/>
        </w:rPr>
        <w:t xml:space="preserve"> -O pycharm.tar.gz "hhttps://www.jetbrains.com/pycharm/download/download-thanks.html?platform=linux"</w:t>
      </w:r>
    </w:p>
    <w:p w14:paraId="0AB88F6E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tar -</w:t>
      </w:r>
      <w:proofErr w:type="spellStart"/>
      <w:r w:rsidRPr="002A057A">
        <w:rPr>
          <w:lang w:val="en-US"/>
        </w:rPr>
        <w:t>xzf</w:t>
      </w:r>
      <w:proofErr w:type="spellEnd"/>
      <w:r w:rsidRPr="002A057A">
        <w:rPr>
          <w:lang w:val="en-US"/>
        </w:rPr>
        <w:t xml:space="preserve"> pycharm.tar.gz -C /opt/</w:t>
      </w:r>
    </w:p>
    <w:p w14:paraId="65631B64" w14:textId="77777777" w:rsidR="002A057A" w:rsidRPr="002A057A" w:rsidRDefault="002A057A" w:rsidP="002A057A">
      <w:pPr>
        <w:pStyle w:val="afc"/>
        <w:rPr>
          <w:lang w:val="en-US"/>
        </w:rPr>
      </w:pPr>
    </w:p>
    <w:p w14:paraId="261EC085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# </w:t>
      </w:r>
      <w:r>
        <w:t>Установка</w:t>
      </w:r>
      <w:r w:rsidRPr="002A057A">
        <w:rPr>
          <w:lang w:val="en-US"/>
        </w:rPr>
        <w:t xml:space="preserve"> GitHub Desktop</w:t>
      </w:r>
    </w:p>
    <w:p w14:paraId="04CC6518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print_status</w:t>
      </w:r>
      <w:proofErr w:type="spellEnd"/>
      <w:r w:rsidRPr="002A057A">
        <w:rPr>
          <w:lang w:val="en-US"/>
        </w:rPr>
        <w:t xml:space="preserve"> "</w:t>
      </w:r>
      <w:r>
        <w:t>Скачивается</w:t>
      </w:r>
      <w:r w:rsidRPr="002A057A">
        <w:rPr>
          <w:lang w:val="en-US"/>
        </w:rPr>
        <w:t xml:space="preserve"> </w:t>
      </w:r>
      <w:r>
        <w:t>и</w:t>
      </w:r>
      <w:r w:rsidRPr="002A057A">
        <w:rPr>
          <w:lang w:val="en-US"/>
        </w:rPr>
        <w:t xml:space="preserve"> </w:t>
      </w:r>
      <w:r>
        <w:t>устанавливается</w:t>
      </w:r>
      <w:r w:rsidRPr="002A057A">
        <w:rPr>
          <w:lang w:val="en-US"/>
        </w:rPr>
        <w:t>: GitHub Desktop"</w:t>
      </w:r>
    </w:p>
    <w:p w14:paraId="304EF4BB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## Direct copy-paste from official </w:t>
      </w:r>
      <w:proofErr w:type="spellStart"/>
      <w:r w:rsidRPr="002A057A">
        <w:rPr>
          <w:lang w:val="en-US"/>
        </w:rPr>
        <w:t>instrubtions</w:t>
      </w:r>
      <w:proofErr w:type="spellEnd"/>
    </w:p>
    <w:p w14:paraId="600F6773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## </w:t>
      </w:r>
      <w:proofErr w:type="spellStart"/>
      <w:r w:rsidRPr="002A057A">
        <w:rPr>
          <w:lang w:val="en-US"/>
        </w:rPr>
        <w:t>Github</w:t>
      </w:r>
      <w:proofErr w:type="spellEnd"/>
      <w:r w:rsidRPr="002A057A">
        <w:rPr>
          <w:lang w:val="en-US"/>
        </w:rPr>
        <w:t xml:space="preserve"> Desktop for Ubuntu</w:t>
      </w:r>
    </w:p>
    <w:p w14:paraId="4A00857D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## Get the @shiftkey package feed</w:t>
      </w:r>
    </w:p>
    <w:p w14:paraId="110DD6AB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wget</w:t>
      </w:r>
      <w:proofErr w:type="spellEnd"/>
      <w:r w:rsidRPr="002A057A">
        <w:rPr>
          <w:lang w:val="en-US"/>
        </w:rPr>
        <w:t xml:space="preserve"> -</w:t>
      </w:r>
      <w:proofErr w:type="spellStart"/>
      <w:r w:rsidRPr="002A057A">
        <w:rPr>
          <w:lang w:val="en-US"/>
        </w:rPr>
        <w:t>qO</w:t>
      </w:r>
      <w:proofErr w:type="spellEnd"/>
      <w:r w:rsidRPr="002A057A">
        <w:rPr>
          <w:lang w:val="en-US"/>
        </w:rPr>
        <w:t xml:space="preserve"> - https://apt.packages.shiftkey.dev/gpg.key | </w:t>
      </w:r>
      <w:proofErr w:type="spellStart"/>
      <w:r w:rsidRPr="002A057A">
        <w:rPr>
          <w:lang w:val="en-US"/>
        </w:rPr>
        <w:t>gpg</w:t>
      </w:r>
      <w:proofErr w:type="spellEnd"/>
      <w:r w:rsidRPr="002A057A">
        <w:rPr>
          <w:lang w:val="en-US"/>
        </w:rPr>
        <w:t xml:space="preserve"> --</w:t>
      </w:r>
      <w:proofErr w:type="spellStart"/>
      <w:r w:rsidRPr="002A057A">
        <w:rPr>
          <w:lang w:val="en-US"/>
        </w:rPr>
        <w:t>dearmor</w:t>
      </w:r>
      <w:proofErr w:type="spellEnd"/>
      <w:r w:rsidRPr="002A057A">
        <w:rPr>
          <w:lang w:val="en-US"/>
        </w:rPr>
        <w:t xml:space="preserve"> | </w:t>
      </w: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tee /</w:t>
      </w:r>
      <w:proofErr w:type="spellStart"/>
      <w:r w:rsidRPr="002A057A">
        <w:rPr>
          <w:lang w:val="en-US"/>
        </w:rPr>
        <w:t>usr</w:t>
      </w:r>
      <w:proofErr w:type="spellEnd"/>
      <w:r w:rsidRPr="002A057A">
        <w:rPr>
          <w:lang w:val="en-US"/>
        </w:rPr>
        <w:t>/share/keyrings/</w:t>
      </w:r>
      <w:proofErr w:type="spellStart"/>
      <w:r w:rsidRPr="002A057A">
        <w:rPr>
          <w:lang w:val="en-US"/>
        </w:rPr>
        <w:t>shiftkey-packages.gpg</w:t>
      </w:r>
      <w:proofErr w:type="spellEnd"/>
      <w:r w:rsidRPr="002A057A">
        <w:rPr>
          <w:lang w:val="en-US"/>
        </w:rPr>
        <w:t xml:space="preserve"> &gt; /dev/null</w:t>
      </w:r>
    </w:p>
    <w:p w14:paraId="5AF111D2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</w:t>
      </w:r>
      <w:proofErr w:type="spellStart"/>
      <w:r w:rsidRPr="002A057A">
        <w:rPr>
          <w:lang w:val="en-US"/>
        </w:rPr>
        <w:t>sh</w:t>
      </w:r>
      <w:proofErr w:type="spellEnd"/>
      <w:r w:rsidRPr="002A057A">
        <w:rPr>
          <w:lang w:val="en-US"/>
        </w:rPr>
        <w:t xml:space="preserve"> -c 'echo "deb [arch=amd64 signed-by=/</w:t>
      </w:r>
      <w:proofErr w:type="spellStart"/>
      <w:r w:rsidRPr="002A057A">
        <w:rPr>
          <w:lang w:val="en-US"/>
        </w:rPr>
        <w:t>usr</w:t>
      </w:r>
      <w:proofErr w:type="spellEnd"/>
      <w:r w:rsidRPr="002A057A">
        <w:rPr>
          <w:lang w:val="en-US"/>
        </w:rPr>
        <w:t>/share/keyrings/</w:t>
      </w:r>
      <w:proofErr w:type="spellStart"/>
      <w:r w:rsidRPr="002A057A">
        <w:rPr>
          <w:lang w:val="en-US"/>
        </w:rPr>
        <w:t>shiftkey-packages.gpg</w:t>
      </w:r>
      <w:proofErr w:type="spellEnd"/>
      <w:proofErr w:type="gramStart"/>
      <w:r w:rsidRPr="002A057A">
        <w:rPr>
          <w:lang w:val="en-US"/>
        </w:rPr>
        <w:t>] https://apt.packages.shiftkey.dev/ubuntu/ any main" &gt; /</w:t>
      </w:r>
      <w:proofErr w:type="spellStart"/>
      <w:r w:rsidRPr="002A057A">
        <w:rPr>
          <w:lang w:val="en-US"/>
        </w:rPr>
        <w:t>etc</w:t>
      </w:r>
      <w:proofErr w:type="spellEnd"/>
      <w:r w:rsidRPr="002A057A">
        <w:rPr>
          <w:lang w:val="en-US"/>
        </w:rPr>
        <w:t>/apt/</w:t>
      </w:r>
      <w:proofErr w:type="spellStart"/>
      <w:r w:rsidRPr="002A057A">
        <w:rPr>
          <w:lang w:val="en-US"/>
        </w:rPr>
        <w:t>sources.list.d</w:t>
      </w:r>
      <w:proofErr w:type="spellEnd"/>
      <w:r w:rsidRPr="002A057A">
        <w:rPr>
          <w:lang w:val="en-US"/>
        </w:rPr>
        <w:t>/</w:t>
      </w:r>
      <w:proofErr w:type="spellStart"/>
      <w:r w:rsidRPr="002A057A">
        <w:rPr>
          <w:lang w:val="en-US"/>
        </w:rPr>
        <w:t>shiftkey-packages.list</w:t>
      </w:r>
      <w:proofErr w:type="spellEnd"/>
      <w:r w:rsidRPr="002A057A">
        <w:rPr>
          <w:lang w:val="en-US"/>
        </w:rPr>
        <w:t>'</w:t>
      </w:r>
      <w:proofErr w:type="gramEnd"/>
    </w:p>
    <w:p w14:paraId="6D458BDD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## Install </w:t>
      </w:r>
      <w:proofErr w:type="spellStart"/>
      <w:r w:rsidRPr="002A057A">
        <w:rPr>
          <w:lang w:val="en-US"/>
        </w:rPr>
        <w:t>Github</w:t>
      </w:r>
      <w:proofErr w:type="spellEnd"/>
      <w:r w:rsidRPr="002A057A">
        <w:rPr>
          <w:lang w:val="en-US"/>
        </w:rPr>
        <w:t xml:space="preserve"> Desktop for Ubuntu</w:t>
      </w:r>
    </w:p>
    <w:p w14:paraId="201390AD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 update &amp;&amp; </w:t>
      </w: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 install -y </w:t>
      </w:r>
      <w:proofErr w:type="spellStart"/>
      <w:r w:rsidRPr="002A057A">
        <w:rPr>
          <w:lang w:val="en-US"/>
        </w:rPr>
        <w:t>github</w:t>
      </w:r>
      <w:proofErr w:type="spellEnd"/>
      <w:r w:rsidRPr="002A057A">
        <w:rPr>
          <w:lang w:val="en-US"/>
        </w:rPr>
        <w:t>-desktop</w:t>
      </w:r>
    </w:p>
    <w:p w14:paraId="29A20C33" w14:textId="77777777" w:rsidR="002A057A" w:rsidRPr="002A057A" w:rsidRDefault="002A057A" w:rsidP="002A057A">
      <w:pPr>
        <w:pStyle w:val="afc"/>
        <w:rPr>
          <w:lang w:val="en-US"/>
        </w:rPr>
      </w:pPr>
    </w:p>
    <w:p w14:paraId="48BAC1B7" w14:textId="77777777" w:rsidR="002A057A" w:rsidRDefault="002A057A" w:rsidP="002A057A">
      <w:pPr>
        <w:pStyle w:val="afc"/>
      </w:pPr>
      <w:r>
        <w:t xml:space="preserve"># Установка </w:t>
      </w:r>
      <w:proofErr w:type="spellStart"/>
      <w:r>
        <w:t>Julia</w:t>
      </w:r>
      <w:proofErr w:type="spellEnd"/>
    </w:p>
    <w:p w14:paraId="3FA6645E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"Скачивается и устанавливается: </w:t>
      </w:r>
      <w:proofErr w:type="spellStart"/>
      <w:r>
        <w:t>Julia</w:t>
      </w:r>
      <w:proofErr w:type="spellEnd"/>
      <w:r>
        <w:t>"</w:t>
      </w:r>
    </w:p>
    <w:p w14:paraId="6D6550A6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wget</w:t>
      </w:r>
      <w:proofErr w:type="spellEnd"/>
      <w:r w:rsidRPr="002A057A">
        <w:rPr>
          <w:lang w:val="en-US"/>
        </w:rPr>
        <w:t xml:space="preserve"> https://julialang-s3.julialang.org/bin/linux/x64/1.11/julia-1.11.7-linux-x86_64.tar.gz</w:t>
      </w:r>
    </w:p>
    <w:p w14:paraId="62D3DCB9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tar </w:t>
      </w:r>
      <w:proofErr w:type="spellStart"/>
      <w:r w:rsidRPr="002A057A">
        <w:rPr>
          <w:lang w:val="en-US"/>
        </w:rPr>
        <w:t>zxvf</w:t>
      </w:r>
      <w:proofErr w:type="spellEnd"/>
      <w:r w:rsidRPr="002A057A">
        <w:rPr>
          <w:lang w:val="en-US"/>
        </w:rPr>
        <w:t xml:space="preserve"> julia-1.11.7-linux-x86_64.tar.gz</w:t>
      </w:r>
    </w:p>
    <w:p w14:paraId="74C79F1D" w14:textId="77777777" w:rsidR="002A057A" w:rsidRPr="002A057A" w:rsidRDefault="002A057A" w:rsidP="002A057A">
      <w:pPr>
        <w:pStyle w:val="afc"/>
        <w:rPr>
          <w:lang w:val="en-US"/>
        </w:rPr>
      </w:pPr>
    </w:p>
    <w:p w14:paraId="293009AE" w14:textId="77777777" w:rsidR="002A057A" w:rsidRDefault="002A057A" w:rsidP="002A057A">
      <w:pPr>
        <w:pStyle w:val="afc"/>
      </w:pPr>
      <w:r>
        <w:t xml:space="preserve"># Установка </w:t>
      </w:r>
      <w:proofErr w:type="spellStart"/>
      <w:r>
        <w:t>Zettlr</w:t>
      </w:r>
      <w:proofErr w:type="spellEnd"/>
    </w:p>
    <w:p w14:paraId="32F032A7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"Скачивается и устанавливается: </w:t>
      </w:r>
      <w:proofErr w:type="spellStart"/>
      <w:r>
        <w:t>Zettlr</w:t>
      </w:r>
      <w:proofErr w:type="spellEnd"/>
      <w:r>
        <w:t>"</w:t>
      </w:r>
    </w:p>
    <w:p w14:paraId="43D3ED5C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curl -s --compressed "https://apt.zettlr.com/</w:t>
      </w:r>
      <w:proofErr w:type="spellStart"/>
      <w:r w:rsidRPr="002A057A">
        <w:rPr>
          <w:lang w:val="en-US"/>
        </w:rPr>
        <w:t>KEY.gpg</w:t>
      </w:r>
      <w:proofErr w:type="spellEnd"/>
      <w:r w:rsidRPr="002A057A">
        <w:rPr>
          <w:lang w:val="en-US"/>
        </w:rPr>
        <w:t xml:space="preserve">" | </w:t>
      </w:r>
      <w:proofErr w:type="spellStart"/>
      <w:r w:rsidRPr="002A057A">
        <w:rPr>
          <w:lang w:val="en-US"/>
        </w:rPr>
        <w:t>gpg</w:t>
      </w:r>
      <w:proofErr w:type="spellEnd"/>
      <w:r w:rsidRPr="002A057A">
        <w:rPr>
          <w:lang w:val="en-US"/>
        </w:rPr>
        <w:t xml:space="preserve"> --</w:t>
      </w:r>
      <w:proofErr w:type="spellStart"/>
      <w:r w:rsidRPr="002A057A">
        <w:rPr>
          <w:lang w:val="en-US"/>
        </w:rPr>
        <w:t>dearmor</w:t>
      </w:r>
      <w:proofErr w:type="spellEnd"/>
      <w:r w:rsidRPr="002A057A">
        <w:rPr>
          <w:lang w:val="en-US"/>
        </w:rPr>
        <w:t xml:space="preserve"> | </w:t>
      </w: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tee /</w:t>
      </w:r>
      <w:proofErr w:type="spellStart"/>
      <w:r w:rsidRPr="002A057A">
        <w:rPr>
          <w:lang w:val="en-US"/>
        </w:rPr>
        <w:t>etc</w:t>
      </w:r>
      <w:proofErr w:type="spellEnd"/>
      <w:r w:rsidRPr="002A057A">
        <w:rPr>
          <w:lang w:val="en-US"/>
        </w:rPr>
        <w:t>/apt/</w:t>
      </w:r>
      <w:proofErr w:type="spellStart"/>
      <w:r w:rsidRPr="002A057A">
        <w:rPr>
          <w:lang w:val="en-US"/>
        </w:rPr>
        <w:t>trusted.gpg.d</w:t>
      </w:r>
      <w:proofErr w:type="spellEnd"/>
      <w:r w:rsidRPr="002A057A">
        <w:rPr>
          <w:lang w:val="en-US"/>
        </w:rPr>
        <w:t>/</w:t>
      </w:r>
      <w:proofErr w:type="spellStart"/>
      <w:r w:rsidRPr="002A057A">
        <w:rPr>
          <w:lang w:val="en-US"/>
        </w:rPr>
        <w:t>zettlr_apt.gpg</w:t>
      </w:r>
      <w:proofErr w:type="spellEnd"/>
      <w:r w:rsidRPr="002A057A">
        <w:rPr>
          <w:lang w:val="en-US"/>
        </w:rPr>
        <w:t xml:space="preserve"> &gt; /dev/null</w:t>
      </w:r>
    </w:p>
    <w:p w14:paraId="3445C135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curl -s --compressed -o /</w:t>
      </w:r>
      <w:proofErr w:type="spellStart"/>
      <w:r w:rsidRPr="002A057A">
        <w:rPr>
          <w:lang w:val="en-US"/>
        </w:rPr>
        <w:t>etc</w:t>
      </w:r>
      <w:proofErr w:type="spellEnd"/>
      <w:r w:rsidRPr="002A057A">
        <w:rPr>
          <w:lang w:val="en-US"/>
        </w:rPr>
        <w:t>/apt/</w:t>
      </w:r>
      <w:proofErr w:type="spellStart"/>
      <w:r w:rsidRPr="002A057A">
        <w:rPr>
          <w:lang w:val="en-US"/>
        </w:rPr>
        <w:t>sources.list.d</w:t>
      </w:r>
      <w:proofErr w:type="spellEnd"/>
      <w:r w:rsidRPr="002A057A">
        <w:rPr>
          <w:lang w:val="en-US"/>
        </w:rPr>
        <w:t>/</w:t>
      </w:r>
      <w:proofErr w:type="spellStart"/>
      <w:r w:rsidRPr="002A057A">
        <w:rPr>
          <w:lang w:val="en-US"/>
        </w:rPr>
        <w:t>zettlr.list</w:t>
      </w:r>
      <w:proofErr w:type="spellEnd"/>
      <w:r w:rsidRPr="002A057A">
        <w:rPr>
          <w:lang w:val="en-US"/>
        </w:rPr>
        <w:t xml:space="preserve"> "https://apt.zettlr.com/</w:t>
      </w:r>
      <w:proofErr w:type="spellStart"/>
      <w:r w:rsidRPr="002A057A">
        <w:rPr>
          <w:lang w:val="en-US"/>
        </w:rPr>
        <w:t>zettlr.list</w:t>
      </w:r>
      <w:proofErr w:type="spellEnd"/>
      <w:r w:rsidRPr="002A057A">
        <w:rPr>
          <w:lang w:val="en-US"/>
        </w:rPr>
        <w:t>"</w:t>
      </w:r>
    </w:p>
    <w:p w14:paraId="7311DF79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 update</w:t>
      </w:r>
    </w:p>
    <w:p w14:paraId="0FB72144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 install -y </w:t>
      </w:r>
      <w:proofErr w:type="spellStart"/>
      <w:r w:rsidRPr="002A057A">
        <w:rPr>
          <w:lang w:val="en-US"/>
        </w:rPr>
        <w:t>zettlr</w:t>
      </w:r>
      <w:proofErr w:type="spellEnd"/>
    </w:p>
    <w:p w14:paraId="7F83EE5D" w14:textId="77777777" w:rsidR="002A057A" w:rsidRPr="002A057A" w:rsidRDefault="002A057A" w:rsidP="002A057A">
      <w:pPr>
        <w:pStyle w:val="afc"/>
        <w:rPr>
          <w:lang w:val="en-US"/>
        </w:rPr>
      </w:pPr>
    </w:p>
    <w:p w14:paraId="035C5CA0" w14:textId="77777777" w:rsidR="002A057A" w:rsidRDefault="002A057A" w:rsidP="002A057A">
      <w:pPr>
        <w:pStyle w:val="afc"/>
      </w:pPr>
      <w:r>
        <w:t xml:space="preserve"># Установка </w:t>
      </w:r>
      <w:proofErr w:type="spellStart"/>
      <w:r>
        <w:t>MiKTeX</w:t>
      </w:r>
      <w:proofErr w:type="spellEnd"/>
    </w:p>
    <w:p w14:paraId="095A1CE7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"Скачивается и устанавливается: </w:t>
      </w:r>
      <w:proofErr w:type="spellStart"/>
      <w:r>
        <w:t>MiKTeX</w:t>
      </w:r>
      <w:proofErr w:type="spellEnd"/>
      <w:r>
        <w:t>"</w:t>
      </w:r>
    </w:p>
    <w:p w14:paraId="611374ED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curl -</w:t>
      </w:r>
      <w:proofErr w:type="spellStart"/>
      <w:r w:rsidRPr="002A057A">
        <w:rPr>
          <w:lang w:val="en-US"/>
        </w:rPr>
        <w:t>fsSL</w:t>
      </w:r>
      <w:proofErr w:type="spellEnd"/>
      <w:r w:rsidRPr="002A057A">
        <w:rPr>
          <w:lang w:val="en-US"/>
        </w:rPr>
        <w:t xml:space="preserve"> https://miktex.org/download/key | </w:t>
      </w: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</w:t>
      </w:r>
      <w:proofErr w:type="spellStart"/>
      <w:r w:rsidRPr="002A057A">
        <w:rPr>
          <w:lang w:val="en-US"/>
        </w:rPr>
        <w:t>gpg</w:t>
      </w:r>
      <w:proofErr w:type="spellEnd"/>
      <w:r w:rsidRPr="002A057A">
        <w:rPr>
          <w:lang w:val="en-US"/>
        </w:rPr>
        <w:t xml:space="preserve"> --</w:t>
      </w:r>
      <w:proofErr w:type="spellStart"/>
      <w:r w:rsidRPr="002A057A">
        <w:rPr>
          <w:lang w:val="en-US"/>
        </w:rPr>
        <w:t>dearmor</w:t>
      </w:r>
      <w:proofErr w:type="spellEnd"/>
      <w:r w:rsidRPr="002A057A">
        <w:rPr>
          <w:lang w:val="en-US"/>
        </w:rPr>
        <w:t xml:space="preserve"> -o /</w:t>
      </w:r>
      <w:proofErr w:type="spellStart"/>
      <w:r w:rsidRPr="002A057A">
        <w:rPr>
          <w:lang w:val="en-US"/>
        </w:rPr>
        <w:t>usr</w:t>
      </w:r>
      <w:proofErr w:type="spellEnd"/>
      <w:r w:rsidRPr="002A057A">
        <w:rPr>
          <w:lang w:val="en-US"/>
        </w:rPr>
        <w:t>/share/keyrings/</w:t>
      </w:r>
      <w:proofErr w:type="spellStart"/>
      <w:r w:rsidRPr="002A057A">
        <w:rPr>
          <w:lang w:val="en-US"/>
        </w:rPr>
        <w:t>miktex.gpg</w:t>
      </w:r>
      <w:proofErr w:type="spellEnd"/>
    </w:p>
    <w:p w14:paraId="42798BFA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echo "deb [signed-by=/</w:t>
      </w:r>
      <w:proofErr w:type="spellStart"/>
      <w:r w:rsidRPr="002A057A">
        <w:rPr>
          <w:lang w:val="en-US"/>
        </w:rPr>
        <w:t>usr</w:t>
      </w:r>
      <w:proofErr w:type="spellEnd"/>
      <w:r w:rsidRPr="002A057A">
        <w:rPr>
          <w:lang w:val="en-US"/>
        </w:rPr>
        <w:t>/share/keyrings/</w:t>
      </w:r>
      <w:proofErr w:type="spellStart"/>
      <w:r w:rsidRPr="002A057A">
        <w:rPr>
          <w:lang w:val="en-US"/>
        </w:rPr>
        <w:t>miktex.gpg</w:t>
      </w:r>
      <w:proofErr w:type="spellEnd"/>
      <w:r w:rsidRPr="002A057A">
        <w:rPr>
          <w:lang w:val="en-US"/>
        </w:rPr>
        <w:t xml:space="preserve">] https://miktex.org/download/ubuntu </w:t>
      </w:r>
      <w:proofErr w:type="spellStart"/>
      <w:r w:rsidRPr="002A057A">
        <w:rPr>
          <w:lang w:val="en-US"/>
        </w:rPr>
        <w:t>jammy</w:t>
      </w:r>
      <w:proofErr w:type="spellEnd"/>
      <w:r w:rsidRPr="002A057A">
        <w:rPr>
          <w:lang w:val="en-US"/>
        </w:rPr>
        <w:t xml:space="preserve"> universe" | </w:t>
      </w: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tee /</w:t>
      </w:r>
      <w:proofErr w:type="spellStart"/>
      <w:r w:rsidRPr="002A057A">
        <w:rPr>
          <w:lang w:val="en-US"/>
        </w:rPr>
        <w:t>etc</w:t>
      </w:r>
      <w:proofErr w:type="spellEnd"/>
      <w:r w:rsidRPr="002A057A">
        <w:rPr>
          <w:lang w:val="en-US"/>
        </w:rPr>
        <w:t>/apt/</w:t>
      </w:r>
      <w:proofErr w:type="spellStart"/>
      <w:r w:rsidRPr="002A057A">
        <w:rPr>
          <w:lang w:val="en-US"/>
        </w:rPr>
        <w:t>sources.list.d</w:t>
      </w:r>
      <w:proofErr w:type="spellEnd"/>
      <w:r w:rsidRPr="002A057A">
        <w:rPr>
          <w:lang w:val="en-US"/>
        </w:rPr>
        <w:t>/</w:t>
      </w:r>
      <w:proofErr w:type="spellStart"/>
      <w:r w:rsidRPr="002A057A">
        <w:rPr>
          <w:lang w:val="en-US"/>
        </w:rPr>
        <w:t>miktex.list</w:t>
      </w:r>
      <w:proofErr w:type="spellEnd"/>
    </w:p>
    <w:p w14:paraId="4BFBD487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apt-get update</w:t>
      </w:r>
    </w:p>
    <w:p w14:paraId="17152FAA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apt-get install -y </w:t>
      </w:r>
      <w:proofErr w:type="spellStart"/>
      <w:r w:rsidRPr="002A057A">
        <w:rPr>
          <w:lang w:val="en-US"/>
        </w:rPr>
        <w:t>miktex</w:t>
      </w:r>
      <w:proofErr w:type="spellEnd"/>
    </w:p>
    <w:p w14:paraId="22D24076" w14:textId="77777777" w:rsidR="002A057A" w:rsidRPr="002A057A" w:rsidRDefault="002A057A" w:rsidP="002A057A">
      <w:pPr>
        <w:pStyle w:val="afc"/>
        <w:rPr>
          <w:lang w:val="en-US"/>
        </w:rPr>
      </w:pPr>
    </w:p>
    <w:p w14:paraId="76FFAF14" w14:textId="77777777" w:rsidR="002A057A" w:rsidRDefault="002A057A" w:rsidP="002A057A">
      <w:pPr>
        <w:pStyle w:val="afc"/>
      </w:pPr>
      <w:r>
        <w:t xml:space="preserve"># Установка </w:t>
      </w:r>
      <w:proofErr w:type="spellStart"/>
      <w:r>
        <w:t>TeXstudio</w:t>
      </w:r>
      <w:proofErr w:type="spellEnd"/>
    </w:p>
    <w:p w14:paraId="49EC85A8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"Скачивается и устанавливается: </w:t>
      </w:r>
      <w:proofErr w:type="spellStart"/>
      <w:r>
        <w:t>TeXstudio</w:t>
      </w:r>
      <w:proofErr w:type="spellEnd"/>
      <w:r>
        <w:t>"</w:t>
      </w:r>
    </w:p>
    <w:p w14:paraId="11D04D62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add-apt-repository </w:t>
      </w:r>
      <w:proofErr w:type="spellStart"/>
      <w:proofErr w:type="gramStart"/>
      <w:r w:rsidRPr="002A057A">
        <w:rPr>
          <w:lang w:val="en-US"/>
        </w:rPr>
        <w:t>ppa:sunderme</w:t>
      </w:r>
      <w:proofErr w:type="spellEnd"/>
      <w:proofErr w:type="gramEnd"/>
      <w:r w:rsidRPr="002A057A">
        <w:rPr>
          <w:lang w:val="en-US"/>
        </w:rPr>
        <w:t>/</w:t>
      </w:r>
      <w:proofErr w:type="spellStart"/>
      <w:r w:rsidRPr="002A057A">
        <w:rPr>
          <w:lang w:val="en-US"/>
        </w:rPr>
        <w:t>texstudio</w:t>
      </w:r>
      <w:proofErr w:type="spellEnd"/>
    </w:p>
    <w:p w14:paraId="7F3569C9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apt-get install -y </w:t>
      </w:r>
      <w:proofErr w:type="spellStart"/>
      <w:r w:rsidRPr="002A057A">
        <w:rPr>
          <w:lang w:val="en-US"/>
        </w:rPr>
        <w:t>texstudio</w:t>
      </w:r>
      <w:proofErr w:type="spellEnd"/>
    </w:p>
    <w:p w14:paraId="3F284545" w14:textId="77777777" w:rsidR="002A057A" w:rsidRPr="002A057A" w:rsidRDefault="002A057A" w:rsidP="002A057A">
      <w:pPr>
        <w:pStyle w:val="afc"/>
        <w:rPr>
          <w:lang w:val="en-US"/>
        </w:rPr>
      </w:pPr>
    </w:p>
    <w:p w14:paraId="06F64EA6" w14:textId="77777777" w:rsidR="002A057A" w:rsidRDefault="002A057A" w:rsidP="002A057A">
      <w:pPr>
        <w:pStyle w:val="afc"/>
      </w:pPr>
      <w:r>
        <w:t xml:space="preserve"># Установка </w:t>
      </w:r>
      <w:proofErr w:type="spellStart"/>
      <w:r>
        <w:t>Anaconda</w:t>
      </w:r>
      <w:proofErr w:type="spellEnd"/>
    </w:p>
    <w:p w14:paraId="3233DCF8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"Скачивается и устанавливается: </w:t>
      </w:r>
      <w:proofErr w:type="spellStart"/>
      <w:r>
        <w:t>Anaconda</w:t>
      </w:r>
      <w:proofErr w:type="spellEnd"/>
      <w:r>
        <w:t>"</w:t>
      </w:r>
    </w:p>
    <w:p w14:paraId="0AB0E572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wget</w:t>
      </w:r>
      <w:proofErr w:type="spellEnd"/>
      <w:r w:rsidRPr="002A057A">
        <w:rPr>
          <w:lang w:val="en-US"/>
        </w:rPr>
        <w:t xml:space="preserve"> https://repo.anaconda.com/archive/Anaconda3-2019.03-Linux-x86_64.sh</w:t>
      </w:r>
    </w:p>
    <w:p w14:paraId="3F5F079A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lastRenderedPageBreak/>
        <w:t>bash Anaconda3-2019.03-Linux-x86_64.sh -b</w:t>
      </w:r>
    </w:p>
    <w:p w14:paraId="3BB379D5" w14:textId="77777777" w:rsidR="002A057A" w:rsidRPr="002A057A" w:rsidRDefault="002A057A" w:rsidP="002A057A">
      <w:pPr>
        <w:pStyle w:val="afc"/>
        <w:rPr>
          <w:lang w:val="en-US"/>
        </w:rPr>
      </w:pPr>
    </w:p>
    <w:p w14:paraId="6F55C6E1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# </w:t>
      </w:r>
      <w:r>
        <w:t>Установка</w:t>
      </w:r>
      <w:r w:rsidRPr="002A057A">
        <w:rPr>
          <w:lang w:val="en-US"/>
        </w:rPr>
        <w:t xml:space="preserve"> Google Chrome</w:t>
      </w:r>
    </w:p>
    <w:p w14:paraId="48BB9229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print_status</w:t>
      </w:r>
      <w:proofErr w:type="spellEnd"/>
      <w:r w:rsidRPr="002A057A">
        <w:rPr>
          <w:lang w:val="en-US"/>
        </w:rPr>
        <w:t xml:space="preserve"> "</w:t>
      </w:r>
      <w:r>
        <w:t>Скачивается</w:t>
      </w:r>
      <w:r w:rsidRPr="002A057A">
        <w:rPr>
          <w:lang w:val="en-US"/>
        </w:rPr>
        <w:t xml:space="preserve"> </w:t>
      </w:r>
      <w:r>
        <w:t>и</w:t>
      </w:r>
      <w:r w:rsidRPr="002A057A">
        <w:rPr>
          <w:lang w:val="en-US"/>
        </w:rPr>
        <w:t xml:space="preserve"> </w:t>
      </w:r>
      <w:r>
        <w:t>устанавливается</w:t>
      </w:r>
      <w:r w:rsidRPr="002A057A">
        <w:rPr>
          <w:lang w:val="en-US"/>
        </w:rPr>
        <w:t>: Google Chrome"</w:t>
      </w:r>
    </w:p>
    <w:p w14:paraId="5EE30270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wget</w:t>
      </w:r>
      <w:proofErr w:type="spellEnd"/>
      <w:r w:rsidRPr="002A057A">
        <w:rPr>
          <w:lang w:val="en-US"/>
        </w:rPr>
        <w:t xml:space="preserve"> https://dl.google.com/linux/direct/google-chrome-stable_current_amd64.deb</w:t>
      </w:r>
    </w:p>
    <w:p w14:paraId="45E170D5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sudo</w:t>
      </w:r>
      <w:proofErr w:type="spellEnd"/>
      <w:r w:rsidRPr="002A057A">
        <w:rPr>
          <w:lang w:val="en-US"/>
        </w:rPr>
        <w:t xml:space="preserve"> </w:t>
      </w:r>
      <w:proofErr w:type="spellStart"/>
      <w:r w:rsidRPr="002A057A">
        <w:rPr>
          <w:lang w:val="en-US"/>
        </w:rPr>
        <w:t>dpkg</w:t>
      </w:r>
      <w:proofErr w:type="spellEnd"/>
      <w:r w:rsidRPr="002A057A">
        <w:rPr>
          <w:lang w:val="en-US"/>
        </w:rPr>
        <w:t xml:space="preserve"> -</w:t>
      </w:r>
      <w:proofErr w:type="spellStart"/>
      <w:r w:rsidRPr="002A057A">
        <w:rPr>
          <w:lang w:val="en-US"/>
        </w:rPr>
        <w:t>yi</w:t>
      </w:r>
      <w:proofErr w:type="spellEnd"/>
      <w:r w:rsidRPr="002A057A">
        <w:rPr>
          <w:lang w:val="en-US"/>
        </w:rPr>
        <w:t xml:space="preserve"> google-chrome-stable_current_amd64.deb</w:t>
      </w:r>
    </w:p>
    <w:p w14:paraId="74B275AA" w14:textId="77777777" w:rsidR="002A057A" w:rsidRPr="002A057A" w:rsidRDefault="002A057A" w:rsidP="002A057A">
      <w:pPr>
        <w:pStyle w:val="afc"/>
        <w:rPr>
          <w:lang w:val="en-US"/>
        </w:rPr>
      </w:pPr>
    </w:p>
    <w:p w14:paraId="7D58F63C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# </w:t>
      </w:r>
      <w:r>
        <w:t>Установка</w:t>
      </w:r>
      <w:r w:rsidRPr="002A057A">
        <w:rPr>
          <w:lang w:val="en-US"/>
        </w:rPr>
        <w:t xml:space="preserve"> </w:t>
      </w:r>
      <w:r>
        <w:t>расширений</w:t>
      </w:r>
      <w:r w:rsidRPr="002A057A">
        <w:rPr>
          <w:lang w:val="en-US"/>
        </w:rPr>
        <w:t xml:space="preserve"> </w:t>
      </w:r>
      <w:r>
        <w:t>для</w:t>
      </w:r>
      <w:r w:rsidRPr="002A057A">
        <w:rPr>
          <w:lang w:val="en-US"/>
        </w:rPr>
        <w:t xml:space="preserve"> VS Code</w:t>
      </w:r>
    </w:p>
    <w:p w14:paraId="58EB692F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code --install-extension </w:t>
      </w:r>
      <w:proofErr w:type="spellStart"/>
      <w:proofErr w:type="gramStart"/>
      <w:r w:rsidRPr="002A057A">
        <w:rPr>
          <w:lang w:val="en-US"/>
        </w:rPr>
        <w:t>julialang.language</w:t>
      </w:r>
      <w:proofErr w:type="gramEnd"/>
      <w:r w:rsidRPr="002A057A">
        <w:rPr>
          <w:lang w:val="en-US"/>
        </w:rPr>
        <w:t>-julia</w:t>
      </w:r>
      <w:proofErr w:type="spellEnd"/>
    </w:p>
    <w:p w14:paraId="5A2F26FC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code --install-extension </w:t>
      </w:r>
      <w:proofErr w:type="spellStart"/>
      <w:r w:rsidRPr="002A057A">
        <w:rPr>
          <w:lang w:val="en-US"/>
        </w:rPr>
        <w:t>ms-</w:t>
      </w:r>
      <w:proofErr w:type="gramStart"/>
      <w:r w:rsidRPr="002A057A">
        <w:rPr>
          <w:lang w:val="en-US"/>
        </w:rPr>
        <w:t>python.python</w:t>
      </w:r>
      <w:proofErr w:type="spellEnd"/>
      <w:proofErr w:type="gramEnd"/>
    </w:p>
    <w:p w14:paraId="5DF77580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code --install-extension rust-</w:t>
      </w:r>
      <w:proofErr w:type="spellStart"/>
      <w:proofErr w:type="gramStart"/>
      <w:r w:rsidRPr="002A057A">
        <w:rPr>
          <w:lang w:val="en-US"/>
        </w:rPr>
        <w:t>lang.rust</w:t>
      </w:r>
      <w:proofErr w:type="spellEnd"/>
      <w:proofErr w:type="gramEnd"/>
      <w:r w:rsidRPr="002A057A">
        <w:rPr>
          <w:lang w:val="en-US"/>
        </w:rPr>
        <w:t>-analyzer</w:t>
      </w:r>
    </w:p>
    <w:p w14:paraId="7963952D" w14:textId="77777777" w:rsidR="002A057A" w:rsidRPr="002A057A" w:rsidRDefault="002A057A" w:rsidP="002A057A">
      <w:pPr>
        <w:pStyle w:val="afc"/>
        <w:rPr>
          <w:lang w:val="en-US"/>
        </w:rPr>
      </w:pPr>
    </w:p>
    <w:p w14:paraId="7C5ECBD7" w14:textId="77777777" w:rsidR="002A057A" w:rsidRDefault="002A057A" w:rsidP="002A057A">
      <w:pPr>
        <w:pStyle w:val="afc"/>
      </w:pPr>
      <w:r>
        <w:t># Удаляем временную директорию</w:t>
      </w:r>
    </w:p>
    <w:p w14:paraId="5BBEF7E8" w14:textId="77777777" w:rsidR="002A057A" w:rsidRDefault="002A057A" w:rsidP="002A057A">
      <w:pPr>
        <w:pStyle w:val="afc"/>
      </w:pPr>
      <w:proofErr w:type="spellStart"/>
      <w:r>
        <w:t>rm</w:t>
      </w:r>
      <w:proofErr w:type="spellEnd"/>
      <w:r>
        <w:t xml:space="preserve"> -</w:t>
      </w:r>
      <w:proofErr w:type="spellStart"/>
      <w:r>
        <w:t>rf</w:t>
      </w:r>
      <w:proofErr w:type="spellEnd"/>
      <w:r>
        <w:t xml:space="preserve"> "$TEMP_DIR"</w:t>
      </w:r>
    </w:p>
    <w:p w14:paraId="48396269" w14:textId="77777777" w:rsidR="002A057A" w:rsidRDefault="002A057A" w:rsidP="002A057A">
      <w:pPr>
        <w:pStyle w:val="afc"/>
      </w:pPr>
    </w:p>
    <w:p w14:paraId="5C813BE5" w14:textId="77777777" w:rsidR="002A057A" w:rsidRDefault="002A057A" w:rsidP="002A057A">
      <w:pPr>
        <w:pStyle w:val="afc"/>
      </w:pPr>
      <w:r>
        <w:t># Шаг 6: Очистка кэша</w:t>
      </w:r>
    </w:p>
    <w:p w14:paraId="64E3B3A7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"Шаг 6: Очистка кэша пакетов..."</w:t>
      </w:r>
    </w:p>
    <w:p w14:paraId="0E700A5A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apt </w:t>
      </w:r>
      <w:proofErr w:type="spellStart"/>
      <w:r w:rsidRPr="002A057A">
        <w:rPr>
          <w:lang w:val="en-US"/>
        </w:rPr>
        <w:t>autoremove</w:t>
      </w:r>
      <w:proofErr w:type="spellEnd"/>
      <w:r w:rsidRPr="002A057A">
        <w:rPr>
          <w:lang w:val="en-US"/>
        </w:rPr>
        <w:t xml:space="preserve"> -y</w:t>
      </w:r>
    </w:p>
    <w:p w14:paraId="7B49DBC2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>apt clean</w:t>
      </w:r>
    </w:p>
    <w:p w14:paraId="5B80A31A" w14:textId="77777777" w:rsidR="002A057A" w:rsidRPr="002A057A" w:rsidRDefault="002A057A" w:rsidP="002A057A">
      <w:pPr>
        <w:pStyle w:val="afc"/>
        <w:rPr>
          <w:lang w:val="en-US"/>
        </w:rPr>
      </w:pPr>
    </w:p>
    <w:p w14:paraId="70FDFF93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print_status</w:t>
      </w:r>
      <w:proofErr w:type="spellEnd"/>
      <w:r w:rsidRPr="002A057A">
        <w:rPr>
          <w:lang w:val="en-US"/>
        </w:rPr>
        <w:t xml:space="preserve"> "============================================="</w:t>
      </w:r>
    </w:p>
    <w:p w14:paraId="5B429027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"Установка ПО завершена!"</w:t>
      </w:r>
    </w:p>
    <w:p w14:paraId="23A11BC9" w14:textId="77777777" w:rsidR="002A057A" w:rsidRPr="002A057A" w:rsidRDefault="002A057A" w:rsidP="002A057A">
      <w:pPr>
        <w:pStyle w:val="afc"/>
        <w:rPr>
          <w:lang w:val="en-US"/>
        </w:rPr>
      </w:pPr>
      <w:proofErr w:type="spellStart"/>
      <w:r w:rsidRPr="002A057A">
        <w:rPr>
          <w:lang w:val="en-US"/>
        </w:rPr>
        <w:t>print_status</w:t>
      </w:r>
      <w:proofErr w:type="spellEnd"/>
      <w:r w:rsidRPr="002A057A">
        <w:rPr>
          <w:lang w:val="en-US"/>
        </w:rPr>
        <w:t xml:space="preserve"> "============================================="</w:t>
      </w:r>
    </w:p>
    <w:p w14:paraId="76B3ABE8" w14:textId="77777777" w:rsidR="002A057A" w:rsidRPr="002A057A" w:rsidRDefault="002A057A" w:rsidP="002A057A">
      <w:pPr>
        <w:pStyle w:val="afc"/>
        <w:rPr>
          <w:lang w:val="en-US"/>
        </w:rPr>
      </w:pPr>
    </w:p>
    <w:p w14:paraId="65D6E4D5" w14:textId="77777777" w:rsidR="002A057A" w:rsidRPr="002A057A" w:rsidRDefault="002A057A" w:rsidP="002A057A">
      <w:pPr>
        <w:pStyle w:val="afc"/>
        <w:rPr>
          <w:lang w:val="en-US"/>
        </w:rPr>
      </w:pPr>
      <w:r w:rsidRPr="002A057A">
        <w:rPr>
          <w:lang w:val="en-US"/>
        </w:rPr>
        <w:t xml:space="preserve"># </w:t>
      </w:r>
      <w:r>
        <w:t>Краткий</w:t>
      </w:r>
      <w:r w:rsidRPr="002A057A">
        <w:rPr>
          <w:lang w:val="en-US"/>
        </w:rPr>
        <w:t xml:space="preserve"> </w:t>
      </w:r>
      <w:r>
        <w:t>отчет</w:t>
      </w:r>
    </w:p>
    <w:p w14:paraId="00159B78" w14:textId="77777777" w:rsidR="002A057A" w:rsidRPr="002A057A" w:rsidRDefault="002A057A" w:rsidP="002A057A">
      <w:pPr>
        <w:pStyle w:val="afc"/>
        <w:rPr>
          <w:lang w:val="en-US"/>
        </w:rPr>
      </w:pPr>
      <w:proofErr w:type="gramStart"/>
      <w:r w:rsidRPr="002A057A">
        <w:rPr>
          <w:lang w:val="en-US"/>
        </w:rPr>
        <w:lastRenderedPageBreak/>
        <w:t>echo ""</w:t>
      </w:r>
      <w:proofErr w:type="gramEnd"/>
    </w:p>
    <w:p w14:paraId="57FA0722" w14:textId="77777777" w:rsidR="002A057A" w:rsidRPr="000B19F0" w:rsidRDefault="002A057A" w:rsidP="002A057A">
      <w:pPr>
        <w:pStyle w:val="afc"/>
        <w:rPr>
          <w:lang w:val="en-US"/>
        </w:rPr>
      </w:pPr>
      <w:proofErr w:type="spellStart"/>
      <w:r w:rsidRPr="000B19F0">
        <w:rPr>
          <w:lang w:val="en-US"/>
        </w:rPr>
        <w:t>print_status</w:t>
      </w:r>
      <w:proofErr w:type="spellEnd"/>
      <w:r w:rsidRPr="000B19F0">
        <w:rPr>
          <w:lang w:val="en-US"/>
        </w:rPr>
        <w:t xml:space="preserve"> "</w:t>
      </w:r>
      <w:r>
        <w:t>Краткий</w:t>
      </w:r>
      <w:r w:rsidRPr="000B19F0">
        <w:rPr>
          <w:lang w:val="en-US"/>
        </w:rPr>
        <w:t xml:space="preserve"> </w:t>
      </w:r>
      <w:r>
        <w:t>отчет</w:t>
      </w:r>
      <w:r w:rsidRPr="000B19F0">
        <w:rPr>
          <w:lang w:val="en-US"/>
        </w:rPr>
        <w:t>:"</w:t>
      </w:r>
    </w:p>
    <w:p w14:paraId="2DF09A91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"Установленные пакеты из APT: ${#APT_</w:t>
      </w:r>
      <w:proofErr w:type="gramStart"/>
      <w:r>
        <w:t>PACKAGES[</w:t>
      </w:r>
      <w:proofErr w:type="gramEnd"/>
      <w:r>
        <w:t>@]}"</w:t>
      </w:r>
    </w:p>
    <w:p w14:paraId="02666D6B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"Установленные .</w:t>
      </w:r>
      <w:proofErr w:type="spellStart"/>
      <w:r>
        <w:t>deb</w:t>
      </w:r>
      <w:proofErr w:type="spellEnd"/>
      <w:r>
        <w:t xml:space="preserve"> пакеты: ${#DEB_</w:t>
      </w:r>
      <w:proofErr w:type="gramStart"/>
      <w:r>
        <w:t>PACKAGES[</w:t>
      </w:r>
      <w:proofErr w:type="gramEnd"/>
      <w:r>
        <w:t>@]}"</w:t>
      </w:r>
    </w:p>
    <w:p w14:paraId="2E8052F3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"Установленные по отдельной инструкции: </w:t>
      </w:r>
      <w:proofErr w:type="spellStart"/>
      <w:r>
        <w:t>Docker</w:t>
      </w:r>
      <w:proofErr w:type="spellEnd"/>
      <w:r>
        <w:t xml:space="preserve">, </w:t>
      </w:r>
      <w:proofErr w:type="spellStart"/>
      <w:r>
        <w:t>PyCharm</w:t>
      </w:r>
      <w:proofErr w:type="spellEnd"/>
      <w:r>
        <w:t xml:space="preserve">, </w:t>
      </w:r>
      <w:proofErr w:type="spellStart"/>
      <w:r>
        <w:t>GitHub</w:t>
      </w:r>
      <w:proofErr w:type="spellEnd"/>
      <w:r>
        <w:t xml:space="preserve"> Desktop, </w:t>
      </w:r>
      <w:proofErr w:type="spellStart"/>
      <w:r>
        <w:t>Julia</w:t>
      </w:r>
      <w:proofErr w:type="spellEnd"/>
      <w:r>
        <w:t xml:space="preserve">, </w:t>
      </w:r>
      <w:proofErr w:type="spellStart"/>
      <w:r>
        <w:t>Zettlr</w:t>
      </w:r>
      <w:proofErr w:type="spellEnd"/>
      <w:r>
        <w:t xml:space="preserve">, </w:t>
      </w:r>
      <w:proofErr w:type="spellStart"/>
      <w:r>
        <w:t>MiKTeX</w:t>
      </w:r>
      <w:proofErr w:type="spellEnd"/>
      <w:r>
        <w:t xml:space="preserve">, </w:t>
      </w:r>
      <w:proofErr w:type="spellStart"/>
      <w:r>
        <w:t>TeXstudio</w:t>
      </w:r>
      <w:proofErr w:type="spellEnd"/>
      <w:r>
        <w:t xml:space="preserve">, </w:t>
      </w:r>
      <w:proofErr w:type="spellStart"/>
      <w:r>
        <w:t>Anaconda</w:t>
      </w:r>
      <w:proofErr w:type="spellEnd"/>
      <w:r>
        <w:t xml:space="preserve">, Google </w:t>
      </w:r>
      <w:proofErr w:type="spellStart"/>
      <w:r>
        <w:t>Chrome</w:t>
      </w:r>
      <w:proofErr w:type="spellEnd"/>
      <w:r>
        <w:t>"</w:t>
      </w:r>
    </w:p>
    <w:p w14:paraId="0BFB0D26" w14:textId="77777777" w:rsidR="002A057A" w:rsidRDefault="002A057A" w:rsidP="002A057A">
      <w:pPr>
        <w:pStyle w:val="afc"/>
      </w:pPr>
      <w:proofErr w:type="spellStart"/>
      <w:r>
        <w:t>print_status</w:t>
      </w:r>
      <w:proofErr w:type="spellEnd"/>
      <w:r>
        <w:t xml:space="preserve"> "Установленные расширения для VS Code: </w:t>
      </w:r>
      <w:proofErr w:type="spellStart"/>
      <w:r>
        <w:t>Julia</w:t>
      </w:r>
      <w:proofErr w:type="spellEnd"/>
      <w:r>
        <w:t xml:space="preserve">, Python, </w:t>
      </w:r>
      <w:proofErr w:type="spellStart"/>
      <w:r>
        <w:t>Rust</w:t>
      </w:r>
      <w:proofErr w:type="spellEnd"/>
      <w:r>
        <w:t>"</w:t>
      </w:r>
    </w:p>
    <w:p w14:paraId="39341F41" w14:textId="77777777" w:rsidR="002A057A" w:rsidRDefault="002A057A" w:rsidP="002A057A">
      <w:pPr>
        <w:pStyle w:val="afc"/>
      </w:pPr>
      <w:proofErr w:type="spellStart"/>
      <w:r>
        <w:t>echo</w:t>
      </w:r>
      <w:proofErr w:type="spellEnd"/>
      <w:r>
        <w:t xml:space="preserve"> ""</w:t>
      </w:r>
    </w:p>
    <w:p w14:paraId="27E89843" w14:textId="1F9FE026" w:rsidR="002A057A" w:rsidRDefault="002A057A" w:rsidP="002A057A">
      <w:pPr>
        <w:pStyle w:val="afc"/>
      </w:pPr>
      <w:proofErr w:type="spellStart"/>
      <w:r>
        <w:t>print_warning</w:t>
      </w:r>
      <w:proofErr w:type="spellEnd"/>
      <w:r>
        <w:t xml:space="preserve"> "Рекомендуется перезагрузить систему."</w:t>
      </w:r>
    </w:p>
    <w:p w14:paraId="10A538A8" w14:textId="37724829" w:rsidR="002B1C44" w:rsidRPr="000B19F0" w:rsidRDefault="002B1C44" w:rsidP="002B1C44">
      <w:pPr>
        <w:pStyle w:val="afe"/>
      </w:pPr>
      <w:r>
        <w:t xml:space="preserve">Часть 2. Технологии и инструменты для создания бэкапа ОС </w:t>
      </w:r>
      <w:r>
        <w:rPr>
          <w:lang w:val="en-US"/>
        </w:rPr>
        <w:t>Linux</w:t>
      </w:r>
    </w:p>
    <w:p w14:paraId="2F14141D" w14:textId="77777777" w:rsidR="002B1C44" w:rsidRPr="002B1C44" w:rsidRDefault="002B1C44" w:rsidP="002B1C44">
      <w:pPr>
        <w:pStyle w:val="afc"/>
      </w:pPr>
      <w:r w:rsidRPr="002B1C44">
        <w:t>Создание резервной копии (бэкапа) всей системы в Linux чаще всего реализуется путём создания образа диска или снимка файловой системы. Такой подход позволяет полностью восстановить систему после сбоя, повреждения или замены оборудования.</w:t>
      </w:r>
    </w:p>
    <w:p w14:paraId="30545C86" w14:textId="77777777" w:rsidR="002B1C44" w:rsidRPr="002B1C44" w:rsidRDefault="002B1C44" w:rsidP="002B1C44">
      <w:pPr>
        <w:pStyle w:val="afb"/>
        <w:rPr>
          <w:u w:val="single"/>
        </w:rPr>
      </w:pPr>
      <w:r w:rsidRPr="002B1C44">
        <w:rPr>
          <w:u w:val="single"/>
        </w:rPr>
        <w:t>1. Подходы к созданию бэкапов</w:t>
      </w:r>
    </w:p>
    <w:p w14:paraId="2F6E5F2A" w14:textId="695D4C85" w:rsidR="002B1C44" w:rsidRPr="002B1C44" w:rsidRDefault="002B1C44" w:rsidP="002B1C44">
      <w:pPr>
        <w:pStyle w:val="afc"/>
        <w:numPr>
          <w:ilvl w:val="0"/>
          <w:numId w:val="17"/>
        </w:numPr>
      </w:pPr>
      <w:r w:rsidRPr="002B1C44">
        <w:rPr>
          <w:u w:val="single"/>
        </w:rPr>
        <w:t>Побайтовое копирование диска (</w:t>
      </w:r>
      <w:proofErr w:type="spellStart"/>
      <w:r w:rsidRPr="002B1C44">
        <w:rPr>
          <w:u w:val="single"/>
        </w:rPr>
        <w:t>disk</w:t>
      </w:r>
      <w:proofErr w:type="spellEnd"/>
      <w:r w:rsidRPr="002B1C44">
        <w:rPr>
          <w:u w:val="single"/>
        </w:rPr>
        <w:t xml:space="preserve"> </w:t>
      </w:r>
      <w:proofErr w:type="spellStart"/>
      <w:r w:rsidRPr="002B1C44">
        <w:rPr>
          <w:u w:val="single"/>
        </w:rPr>
        <w:t>imaging</w:t>
      </w:r>
      <w:proofErr w:type="spellEnd"/>
      <w:r w:rsidRPr="002B1C44">
        <w:rPr>
          <w:u w:val="single"/>
        </w:rPr>
        <w:t>)</w:t>
      </w:r>
      <w:r w:rsidRPr="002B1C44">
        <w:t>. Позволяет создать точный клон всего диска или раздела, включая загрузчик, файловую систему и все данные.</w:t>
      </w:r>
    </w:p>
    <w:p w14:paraId="3845A9F9" w14:textId="562E080A" w:rsidR="002B1C44" w:rsidRPr="002B1C44" w:rsidRDefault="002B1C44" w:rsidP="002B1C44">
      <w:pPr>
        <w:pStyle w:val="afc"/>
        <w:numPr>
          <w:ilvl w:val="0"/>
          <w:numId w:val="17"/>
        </w:numPr>
      </w:pPr>
      <w:r w:rsidRPr="002B1C44">
        <w:rPr>
          <w:u w:val="single"/>
        </w:rPr>
        <w:t>Файловое резервное копирование</w:t>
      </w:r>
      <w:r w:rsidRPr="002B1C44">
        <w:t>. Копируются только файлы и каталоги, но не структура разделов. Подходит для сохранения данных, но не для полного восстановления ОС.</w:t>
      </w:r>
    </w:p>
    <w:p w14:paraId="1E2754C6" w14:textId="00F064CD" w:rsidR="002B1C44" w:rsidRPr="002B1C44" w:rsidRDefault="002B1C44" w:rsidP="002B1C44">
      <w:pPr>
        <w:pStyle w:val="afc"/>
        <w:numPr>
          <w:ilvl w:val="0"/>
          <w:numId w:val="17"/>
        </w:numPr>
      </w:pPr>
      <w:r w:rsidRPr="002B1C44">
        <w:rPr>
          <w:u w:val="single"/>
        </w:rPr>
        <w:t>Снимки файловой системы (</w:t>
      </w:r>
      <w:proofErr w:type="spellStart"/>
      <w:r w:rsidRPr="002B1C44">
        <w:rPr>
          <w:u w:val="single"/>
        </w:rPr>
        <w:t>snapshots</w:t>
      </w:r>
      <w:proofErr w:type="spellEnd"/>
      <w:r w:rsidRPr="002B1C44">
        <w:rPr>
          <w:u w:val="single"/>
        </w:rPr>
        <w:t>)</w:t>
      </w:r>
      <w:r w:rsidRPr="002B1C44">
        <w:t xml:space="preserve">. Поддерживаются современными файловыми системами (например, </w:t>
      </w:r>
      <w:proofErr w:type="spellStart"/>
      <w:r w:rsidRPr="002B1C44">
        <w:t>Btrfs</w:t>
      </w:r>
      <w:proofErr w:type="spellEnd"/>
      <w:r w:rsidRPr="002B1C44">
        <w:t>, ZFS, LVM). Позволяют создавать моментальные «срезы» состояния системы.</w:t>
      </w:r>
    </w:p>
    <w:p w14:paraId="65EBE128" w14:textId="77777777" w:rsidR="002B1C44" w:rsidRPr="002B1C44" w:rsidRDefault="002B1C44" w:rsidP="002B1C44">
      <w:pPr>
        <w:pStyle w:val="afb"/>
        <w:rPr>
          <w:u w:val="single"/>
        </w:rPr>
      </w:pPr>
      <w:r w:rsidRPr="002B1C44">
        <w:rPr>
          <w:u w:val="single"/>
        </w:rPr>
        <w:t>2. Инструменты для создания образов и бэкапов</w:t>
      </w:r>
    </w:p>
    <w:p w14:paraId="2529A256" w14:textId="62C9E81A" w:rsidR="002B1C44" w:rsidRPr="002B1C44" w:rsidRDefault="002B1C44" w:rsidP="002B1C44">
      <w:pPr>
        <w:pStyle w:val="afc"/>
        <w:rPr>
          <w:b/>
          <w:bCs/>
        </w:rPr>
      </w:pPr>
      <w:r w:rsidRPr="002B1C44">
        <w:rPr>
          <w:b/>
          <w:bCs/>
        </w:rPr>
        <w:t>Универсальные инструменты побайтового копирования</w:t>
      </w:r>
    </w:p>
    <w:p w14:paraId="494578CF" w14:textId="77777777" w:rsidR="002B1C44" w:rsidRPr="002B1C44" w:rsidRDefault="002B1C44" w:rsidP="002B1C44">
      <w:pPr>
        <w:pStyle w:val="afc"/>
        <w:numPr>
          <w:ilvl w:val="0"/>
          <w:numId w:val="18"/>
        </w:numPr>
        <w:tabs>
          <w:tab w:val="clear" w:pos="720"/>
          <w:tab w:val="num" w:pos="993"/>
        </w:tabs>
        <w:ind w:left="1134"/>
        <w:rPr>
          <w:u w:val="single"/>
        </w:rPr>
      </w:pPr>
      <w:proofErr w:type="spellStart"/>
      <w:r w:rsidRPr="002B1C44">
        <w:rPr>
          <w:u w:val="single"/>
        </w:rPr>
        <w:lastRenderedPageBreak/>
        <w:t>dd</w:t>
      </w:r>
      <w:proofErr w:type="spellEnd"/>
    </w:p>
    <w:p w14:paraId="0938868D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Базовая утилита Linux для копирования блоков данных.</w:t>
      </w:r>
    </w:p>
    <w:p w14:paraId="588E9188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Можно создать полный образ диска:</w:t>
      </w:r>
    </w:p>
    <w:p w14:paraId="70720517" w14:textId="77777777" w:rsidR="002B1C44" w:rsidRPr="002B1C44" w:rsidRDefault="002B1C44" w:rsidP="002B1C44">
      <w:pPr>
        <w:pStyle w:val="afc"/>
        <w:ind w:firstLine="0"/>
        <w:rPr>
          <w:rFonts w:ascii="Cascadia Code Light" w:hAnsi="Cascadia Code Light"/>
          <w:lang w:val="en-US"/>
        </w:rPr>
      </w:pPr>
      <w:proofErr w:type="spellStart"/>
      <w:r w:rsidRPr="002B1C44">
        <w:rPr>
          <w:rFonts w:ascii="Cascadia Code Light" w:hAnsi="Cascadia Code Light"/>
          <w:lang w:val="en-US"/>
        </w:rPr>
        <w:t>sudo</w:t>
      </w:r>
      <w:proofErr w:type="spellEnd"/>
      <w:r w:rsidRPr="002B1C44">
        <w:rPr>
          <w:rFonts w:ascii="Cascadia Code Light" w:hAnsi="Cascadia Code Light"/>
          <w:lang w:val="en-US"/>
        </w:rPr>
        <w:t xml:space="preserve"> dd if=/dev/</w:t>
      </w:r>
      <w:proofErr w:type="spellStart"/>
      <w:r w:rsidRPr="002B1C44">
        <w:rPr>
          <w:rFonts w:ascii="Cascadia Code Light" w:hAnsi="Cascadia Code Light"/>
          <w:lang w:val="en-US"/>
        </w:rPr>
        <w:t>sda</w:t>
      </w:r>
      <w:proofErr w:type="spellEnd"/>
      <w:r w:rsidRPr="002B1C44">
        <w:rPr>
          <w:rFonts w:ascii="Cascadia Code Light" w:hAnsi="Cascadia Code Light"/>
          <w:lang w:val="en-US"/>
        </w:rPr>
        <w:t xml:space="preserve"> of=/</w:t>
      </w:r>
      <w:proofErr w:type="spellStart"/>
      <w:r w:rsidRPr="002B1C44">
        <w:rPr>
          <w:rFonts w:ascii="Cascadia Code Light" w:hAnsi="Cascadia Code Light"/>
          <w:lang w:val="en-US"/>
        </w:rPr>
        <w:t>mnt</w:t>
      </w:r>
      <w:proofErr w:type="spellEnd"/>
      <w:r w:rsidRPr="002B1C44">
        <w:rPr>
          <w:rFonts w:ascii="Cascadia Code Light" w:hAnsi="Cascadia Code Light"/>
          <w:lang w:val="en-US"/>
        </w:rPr>
        <w:t>/backup/</w:t>
      </w:r>
      <w:proofErr w:type="spellStart"/>
      <w:r w:rsidRPr="002B1C44">
        <w:rPr>
          <w:rFonts w:ascii="Cascadia Code Light" w:hAnsi="Cascadia Code Light"/>
          <w:lang w:val="en-US"/>
        </w:rPr>
        <w:t>system.img</w:t>
      </w:r>
      <w:proofErr w:type="spellEnd"/>
      <w:r w:rsidRPr="002B1C44">
        <w:rPr>
          <w:rFonts w:ascii="Cascadia Code Light" w:hAnsi="Cascadia Code Light"/>
          <w:lang w:val="en-US"/>
        </w:rPr>
        <w:t xml:space="preserve"> bs=4M status=progress</w:t>
      </w:r>
    </w:p>
    <w:p w14:paraId="613A38C4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Минусы: создаёт «сырые» образы, большой размер, нет сжатия.</w:t>
      </w:r>
    </w:p>
    <w:p w14:paraId="11A0A952" w14:textId="77777777" w:rsidR="002B1C44" w:rsidRPr="002B1C44" w:rsidRDefault="002B1C44" w:rsidP="002B1C44">
      <w:pPr>
        <w:pStyle w:val="afc"/>
        <w:numPr>
          <w:ilvl w:val="0"/>
          <w:numId w:val="18"/>
        </w:numPr>
        <w:tabs>
          <w:tab w:val="clear" w:pos="720"/>
          <w:tab w:val="num" w:pos="993"/>
        </w:tabs>
        <w:ind w:left="1134"/>
        <w:rPr>
          <w:u w:val="single"/>
        </w:rPr>
      </w:pPr>
      <w:proofErr w:type="spellStart"/>
      <w:r w:rsidRPr="002B1C44">
        <w:rPr>
          <w:u w:val="single"/>
        </w:rPr>
        <w:t>partclone</w:t>
      </w:r>
      <w:proofErr w:type="spellEnd"/>
    </w:p>
    <w:p w14:paraId="5B8C7AC4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 xml:space="preserve">Более эффективная альтернатива </w:t>
      </w:r>
      <w:proofErr w:type="spellStart"/>
      <w:r w:rsidRPr="002B1C44">
        <w:t>dd</w:t>
      </w:r>
      <w:proofErr w:type="spellEnd"/>
      <w:r w:rsidRPr="002B1C44">
        <w:t>. Копирует только занятые блоки файловой системы.</w:t>
      </w:r>
    </w:p>
    <w:p w14:paraId="374E9216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 xml:space="preserve">Используется в </w:t>
      </w:r>
      <w:proofErr w:type="spellStart"/>
      <w:r w:rsidRPr="002B1C44">
        <w:t>Clonezilla</w:t>
      </w:r>
      <w:proofErr w:type="spellEnd"/>
      <w:r w:rsidRPr="002B1C44">
        <w:t>.</w:t>
      </w:r>
    </w:p>
    <w:p w14:paraId="5C472A83" w14:textId="77777777" w:rsidR="002B1C44" w:rsidRPr="002B1C44" w:rsidRDefault="002B1C44" w:rsidP="002B1C44">
      <w:pPr>
        <w:pStyle w:val="afc"/>
        <w:numPr>
          <w:ilvl w:val="0"/>
          <w:numId w:val="18"/>
        </w:numPr>
        <w:tabs>
          <w:tab w:val="clear" w:pos="720"/>
          <w:tab w:val="num" w:pos="993"/>
        </w:tabs>
        <w:ind w:left="1134"/>
        <w:rPr>
          <w:u w:val="single"/>
        </w:rPr>
      </w:pPr>
      <w:proofErr w:type="spellStart"/>
      <w:r w:rsidRPr="002B1C44">
        <w:rPr>
          <w:u w:val="single"/>
        </w:rPr>
        <w:t>Clonezilla</w:t>
      </w:r>
      <w:proofErr w:type="spellEnd"/>
    </w:p>
    <w:p w14:paraId="3136B93C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Популярный инструмент для создания и восстановления образов дисков и разделов.</w:t>
      </w:r>
    </w:p>
    <w:p w14:paraId="1B6CFDE1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Работает с множеством файловых систем (</w:t>
      </w:r>
      <w:proofErr w:type="spellStart"/>
      <w:r w:rsidRPr="002B1C44">
        <w:t>ext</w:t>
      </w:r>
      <w:proofErr w:type="spellEnd"/>
      <w:r w:rsidRPr="002B1C44">
        <w:t xml:space="preserve">, NTFS, FAT, </w:t>
      </w:r>
      <w:proofErr w:type="spellStart"/>
      <w:r w:rsidRPr="002B1C44">
        <w:t>Btrfs</w:t>
      </w:r>
      <w:proofErr w:type="spellEnd"/>
      <w:r w:rsidRPr="002B1C44">
        <w:t>, XFS и др.).</w:t>
      </w:r>
    </w:p>
    <w:p w14:paraId="3F54545D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Поддерживает сжатие, шифрование, сохранение образов по сети.</w:t>
      </w:r>
    </w:p>
    <w:p w14:paraId="21355365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Часто применяется для массового развёртывания систем.</w:t>
      </w:r>
    </w:p>
    <w:p w14:paraId="15CD1AD7" w14:textId="35644AED" w:rsidR="002B1C44" w:rsidRPr="002B1C44" w:rsidRDefault="002B1C44" w:rsidP="002B1C44">
      <w:pPr>
        <w:pStyle w:val="afc"/>
        <w:rPr>
          <w:b/>
          <w:bCs/>
        </w:rPr>
      </w:pPr>
      <w:r w:rsidRPr="002B1C44">
        <w:rPr>
          <w:b/>
          <w:bCs/>
        </w:rPr>
        <w:t>Снимки файловой системы</w:t>
      </w:r>
    </w:p>
    <w:p w14:paraId="788B7914" w14:textId="77777777" w:rsidR="002B1C44" w:rsidRPr="002B1C44" w:rsidRDefault="002B1C44" w:rsidP="002B1C44">
      <w:pPr>
        <w:pStyle w:val="afc"/>
        <w:numPr>
          <w:ilvl w:val="0"/>
          <w:numId w:val="23"/>
        </w:numPr>
        <w:tabs>
          <w:tab w:val="clear" w:pos="720"/>
        </w:tabs>
        <w:ind w:left="1134"/>
        <w:rPr>
          <w:u w:val="single"/>
        </w:rPr>
      </w:pPr>
      <w:proofErr w:type="spellStart"/>
      <w:r w:rsidRPr="002B1C44">
        <w:rPr>
          <w:u w:val="single"/>
        </w:rPr>
        <w:t>Btrfs</w:t>
      </w:r>
      <w:proofErr w:type="spellEnd"/>
      <w:r w:rsidRPr="002B1C44">
        <w:rPr>
          <w:u w:val="single"/>
        </w:rPr>
        <w:t xml:space="preserve"> </w:t>
      </w:r>
      <w:proofErr w:type="spellStart"/>
      <w:r w:rsidRPr="002B1C44">
        <w:rPr>
          <w:u w:val="single"/>
        </w:rPr>
        <w:t>snapshots</w:t>
      </w:r>
      <w:proofErr w:type="spellEnd"/>
    </w:p>
    <w:p w14:paraId="19B0DF57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 xml:space="preserve">Файловая система </w:t>
      </w:r>
      <w:proofErr w:type="spellStart"/>
      <w:r w:rsidRPr="002B1C44">
        <w:t>Btrfs</w:t>
      </w:r>
      <w:proofErr w:type="spellEnd"/>
      <w:r w:rsidRPr="002B1C44">
        <w:t xml:space="preserve"> поддерживает встроенные снимки.</w:t>
      </w:r>
    </w:p>
    <w:p w14:paraId="3174D5D0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Создание снимка:</w:t>
      </w:r>
    </w:p>
    <w:p w14:paraId="6A3B51CB" w14:textId="77777777" w:rsidR="002B1C44" w:rsidRPr="002B1C44" w:rsidRDefault="002B1C44" w:rsidP="002B1C44">
      <w:pPr>
        <w:pStyle w:val="afc"/>
        <w:ind w:firstLine="0"/>
        <w:rPr>
          <w:rFonts w:ascii="Cascadia Code Light" w:hAnsi="Cascadia Code Light"/>
          <w:lang w:val="en-US"/>
        </w:rPr>
      </w:pPr>
      <w:proofErr w:type="spellStart"/>
      <w:r w:rsidRPr="002B1C44">
        <w:rPr>
          <w:rFonts w:ascii="Cascadia Code Light" w:hAnsi="Cascadia Code Light"/>
          <w:lang w:val="en-US"/>
        </w:rPr>
        <w:t>sudo</w:t>
      </w:r>
      <w:proofErr w:type="spellEnd"/>
      <w:r w:rsidRPr="002B1C44">
        <w:rPr>
          <w:rFonts w:ascii="Cascadia Code Light" w:hAnsi="Cascadia Code Light"/>
          <w:lang w:val="en-US"/>
        </w:rPr>
        <w:t xml:space="preserve"> </w:t>
      </w:r>
      <w:proofErr w:type="spellStart"/>
      <w:r w:rsidRPr="002B1C44">
        <w:rPr>
          <w:rFonts w:ascii="Cascadia Code Light" w:hAnsi="Cascadia Code Light"/>
          <w:lang w:val="en-US"/>
        </w:rPr>
        <w:t>btrfs</w:t>
      </w:r>
      <w:proofErr w:type="spellEnd"/>
      <w:r w:rsidRPr="002B1C44">
        <w:rPr>
          <w:rFonts w:ascii="Cascadia Code Light" w:hAnsi="Cascadia Code Light"/>
          <w:lang w:val="en-US"/>
        </w:rPr>
        <w:t xml:space="preserve"> </w:t>
      </w:r>
      <w:proofErr w:type="spellStart"/>
      <w:r w:rsidRPr="002B1C44">
        <w:rPr>
          <w:rFonts w:ascii="Cascadia Code Light" w:hAnsi="Cascadia Code Light"/>
          <w:lang w:val="en-US"/>
        </w:rPr>
        <w:t>subvolume</w:t>
      </w:r>
      <w:proofErr w:type="spellEnd"/>
      <w:r w:rsidRPr="002B1C44">
        <w:rPr>
          <w:rFonts w:ascii="Cascadia Code Light" w:hAnsi="Cascadia Code Light"/>
          <w:lang w:val="en-US"/>
        </w:rPr>
        <w:t xml:space="preserve"> snapshot / /</w:t>
      </w:r>
      <w:proofErr w:type="spellStart"/>
      <w:r w:rsidRPr="002B1C44">
        <w:rPr>
          <w:rFonts w:ascii="Cascadia Code Light" w:hAnsi="Cascadia Code Light"/>
          <w:lang w:val="en-US"/>
        </w:rPr>
        <w:t>mnt</w:t>
      </w:r>
      <w:proofErr w:type="spellEnd"/>
      <w:r w:rsidRPr="002B1C44">
        <w:rPr>
          <w:rFonts w:ascii="Cascadia Code Light" w:hAnsi="Cascadia Code Light"/>
          <w:lang w:val="en-US"/>
        </w:rPr>
        <w:t>/backup/</w:t>
      </w:r>
      <w:proofErr w:type="spellStart"/>
      <w:r w:rsidRPr="002B1C44">
        <w:rPr>
          <w:rFonts w:ascii="Cascadia Code Light" w:hAnsi="Cascadia Code Light"/>
          <w:lang w:val="en-US"/>
        </w:rPr>
        <w:t>root_snapshot</w:t>
      </w:r>
      <w:proofErr w:type="spellEnd"/>
    </w:p>
    <w:p w14:paraId="00BDD2A9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Можно быстро откатиться на состояние снимка.</w:t>
      </w:r>
    </w:p>
    <w:p w14:paraId="0D473ED1" w14:textId="77777777" w:rsidR="002B1C44" w:rsidRPr="002B1C44" w:rsidRDefault="002B1C44" w:rsidP="002B1C44">
      <w:pPr>
        <w:pStyle w:val="afc"/>
        <w:numPr>
          <w:ilvl w:val="0"/>
          <w:numId w:val="23"/>
        </w:numPr>
        <w:tabs>
          <w:tab w:val="clear" w:pos="720"/>
        </w:tabs>
        <w:ind w:left="1134"/>
        <w:rPr>
          <w:u w:val="single"/>
        </w:rPr>
      </w:pPr>
      <w:r w:rsidRPr="002B1C44">
        <w:rPr>
          <w:u w:val="single"/>
        </w:rPr>
        <w:t xml:space="preserve">ZFS </w:t>
      </w:r>
      <w:proofErr w:type="spellStart"/>
      <w:r w:rsidRPr="002B1C44">
        <w:rPr>
          <w:u w:val="single"/>
        </w:rPr>
        <w:t>snapshots</w:t>
      </w:r>
      <w:proofErr w:type="spellEnd"/>
    </w:p>
    <w:p w14:paraId="01418BDB" w14:textId="678EB5ED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Более продвинутая файловая система с поддержкой снимков и репликации</w:t>
      </w:r>
      <w:r w:rsidR="00562E21">
        <w:t xml:space="preserve"> (это </w:t>
      </w:r>
      <w:r w:rsidR="00562E21" w:rsidRPr="00562E21">
        <w:t>процесс создания и поддержания точных копий данных на одном или нескольких других устройствах или серверах</w:t>
      </w:r>
      <w:r w:rsidR="00562E21">
        <w:t>)</w:t>
      </w:r>
      <w:r w:rsidRPr="002B1C44">
        <w:t>.</w:t>
      </w:r>
    </w:p>
    <w:p w14:paraId="4A9F0AD1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t>Создание снимка:</w:t>
      </w:r>
    </w:p>
    <w:p w14:paraId="526EC33D" w14:textId="77777777" w:rsidR="002B1C44" w:rsidRPr="002B1C44" w:rsidRDefault="002B1C44" w:rsidP="002B1C44">
      <w:pPr>
        <w:pStyle w:val="afc"/>
        <w:ind w:firstLine="0"/>
        <w:rPr>
          <w:rFonts w:ascii="Cascadia Code Light" w:hAnsi="Cascadia Code Light"/>
          <w:lang w:val="en-US"/>
        </w:rPr>
      </w:pPr>
      <w:proofErr w:type="spellStart"/>
      <w:r w:rsidRPr="002B1C44">
        <w:rPr>
          <w:rFonts w:ascii="Cascadia Code Light" w:hAnsi="Cascadia Code Light"/>
          <w:lang w:val="en-US"/>
        </w:rPr>
        <w:t>sudo</w:t>
      </w:r>
      <w:proofErr w:type="spellEnd"/>
      <w:r w:rsidRPr="002B1C44">
        <w:rPr>
          <w:rFonts w:ascii="Cascadia Code Light" w:hAnsi="Cascadia Code Light"/>
          <w:lang w:val="en-US"/>
        </w:rPr>
        <w:t xml:space="preserve"> </w:t>
      </w:r>
      <w:proofErr w:type="spellStart"/>
      <w:r w:rsidRPr="002B1C44">
        <w:rPr>
          <w:rFonts w:ascii="Cascadia Code Light" w:hAnsi="Cascadia Code Light"/>
          <w:lang w:val="en-US"/>
        </w:rPr>
        <w:t>zfs</w:t>
      </w:r>
      <w:proofErr w:type="spellEnd"/>
      <w:r w:rsidRPr="002B1C44">
        <w:rPr>
          <w:rFonts w:ascii="Cascadia Code Light" w:hAnsi="Cascadia Code Light"/>
          <w:lang w:val="en-US"/>
        </w:rPr>
        <w:t xml:space="preserve"> snapshot poolname@snapshot1</w:t>
      </w:r>
    </w:p>
    <w:p w14:paraId="7E44D78B" w14:textId="77777777" w:rsidR="002B1C44" w:rsidRPr="002B1C44" w:rsidRDefault="002B1C44" w:rsidP="002B1C44">
      <w:pPr>
        <w:pStyle w:val="afc"/>
        <w:numPr>
          <w:ilvl w:val="0"/>
          <w:numId w:val="22"/>
        </w:numPr>
        <w:ind w:left="426"/>
      </w:pPr>
      <w:r w:rsidRPr="002B1C44">
        <w:lastRenderedPageBreak/>
        <w:t>Можно реплицировать снимки на другой сервер.</w:t>
      </w:r>
    </w:p>
    <w:p w14:paraId="320DEE47" w14:textId="77777777" w:rsidR="002B1C44" w:rsidRPr="002B1C44" w:rsidRDefault="002B1C44" w:rsidP="00562E21">
      <w:pPr>
        <w:pStyle w:val="afc"/>
        <w:numPr>
          <w:ilvl w:val="0"/>
          <w:numId w:val="23"/>
        </w:numPr>
        <w:tabs>
          <w:tab w:val="clear" w:pos="720"/>
        </w:tabs>
        <w:ind w:left="1134"/>
        <w:rPr>
          <w:u w:val="single"/>
        </w:rPr>
      </w:pPr>
      <w:r w:rsidRPr="002B1C44">
        <w:rPr>
          <w:u w:val="single"/>
        </w:rPr>
        <w:t xml:space="preserve">LVM </w:t>
      </w:r>
      <w:proofErr w:type="spellStart"/>
      <w:r w:rsidRPr="002B1C44">
        <w:rPr>
          <w:u w:val="single"/>
        </w:rPr>
        <w:t>snapshots</w:t>
      </w:r>
      <w:proofErr w:type="spellEnd"/>
    </w:p>
    <w:p w14:paraId="5B7ADA28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>Если система использует LVM, можно создать снимок логического тома:</w:t>
      </w:r>
    </w:p>
    <w:p w14:paraId="13100B7F" w14:textId="77777777" w:rsidR="002B1C44" w:rsidRPr="002B1C44" w:rsidRDefault="002B1C44" w:rsidP="00562E21">
      <w:pPr>
        <w:pStyle w:val="afc"/>
        <w:ind w:firstLine="0"/>
        <w:rPr>
          <w:rFonts w:ascii="Cascadia Code Light" w:hAnsi="Cascadia Code Light"/>
          <w:lang w:val="en-US"/>
        </w:rPr>
      </w:pPr>
      <w:proofErr w:type="spellStart"/>
      <w:r w:rsidRPr="002B1C44">
        <w:rPr>
          <w:rFonts w:ascii="Cascadia Code Light" w:hAnsi="Cascadia Code Light"/>
          <w:lang w:val="en-US"/>
        </w:rPr>
        <w:t>sudo</w:t>
      </w:r>
      <w:proofErr w:type="spellEnd"/>
      <w:r w:rsidRPr="002B1C44">
        <w:rPr>
          <w:rFonts w:ascii="Cascadia Code Light" w:hAnsi="Cascadia Code Light"/>
          <w:lang w:val="en-US"/>
        </w:rPr>
        <w:t xml:space="preserve"> </w:t>
      </w:r>
      <w:proofErr w:type="spellStart"/>
      <w:r w:rsidRPr="002B1C44">
        <w:rPr>
          <w:rFonts w:ascii="Cascadia Code Light" w:hAnsi="Cascadia Code Light"/>
          <w:lang w:val="en-US"/>
        </w:rPr>
        <w:t>lvcreate</w:t>
      </w:r>
      <w:proofErr w:type="spellEnd"/>
      <w:r w:rsidRPr="002B1C44">
        <w:rPr>
          <w:rFonts w:ascii="Cascadia Code Light" w:hAnsi="Cascadia Code Light"/>
          <w:lang w:val="en-US"/>
        </w:rPr>
        <w:t xml:space="preserve"> --size 1G --snapshot --name </w:t>
      </w:r>
      <w:proofErr w:type="spellStart"/>
      <w:r w:rsidRPr="002B1C44">
        <w:rPr>
          <w:rFonts w:ascii="Cascadia Code Light" w:hAnsi="Cascadia Code Light"/>
          <w:lang w:val="en-US"/>
        </w:rPr>
        <w:t>root_snap</w:t>
      </w:r>
      <w:proofErr w:type="spellEnd"/>
      <w:r w:rsidRPr="002B1C44">
        <w:rPr>
          <w:rFonts w:ascii="Cascadia Code Light" w:hAnsi="Cascadia Code Light"/>
          <w:lang w:val="en-US"/>
        </w:rPr>
        <w:t xml:space="preserve"> /dev/vg0/root</w:t>
      </w:r>
    </w:p>
    <w:p w14:paraId="6995CE3E" w14:textId="77777777" w:rsidR="002B1C44" w:rsidRPr="002B1C44" w:rsidRDefault="002B1C44" w:rsidP="002B1C44">
      <w:pPr>
        <w:pStyle w:val="afc"/>
        <w:rPr>
          <w:b/>
          <w:bCs/>
        </w:rPr>
      </w:pPr>
      <w:r w:rsidRPr="002B1C44">
        <w:rPr>
          <w:rFonts w:ascii="Segoe UI Emoji" w:hAnsi="Segoe UI Emoji" w:cs="Segoe UI Emoji"/>
          <w:b/>
          <w:bCs/>
        </w:rPr>
        <w:t>🔹</w:t>
      </w:r>
      <w:r w:rsidRPr="002B1C44">
        <w:rPr>
          <w:b/>
          <w:bCs/>
        </w:rPr>
        <w:t xml:space="preserve"> Средства системного резервного копирования</w:t>
      </w:r>
    </w:p>
    <w:p w14:paraId="331608D3" w14:textId="77777777" w:rsidR="002B1C44" w:rsidRPr="002B1C44" w:rsidRDefault="002B1C44" w:rsidP="00562E21">
      <w:pPr>
        <w:pStyle w:val="afc"/>
        <w:numPr>
          <w:ilvl w:val="0"/>
          <w:numId w:val="24"/>
        </w:numPr>
        <w:tabs>
          <w:tab w:val="clear" w:pos="720"/>
        </w:tabs>
        <w:ind w:left="1134"/>
        <w:rPr>
          <w:u w:val="single"/>
        </w:rPr>
      </w:pPr>
      <w:proofErr w:type="spellStart"/>
      <w:r w:rsidRPr="002B1C44">
        <w:rPr>
          <w:u w:val="single"/>
        </w:rPr>
        <w:t>Timeshift</w:t>
      </w:r>
      <w:proofErr w:type="spellEnd"/>
    </w:p>
    <w:p w14:paraId="6F5D5A7F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 xml:space="preserve">Очень популярный инструмент в Linux </w:t>
      </w:r>
      <w:proofErr w:type="spellStart"/>
      <w:r w:rsidRPr="002B1C44">
        <w:t>Mint</w:t>
      </w:r>
      <w:proofErr w:type="spellEnd"/>
      <w:r w:rsidRPr="002B1C44">
        <w:t xml:space="preserve"> и Ubuntu.</w:t>
      </w:r>
    </w:p>
    <w:p w14:paraId="6B659DCA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>Позволяет делать «системные точки восстановления» (как в Windows).</w:t>
      </w:r>
    </w:p>
    <w:p w14:paraId="34633EB4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 xml:space="preserve">Работает через </w:t>
      </w:r>
      <w:proofErr w:type="spellStart"/>
      <w:r w:rsidRPr="002B1C44">
        <w:t>rsync</w:t>
      </w:r>
      <w:proofErr w:type="spellEnd"/>
      <w:r w:rsidRPr="002B1C44">
        <w:t xml:space="preserve"> или </w:t>
      </w:r>
      <w:proofErr w:type="spellStart"/>
      <w:r w:rsidRPr="002B1C44">
        <w:t>Btrfs</w:t>
      </w:r>
      <w:proofErr w:type="spellEnd"/>
      <w:r w:rsidRPr="002B1C44">
        <w:t xml:space="preserve"> </w:t>
      </w:r>
      <w:proofErr w:type="spellStart"/>
      <w:r w:rsidRPr="002B1C44">
        <w:t>snapshots</w:t>
      </w:r>
      <w:proofErr w:type="spellEnd"/>
      <w:r w:rsidRPr="002B1C44">
        <w:t>.</w:t>
      </w:r>
    </w:p>
    <w:p w14:paraId="5E693DA8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>Можно легко откатиться, если обновление системы сломало ОС.</w:t>
      </w:r>
    </w:p>
    <w:p w14:paraId="066F2DB4" w14:textId="77777777" w:rsidR="002B1C44" w:rsidRPr="000B19F0" w:rsidRDefault="002B1C44" w:rsidP="00562E21">
      <w:pPr>
        <w:pStyle w:val="afc"/>
        <w:numPr>
          <w:ilvl w:val="0"/>
          <w:numId w:val="24"/>
        </w:numPr>
        <w:tabs>
          <w:tab w:val="clear" w:pos="720"/>
        </w:tabs>
        <w:ind w:left="1134"/>
        <w:rPr>
          <w:u w:val="single"/>
          <w:lang w:val="en-US"/>
        </w:rPr>
      </w:pPr>
      <w:r w:rsidRPr="000B19F0">
        <w:rPr>
          <w:u w:val="single"/>
          <w:lang w:val="en-US"/>
        </w:rPr>
        <w:t>Déjà Dup</w:t>
      </w:r>
      <w:r w:rsidRPr="000B19F0">
        <w:rPr>
          <w:lang w:val="en-US"/>
        </w:rPr>
        <w:t xml:space="preserve"> (Frontend </w:t>
      </w:r>
      <w:r w:rsidRPr="002B1C44">
        <w:t>для</w:t>
      </w:r>
      <w:r w:rsidRPr="000B19F0">
        <w:rPr>
          <w:lang w:val="en-US"/>
        </w:rPr>
        <w:t xml:space="preserve"> duplicity)</w:t>
      </w:r>
    </w:p>
    <w:p w14:paraId="7238F36E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>Графическая программа для бэкапа.</w:t>
      </w:r>
    </w:p>
    <w:p w14:paraId="0DDFC723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>Поддерживает инкрементные копии, шифрование, загрузку на Google Drive и другие облака.</w:t>
      </w:r>
    </w:p>
    <w:p w14:paraId="5CE74D13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>Обычно ориентирована на сохранение пользовательских данных, но может использоваться для бэкапа системы.</w:t>
      </w:r>
    </w:p>
    <w:p w14:paraId="3084B70F" w14:textId="77777777" w:rsidR="002B1C44" w:rsidRPr="002B1C44" w:rsidRDefault="002B1C44" w:rsidP="00562E21">
      <w:pPr>
        <w:pStyle w:val="afc"/>
        <w:numPr>
          <w:ilvl w:val="0"/>
          <w:numId w:val="24"/>
        </w:numPr>
        <w:tabs>
          <w:tab w:val="clear" w:pos="720"/>
        </w:tabs>
        <w:ind w:left="1134"/>
        <w:rPr>
          <w:u w:val="single"/>
        </w:rPr>
      </w:pPr>
      <w:proofErr w:type="spellStart"/>
      <w:r w:rsidRPr="002B1C44">
        <w:rPr>
          <w:u w:val="single"/>
        </w:rPr>
        <w:t>Bacula</w:t>
      </w:r>
      <w:proofErr w:type="spellEnd"/>
      <w:r w:rsidRPr="002B1C44">
        <w:rPr>
          <w:u w:val="single"/>
        </w:rPr>
        <w:t xml:space="preserve"> / </w:t>
      </w:r>
      <w:proofErr w:type="spellStart"/>
      <w:r w:rsidRPr="002B1C44">
        <w:rPr>
          <w:u w:val="single"/>
        </w:rPr>
        <w:t>Amanda</w:t>
      </w:r>
      <w:proofErr w:type="spellEnd"/>
    </w:p>
    <w:p w14:paraId="6E6F762A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>Серверные решения для централизованного управления бэкапами.</w:t>
      </w:r>
    </w:p>
    <w:p w14:paraId="568E54EE" w14:textId="5D135633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>Используются в больших организациях, поддерживают хранение на лентах, NAS, в облаке.</w:t>
      </w:r>
    </w:p>
    <w:p w14:paraId="2D5CFF89" w14:textId="77777777" w:rsidR="002B1C44" w:rsidRPr="00562E21" w:rsidRDefault="002B1C44" w:rsidP="00562E21">
      <w:pPr>
        <w:pStyle w:val="afb"/>
        <w:rPr>
          <w:u w:val="single"/>
        </w:rPr>
      </w:pPr>
      <w:r w:rsidRPr="00562E21">
        <w:rPr>
          <w:u w:val="single"/>
        </w:rPr>
        <w:t>3. Рекомендации по выбору метода</w:t>
      </w:r>
    </w:p>
    <w:p w14:paraId="63C3F2C6" w14:textId="77777777" w:rsidR="002B1C44" w:rsidRPr="002B1C44" w:rsidRDefault="002B1C44" w:rsidP="00562E21">
      <w:pPr>
        <w:pStyle w:val="afc"/>
      </w:pPr>
      <w:r w:rsidRPr="002B1C44">
        <w:t>Для домашнего пользователя:</w:t>
      </w:r>
    </w:p>
    <w:p w14:paraId="6F45851F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proofErr w:type="spellStart"/>
      <w:r w:rsidRPr="002B1C44">
        <w:t>Timeshift</w:t>
      </w:r>
      <w:proofErr w:type="spellEnd"/>
      <w:r w:rsidRPr="002B1C44">
        <w:t xml:space="preserve"> (удобен, интегрирован в Linux </w:t>
      </w:r>
      <w:proofErr w:type="spellStart"/>
      <w:r w:rsidRPr="002B1C44">
        <w:t>Mint</w:t>
      </w:r>
      <w:proofErr w:type="spellEnd"/>
      <w:r w:rsidRPr="002B1C44">
        <w:t>, подходит для восстановления после ошибок).</w:t>
      </w:r>
    </w:p>
    <w:p w14:paraId="5910E561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proofErr w:type="spellStart"/>
      <w:r w:rsidRPr="002B1C44">
        <w:t>Déjà</w:t>
      </w:r>
      <w:proofErr w:type="spellEnd"/>
      <w:r w:rsidRPr="002B1C44">
        <w:t xml:space="preserve"> </w:t>
      </w:r>
      <w:proofErr w:type="spellStart"/>
      <w:r w:rsidRPr="002B1C44">
        <w:t>Dup</w:t>
      </w:r>
      <w:proofErr w:type="spellEnd"/>
      <w:r w:rsidRPr="002B1C44">
        <w:t xml:space="preserve"> (для резервирования пользовательских данных в облаке).</w:t>
      </w:r>
    </w:p>
    <w:p w14:paraId="783CA276" w14:textId="77777777" w:rsidR="002B1C44" w:rsidRPr="002B1C44" w:rsidRDefault="002B1C44" w:rsidP="00562E21">
      <w:pPr>
        <w:pStyle w:val="afc"/>
      </w:pPr>
      <w:r w:rsidRPr="002B1C44">
        <w:t>Для полного клонирования системы:</w:t>
      </w:r>
    </w:p>
    <w:p w14:paraId="49317C1B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proofErr w:type="spellStart"/>
      <w:r w:rsidRPr="002B1C44">
        <w:t>Clonezilla</w:t>
      </w:r>
      <w:proofErr w:type="spellEnd"/>
      <w:r w:rsidRPr="002B1C44">
        <w:t xml:space="preserve"> (надёжно и универсально).</w:t>
      </w:r>
    </w:p>
    <w:p w14:paraId="0A72FFBD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proofErr w:type="spellStart"/>
      <w:r w:rsidRPr="002B1C44">
        <w:lastRenderedPageBreak/>
        <w:t>partclone</w:t>
      </w:r>
      <w:proofErr w:type="spellEnd"/>
      <w:r w:rsidRPr="002B1C44">
        <w:t xml:space="preserve"> + внешний диск (эффективно).</w:t>
      </w:r>
    </w:p>
    <w:p w14:paraId="78C9A6A9" w14:textId="77777777" w:rsidR="002B1C44" w:rsidRPr="002B1C44" w:rsidRDefault="002B1C44" w:rsidP="00562E21">
      <w:pPr>
        <w:pStyle w:val="afc"/>
      </w:pPr>
      <w:r w:rsidRPr="002B1C44">
        <w:t>Для серверов и продвинутых пользователей:</w:t>
      </w:r>
    </w:p>
    <w:p w14:paraId="6B0B99A7" w14:textId="77777777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r w:rsidRPr="002B1C44">
        <w:t xml:space="preserve">ZFS или </w:t>
      </w:r>
      <w:proofErr w:type="spellStart"/>
      <w:r w:rsidRPr="002B1C44">
        <w:t>Btrfs</w:t>
      </w:r>
      <w:proofErr w:type="spellEnd"/>
      <w:r w:rsidRPr="002B1C44">
        <w:t xml:space="preserve"> </w:t>
      </w:r>
      <w:proofErr w:type="spellStart"/>
      <w:r w:rsidRPr="002B1C44">
        <w:t>snapshots</w:t>
      </w:r>
      <w:proofErr w:type="spellEnd"/>
      <w:r w:rsidRPr="002B1C44">
        <w:t xml:space="preserve"> + репликация.</w:t>
      </w:r>
    </w:p>
    <w:p w14:paraId="5D466A89" w14:textId="79466B08" w:rsidR="002B1C44" w:rsidRPr="002B1C44" w:rsidRDefault="002B1C44" w:rsidP="00562E21">
      <w:pPr>
        <w:pStyle w:val="afc"/>
        <w:numPr>
          <w:ilvl w:val="0"/>
          <w:numId w:val="22"/>
        </w:numPr>
        <w:ind w:left="426"/>
      </w:pPr>
      <w:proofErr w:type="spellStart"/>
      <w:r w:rsidRPr="002B1C44">
        <w:t>Bacula</w:t>
      </w:r>
      <w:proofErr w:type="spellEnd"/>
      <w:r w:rsidRPr="002B1C44">
        <w:t xml:space="preserve"> / </w:t>
      </w:r>
      <w:proofErr w:type="spellStart"/>
      <w:r w:rsidRPr="002B1C44">
        <w:t>BorgBackup</w:t>
      </w:r>
      <w:proofErr w:type="spellEnd"/>
      <w:r w:rsidRPr="002B1C44">
        <w:t xml:space="preserve"> для инкрементных копий.</w:t>
      </w:r>
    </w:p>
    <w:p w14:paraId="7EC0E077" w14:textId="77777777" w:rsidR="00562E21" w:rsidRPr="00562E21" w:rsidRDefault="002B1C44" w:rsidP="00562E21">
      <w:pPr>
        <w:pStyle w:val="afb"/>
      </w:pPr>
      <w:r w:rsidRPr="00562E21">
        <w:rPr>
          <w:rStyle w:val="afd"/>
          <w:rFonts w:cstheme="minorBidi"/>
          <w:b/>
          <w:szCs w:val="22"/>
        </w:rPr>
        <w:t>Итог</w:t>
      </w:r>
    </w:p>
    <w:p w14:paraId="7171FFDB" w14:textId="12BAFAC8" w:rsidR="002B1C44" w:rsidRPr="002B1C44" w:rsidRDefault="002B1C44" w:rsidP="00562E21">
      <w:pPr>
        <w:pStyle w:val="afc"/>
      </w:pPr>
      <w:r w:rsidRPr="002B1C44">
        <w:t>В Linux можно создать бэкап системы либо на уровне диска (</w:t>
      </w:r>
      <w:proofErr w:type="spellStart"/>
      <w:r w:rsidRPr="002B1C44">
        <w:t>Clonezilla</w:t>
      </w:r>
      <w:proofErr w:type="spellEnd"/>
      <w:r w:rsidRPr="002B1C44">
        <w:t xml:space="preserve">, </w:t>
      </w:r>
      <w:proofErr w:type="spellStart"/>
      <w:r w:rsidRPr="002B1C44">
        <w:t>dd</w:t>
      </w:r>
      <w:proofErr w:type="spellEnd"/>
      <w:r w:rsidRPr="002B1C44">
        <w:t xml:space="preserve">, </w:t>
      </w:r>
      <w:proofErr w:type="spellStart"/>
      <w:r w:rsidRPr="002B1C44">
        <w:t>partclone</w:t>
      </w:r>
      <w:proofErr w:type="spellEnd"/>
      <w:r w:rsidRPr="002B1C44">
        <w:t>), либо на уровне файловой системы (</w:t>
      </w:r>
      <w:proofErr w:type="spellStart"/>
      <w:r w:rsidRPr="002B1C44">
        <w:t>Timeshift</w:t>
      </w:r>
      <w:proofErr w:type="spellEnd"/>
      <w:r w:rsidRPr="002B1C44">
        <w:t xml:space="preserve">, </w:t>
      </w:r>
      <w:proofErr w:type="spellStart"/>
      <w:r w:rsidRPr="002B1C44">
        <w:t>Btrfs</w:t>
      </w:r>
      <w:proofErr w:type="spellEnd"/>
      <w:r w:rsidRPr="002B1C44">
        <w:t xml:space="preserve">/ZFS </w:t>
      </w:r>
      <w:proofErr w:type="spellStart"/>
      <w:r w:rsidRPr="002B1C44">
        <w:t>snapshots</w:t>
      </w:r>
      <w:proofErr w:type="spellEnd"/>
      <w:r w:rsidRPr="002B1C44">
        <w:t>), либо с помощью специализированных инструментов (</w:t>
      </w:r>
      <w:proofErr w:type="spellStart"/>
      <w:r w:rsidRPr="002B1C44">
        <w:t>Déjà</w:t>
      </w:r>
      <w:proofErr w:type="spellEnd"/>
      <w:r w:rsidRPr="002B1C44">
        <w:t xml:space="preserve"> </w:t>
      </w:r>
      <w:proofErr w:type="spellStart"/>
      <w:r w:rsidRPr="002B1C44">
        <w:t>Dup</w:t>
      </w:r>
      <w:proofErr w:type="spellEnd"/>
      <w:r w:rsidRPr="002B1C44">
        <w:t xml:space="preserve">, </w:t>
      </w:r>
      <w:proofErr w:type="spellStart"/>
      <w:r w:rsidRPr="002B1C44">
        <w:t>Bacula</w:t>
      </w:r>
      <w:proofErr w:type="spellEnd"/>
      <w:r w:rsidRPr="002B1C44">
        <w:t xml:space="preserve">). </w:t>
      </w:r>
    </w:p>
    <w:p w14:paraId="639FE0B7" w14:textId="77777777" w:rsidR="002B1C44" w:rsidRPr="002B1C44" w:rsidRDefault="002B1C44" w:rsidP="002A057A">
      <w:pPr>
        <w:pStyle w:val="afc"/>
      </w:pPr>
    </w:p>
    <w:p w14:paraId="03BF6321" w14:textId="0F34A127" w:rsidR="009A6C77" w:rsidRDefault="009A6C77">
      <w:pPr>
        <w:ind w:firstLine="0"/>
        <w:jc w:val="left"/>
      </w:pPr>
      <w:r>
        <w:br w:type="page"/>
      </w:r>
    </w:p>
    <w:p w14:paraId="7116FF6D" w14:textId="4A25F2EE" w:rsidR="008E3235" w:rsidRPr="009A6C77" w:rsidRDefault="009A6C77" w:rsidP="009A6C77">
      <w:pPr>
        <w:pStyle w:val="afc"/>
        <w:jc w:val="center"/>
        <w:rPr>
          <w:b/>
          <w:bCs/>
        </w:rPr>
      </w:pPr>
      <w:r w:rsidRPr="009A6C77">
        <w:rPr>
          <w:b/>
          <w:bCs/>
        </w:rPr>
        <w:lastRenderedPageBreak/>
        <w:t xml:space="preserve">Список </w:t>
      </w:r>
      <w:r w:rsidR="00075862">
        <w:rPr>
          <w:b/>
          <w:bCs/>
        </w:rPr>
        <w:t>источников</w:t>
      </w:r>
    </w:p>
    <w:p w14:paraId="5007882B" w14:textId="5ED5DD9F" w:rsidR="00636FFF" w:rsidRDefault="00636FFF" w:rsidP="009A6C77">
      <w:pPr>
        <w:pStyle w:val="a"/>
      </w:pPr>
      <w:r w:rsidRPr="00636FFF">
        <w:t xml:space="preserve">Как автоматизировать установку софта в Linux: подробный гайд с примерами | Сисадмин. — </w:t>
      </w:r>
      <w:proofErr w:type="gramStart"/>
      <w:r w:rsidRPr="00636FFF">
        <w:t>Текст :</w:t>
      </w:r>
      <w:proofErr w:type="gramEnd"/>
      <w:r w:rsidRPr="00636FFF">
        <w:t xml:space="preserve"> электронный // </w:t>
      </w:r>
      <w:proofErr w:type="gramStart"/>
      <w:r w:rsidRPr="00636FFF">
        <w:t>Дзен :</w:t>
      </w:r>
      <w:proofErr w:type="gramEnd"/>
      <w:r w:rsidRPr="00636FFF">
        <w:t xml:space="preserve"> [сайт]. — URL: </w:t>
      </w:r>
      <w:hyperlink r:id="rId8" w:history="1">
        <w:r w:rsidRPr="00425D99">
          <w:rPr>
            <w:rStyle w:val="a6"/>
          </w:rPr>
          <w:t>https://dzen.ru/a/aAKWQuKVhyZf1aXH</w:t>
        </w:r>
      </w:hyperlink>
      <w:r>
        <w:t xml:space="preserve"> </w:t>
      </w:r>
      <w:r w:rsidRPr="00636FFF">
        <w:t xml:space="preserve">(дата обращения: </w:t>
      </w:r>
      <w:r w:rsidR="000B19F0">
        <w:t>17</w:t>
      </w:r>
      <w:r w:rsidRPr="00636FFF">
        <w:t>.09.2025).</w:t>
      </w:r>
    </w:p>
    <w:p w14:paraId="14061BC9" w14:textId="622FEC04" w:rsidR="00636FFF" w:rsidRDefault="00636FFF" w:rsidP="009A6C77">
      <w:pPr>
        <w:pStyle w:val="a"/>
      </w:pPr>
      <w:r w:rsidRPr="00636FFF">
        <w:t xml:space="preserve">Скрипт установщик ПО - Ubuntu. — </w:t>
      </w:r>
      <w:proofErr w:type="gramStart"/>
      <w:r w:rsidRPr="00636FFF">
        <w:t>Текст :</w:t>
      </w:r>
      <w:proofErr w:type="gramEnd"/>
      <w:r w:rsidRPr="00636FFF">
        <w:t xml:space="preserve"> электронный // Всяко </w:t>
      </w:r>
      <w:proofErr w:type="gramStart"/>
      <w:r w:rsidRPr="00636FFF">
        <w:t>разно :</w:t>
      </w:r>
      <w:proofErr w:type="gramEnd"/>
      <w:r w:rsidRPr="00636FFF">
        <w:t xml:space="preserve"> [сайт]. — URL: </w:t>
      </w:r>
      <w:hyperlink r:id="rId9" w:history="1">
        <w:r w:rsidRPr="00425D99">
          <w:rPr>
            <w:rStyle w:val="a6"/>
          </w:rPr>
          <w:t>https://flammlin.com/blog/2020/07/02/bash-script-auto-install-soft-ubuntu/</w:t>
        </w:r>
      </w:hyperlink>
      <w:r>
        <w:t xml:space="preserve"> </w:t>
      </w:r>
      <w:r w:rsidRPr="00636FFF">
        <w:t xml:space="preserve">(дата обращения: </w:t>
      </w:r>
      <w:r w:rsidR="000B19F0">
        <w:t>17</w:t>
      </w:r>
      <w:r w:rsidRPr="00636FFF">
        <w:t>.09.2025).</w:t>
      </w:r>
    </w:p>
    <w:p w14:paraId="45DECC01" w14:textId="58576DC7" w:rsidR="003213AA" w:rsidRPr="003213AA" w:rsidRDefault="003213AA" w:rsidP="00636FFF">
      <w:pPr>
        <w:pStyle w:val="a"/>
      </w:pPr>
      <w:r w:rsidRPr="003213AA">
        <w:t xml:space="preserve">Установка и обновление Браузера | Браузер. — </w:t>
      </w:r>
      <w:proofErr w:type="gramStart"/>
      <w:r w:rsidRPr="003213AA">
        <w:t>Текст :</w:t>
      </w:r>
      <w:proofErr w:type="gramEnd"/>
      <w:r w:rsidRPr="003213AA">
        <w:t xml:space="preserve"> электронный // </w:t>
      </w:r>
      <w:proofErr w:type="gramStart"/>
      <w:r w:rsidRPr="003213AA">
        <w:t>Яндекс :</w:t>
      </w:r>
      <w:proofErr w:type="gramEnd"/>
      <w:r w:rsidRPr="003213AA">
        <w:t xml:space="preserve"> [сайт]. — </w:t>
      </w:r>
      <w:r w:rsidRPr="003213AA">
        <w:rPr>
          <w:lang w:val="en-US"/>
        </w:rPr>
        <w:t>URL</w:t>
      </w:r>
      <w:r w:rsidRPr="003213AA">
        <w:t xml:space="preserve">: </w:t>
      </w:r>
      <w:hyperlink r:id="rId10" w:history="1">
        <w:r w:rsidRPr="00425D99">
          <w:rPr>
            <w:rStyle w:val="a6"/>
            <w:lang w:val="en-US"/>
          </w:rPr>
          <w:t>https</w:t>
        </w:r>
        <w:r w:rsidRPr="00425D99">
          <w:rPr>
            <w:rStyle w:val="a6"/>
          </w:rPr>
          <w:t>://</w:t>
        </w:r>
        <w:proofErr w:type="spellStart"/>
        <w:r w:rsidRPr="00425D99">
          <w:rPr>
            <w:rStyle w:val="a6"/>
            <w:lang w:val="en-US"/>
          </w:rPr>
          <w:t>yandex</w:t>
        </w:r>
        <w:proofErr w:type="spellEnd"/>
        <w:r w:rsidRPr="00425D99">
          <w:rPr>
            <w:rStyle w:val="a6"/>
          </w:rPr>
          <w:t>.</w:t>
        </w:r>
        <w:proofErr w:type="spellStart"/>
        <w:r w:rsidRPr="00425D99">
          <w:rPr>
            <w:rStyle w:val="a6"/>
            <w:lang w:val="en-US"/>
          </w:rPr>
          <w:t>ru</w:t>
        </w:r>
        <w:proofErr w:type="spellEnd"/>
        <w:r w:rsidRPr="00425D99">
          <w:rPr>
            <w:rStyle w:val="a6"/>
          </w:rPr>
          <w:t>/</w:t>
        </w:r>
        <w:r w:rsidRPr="00425D99">
          <w:rPr>
            <w:rStyle w:val="a6"/>
            <w:lang w:val="en-US"/>
          </w:rPr>
          <w:t>support</w:t>
        </w:r>
        <w:r w:rsidRPr="00425D99">
          <w:rPr>
            <w:rStyle w:val="a6"/>
          </w:rPr>
          <w:t>/</w:t>
        </w:r>
        <w:r w:rsidRPr="00425D99">
          <w:rPr>
            <w:rStyle w:val="a6"/>
            <w:lang w:val="en-US"/>
          </w:rPr>
          <w:t>browser</w:t>
        </w:r>
        <w:r w:rsidRPr="00425D99">
          <w:rPr>
            <w:rStyle w:val="a6"/>
          </w:rPr>
          <w:t>/</w:t>
        </w:r>
        <w:proofErr w:type="spellStart"/>
        <w:r w:rsidRPr="00425D99">
          <w:rPr>
            <w:rStyle w:val="a6"/>
            <w:lang w:val="en-US"/>
          </w:rPr>
          <w:t>ru</w:t>
        </w:r>
        <w:proofErr w:type="spellEnd"/>
        <w:r w:rsidRPr="00425D99">
          <w:rPr>
            <w:rStyle w:val="a6"/>
          </w:rPr>
          <w:t>/</w:t>
        </w:r>
        <w:r w:rsidRPr="00425D99">
          <w:rPr>
            <w:rStyle w:val="a6"/>
            <w:lang w:val="en-US"/>
          </w:rPr>
          <w:t>about</w:t>
        </w:r>
        <w:r w:rsidRPr="00425D99">
          <w:rPr>
            <w:rStyle w:val="a6"/>
          </w:rPr>
          <w:t>/</w:t>
        </w:r>
        <w:r w:rsidRPr="00425D99">
          <w:rPr>
            <w:rStyle w:val="a6"/>
            <w:lang w:val="en-US"/>
          </w:rPr>
          <w:t>install</w:t>
        </w:r>
        <w:r w:rsidRPr="00425D99">
          <w:rPr>
            <w:rStyle w:val="a6"/>
          </w:rPr>
          <w:t>.</w:t>
        </w:r>
        <w:r w:rsidRPr="00425D99">
          <w:rPr>
            <w:rStyle w:val="a6"/>
            <w:lang w:val="en-US"/>
          </w:rPr>
          <w:t>html</w:t>
        </w:r>
        <w:r w:rsidRPr="00425D99">
          <w:rPr>
            <w:rStyle w:val="a6"/>
          </w:rPr>
          <w:t>?</w:t>
        </w:r>
        <w:r w:rsidRPr="00425D99">
          <w:rPr>
            <w:rStyle w:val="a6"/>
            <w:lang w:val="en-US"/>
          </w:rPr>
          <w:t>hl</w:t>
        </w:r>
        <w:r w:rsidRPr="00425D99">
          <w:rPr>
            <w:rStyle w:val="a6"/>
          </w:rPr>
          <w:t>=</w:t>
        </w:r>
        <w:proofErr w:type="spellStart"/>
        <w:r w:rsidRPr="00425D99">
          <w:rPr>
            <w:rStyle w:val="a6"/>
            <w:lang w:val="en-US"/>
          </w:rPr>
          <w:t>ru</w:t>
        </w:r>
        <w:proofErr w:type="spellEnd"/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Flang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Den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Flang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Den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Flang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Dru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Flang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Dru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Flang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Dru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Flang</w:t>
        </w:r>
        <w:r w:rsidRPr="00425D99">
          <w:rPr>
            <w:rStyle w:val="a6"/>
          </w:rPr>
          <w:t>%3</w:t>
        </w:r>
        <w:r w:rsidRPr="00425D99">
          <w:rPr>
            <w:rStyle w:val="a6"/>
            <w:lang w:val="en-US"/>
          </w:rPr>
          <w:t>Dru</w:t>
        </w:r>
        <w:r w:rsidRPr="00425D99">
          <w:rPr>
            <w:rStyle w:val="a6"/>
          </w:rPr>
          <w:t>&amp;</w:t>
        </w:r>
        <w:r w:rsidRPr="00425D99">
          <w:rPr>
            <w:rStyle w:val="a6"/>
            <w:lang w:val="en-US"/>
          </w:rPr>
          <w:t>tabs</w:t>
        </w:r>
        <w:r w:rsidRPr="00425D99">
          <w:rPr>
            <w:rStyle w:val="a6"/>
          </w:rPr>
          <w:t>=</w:t>
        </w:r>
        <w:proofErr w:type="spellStart"/>
        <w:r w:rsidRPr="00425D99">
          <w:rPr>
            <w:rStyle w:val="a6"/>
            <w:lang w:val="en-US"/>
          </w:rPr>
          <w:t>defaultTabsGroup</w:t>
        </w:r>
        <w:proofErr w:type="spellEnd"/>
        <w:r w:rsidRPr="00425D99">
          <w:rPr>
            <w:rStyle w:val="a6"/>
          </w:rPr>
          <w:t>-</w:t>
        </w:r>
        <w:proofErr w:type="spellStart"/>
        <w:r w:rsidRPr="00425D99">
          <w:rPr>
            <w:rStyle w:val="a6"/>
            <w:lang w:val="en-US"/>
          </w:rPr>
          <w:t>eeomo</w:t>
        </w:r>
        <w:proofErr w:type="spellEnd"/>
        <w:r w:rsidRPr="00425D99">
          <w:rPr>
            <w:rStyle w:val="a6"/>
          </w:rPr>
          <w:t>9</w:t>
        </w:r>
        <w:r w:rsidRPr="00425D99">
          <w:rPr>
            <w:rStyle w:val="a6"/>
            <w:lang w:val="en-US"/>
          </w:rPr>
          <w:t>sq</w:t>
        </w:r>
        <w:r w:rsidRPr="00425D99">
          <w:rPr>
            <w:rStyle w:val="a6"/>
          </w:rPr>
          <w:t>_</w:t>
        </w:r>
        <w:proofErr w:type="spellStart"/>
        <w:r w:rsidRPr="00425D99">
          <w:rPr>
            <w:rStyle w:val="a6"/>
            <w:lang w:val="en-US"/>
          </w:rPr>
          <w:t>linux</w:t>
        </w:r>
        <w:proofErr w:type="spellEnd"/>
        <w:r w:rsidRPr="00425D99">
          <w:rPr>
            <w:rStyle w:val="a6"/>
          </w:rPr>
          <w:t>%2</w:t>
        </w:r>
        <w:proofErr w:type="spellStart"/>
        <w:r w:rsidRPr="00425D99">
          <w:rPr>
            <w:rStyle w:val="a6"/>
            <w:lang w:val="en-US"/>
          </w:rPr>
          <w:t>CdefaultTabsGroup</w:t>
        </w:r>
        <w:proofErr w:type="spellEnd"/>
        <w:r w:rsidRPr="00425D99">
          <w:rPr>
            <w:rStyle w:val="a6"/>
          </w:rPr>
          <w:t>-6</w:t>
        </w:r>
        <w:proofErr w:type="spellStart"/>
        <w:r w:rsidRPr="00425D99">
          <w:rPr>
            <w:rStyle w:val="a6"/>
            <w:lang w:val="en-US"/>
          </w:rPr>
          <w:t>srvlnlq</w:t>
        </w:r>
        <w:proofErr w:type="spellEnd"/>
        <w:r w:rsidRPr="00425D99">
          <w:rPr>
            <w:rStyle w:val="a6"/>
          </w:rPr>
          <w:t>_</w:t>
        </w:r>
        <w:proofErr w:type="spellStart"/>
        <w:r w:rsidRPr="00425D99">
          <w:rPr>
            <w:rStyle w:val="a6"/>
            <w:lang w:val="en-US"/>
          </w:rPr>
          <w:t>linux</w:t>
        </w:r>
        <w:proofErr w:type="spellEnd"/>
      </w:hyperlink>
      <w:r>
        <w:t xml:space="preserve"> </w:t>
      </w:r>
      <w:r w:rsidRPr="003213AA">
        <w:t xml:space="preserve">(дата обращения: </w:t>
      </w:r>
      <w:r w:rsidR="000B19F0">
        <w:t>17</w:t>
      </w:r>
      <w:r w:rsidRPr="003213AA">
        <w:t>.09.2025).</w:t>
      </w:r>
    </w:p>
    <w:p w14:paraId="6EEBBBC1" w14:textId="09E1BEE8" w:rsidR="00636FFF" w:rsidRPr="00636FFF" w:rsidRDefault="00636FFF" w:rsidP="00636FFF">
      <w:pPr>
        <w:pStyle w:val="a"/>
        <w:rPr>
          <w:lang w:val="en-US"/>
        </w:rPr>
      </w:pPr>
      <w:r w:rsidRPr="00636FFF">
        <w:rPr>
          <w:lang w:val="en-US"/>
        </w:rPr>
        <w:t xml:space="preserve">Creating a bash script to install packages. — </w:t>
      </w:r>
      <w:proofErr w:type="gramStart"/>
      <w:r w:rsidRPr="00636FFF">
        <w:t>Текст</w:t>
      </w:r>
      <w:r w:rsidRPr="00636FFF">
        <w:rPr>
          <w:lang w:val="en-US"/>
        </w:rPr>
        <w:t xml:space="preserve"> :</w:t>
      </w:r>
      <w:proofErr w:type="gramEnd"/>
      <w:r w:rsidRPr="00636FFF">
        <w:rPr>
          <w:lang w:val="en-US"/>
        </w:rPr>
        <w:t xml:space="preserve"> </w:t>
      </w:r>
      <w:r w:rsidRPr="00636FFF">
        <w:t>электронный</w:t>
      </w:r>
      <w:r w:rsidRPr="00636FFF">
        <w:rPr>
          <w:lang w:val="en-US"/>
        </w:rPr>
        <w:t xml:space="preserve"> // Stack </w:t>
      </w:r>
      <w:proofErr w:type="gramStart"/>
      <w:r w:rsidRPr="00636FFF">
        <w:rPr>
          <w:lang w:val="en-US"/>
        </w:rPr>
        <w:t>Exchange :</w:t>
      </w:r>
      <w:proofErr w:type="gramEnd"/>
      <w:r w:rsidRPr="00636FFF">
        <w:rPr>
          <w:lang w:val="en-US"/>
        </w:rPr>
        <w:t xml:space="preserve"> [</w:t>
      </w:r>
      <w:r w:rsidRPr="00636FFF">
        <w:t>сайт</w:t>
      </w:r>
      <w:r w:rsidRPr="00636FFF">
        <w:rPr>
          <w:lang w:val="en-US"/>
        </w:rPr>
        <w:t xml:space="preserve">]. — URL: </w:t>
      </w:r>
      <w:hyperlink r:id="rId11" w:history="1">
        <w:r w:rsidRPr="00425D99">
          <w:rPr>
            <w:rStyle w:val="a6"/>
            <w:lang w:val="en-US"/>
          </w:rPr>
          <w:t>https://unix.stackexchange.com/questions/717483/creating-a-bash-script-to-install-packages</w:t>
        </w:r>
      </w:hyperlink>
      <w:r>
        <w:rPr>
          <w:lang w:val="en-US"/>
        </w:rPr>
        <w:t xml:space="preserve"> </w:t>
      </w:r>
      <w:r w:rsidRPr="00636FFF">
        <w:rPr>
          <w:lang w:val="en-US"/>
        </w:rPr>
        <w:t>(</w:t>
      </w:r>
      <w:r w:rsidRPr="00636FFF">
        <w:t>дата</w:t>
      </w:r>
      <w:r w:rsidRPr="00636FFF">
        <w:rPr>
          <w:lang w:val="en-US"/>
        </w:rPr>
        <w:t xml:space="preserve"> </w:t>
      </w:r>
      <w:r w:rsidRPr="00636FFF">
        <w:t>обращения</w:t>
      </w:r>
      <w:r w:rsidRPr="00636FFF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636FFF">
        <w:rPr>
          <w:lang w:val="en-US"/>
        </w:rPr>
        <w:t>.09.2025).</w:t>
      </w:r>
    </w:p>
    <w:p w14:paraId="64A8C7FE" w14:textId="35CCBF2F" w:rsidR="003213AA" w:rsidRDefault="003213AA" w:rsidP="009A6C77">
      <w:pPr>
        <w:pStyle w:val="a"/>
        <w:rPr>
          <w:lang w:val="en-US"/>
        </w:rPr>
      </w:pPr>
      <w:r w:rsidRPr="003213AA">
        <w:rPr>
          <w:lang w:val="en-US"/>
        </w:rPr>
        <w:t xml:space="preserve">Download PyCharm: The Python IDE for data science and web development by JetBrains. — </w:t>
      </w:r>
      <w:proofErr w:type="spellStart"/>
      <w:proofErr w:type="gramStart"/>
      <w:r w:rsidRPr="003213AA">
        <w:rPr>
          <w:lang w:val="en-US"/>
        </w:rPr>
        <w:t>Текст</w:t>
      </w:r>
      <w:proofErr w:type="spellEnd"/>
      <w:r w:rsidRPr="003213AA">
        <w:rPr>
          <w:lang w:val="en-US"/>
        </w:rPr>
        <w:t xml:space="preserve"> :</w:t>
      </w:r>
      <w:proofErr w:type="gramEnd"/>
      <w:r w:rsidRPr="003213AA">
        <w:rPr>
          <w:lang w:val="en-US"/>
        </w:rPr>
        <w:t xml:space="preserve"> </w:t>
      </w:r>
      <w:proofErr w:type="spellStart"/>
      <w:r w:rsidRPr="003213AA">
        <w:rPr>
          <w:lang w:val="en-US"/>
        </w:rPr>
        <w:t>электронный</w:t>
      </w:r>
      <w:proofErr w:type="spellEnd"/>
      <w:r w:rsidRPr="003213AA">
        <w:rPr>
          <w:lang w:val="en-US"/>
        </w:rPr>
        <w:t xml:space="preserve"> // JetBrains </w:t>
      </w:r>
      <w:proofErr w:type="spellStart"/>
      <w:proofErr w:type="gramStart"/>
      <w:r w:rsidRPr="003213AA">
        <w:rPr>
          <w:lang w:val="en-US"/>
        </w:rPr>
        <w:t>s.r.o.</w:t>
      </w:r>
      <w:proofErr w:type="spellEnd"/>
      <w:r w:rsidRPr="003213AA">
        <w:rPr>
          <w:lang w:val="en-US"/>
        </w:rPr>
        <w:t xml:space="preserve"> :</w:t>
      </w:r>
      <w:proofErr w:type="gramEnd"/>
      <w:r w:rsidRPr="003213AA">
        <w:rPr>
          <w:lang w:val="en-US"/>
        </w:rPr>
        <w:t xml:space="preserve"> [</w:t>
      </w:r>
      <w:proofErr w:type="spellStart"/>
      <w:r w:rsidRPr="003213AA">
        <w:rPr>
          <w:lang w:val="en-US"/>
        </w:rPr>
        <w:t>сайт</w:t>
      </w:r>
      <w:proofErr w:type="spellEnd"/>
      <w:r w:rsidRPr="003213AA">
        <w:rPr>
          <w:lang w:val="en-US"/>
        </w:rPr>
        <w:t xml:space="preserve">]. — URL: </w:t>
      </w:r>
      <w:hyperlink r:id="rId12" w:history="1">
        <w:r w:rsidRPr="00425D99">
          <w:rPr>
            <w:rStyle w:val="a6"/>
            <w:lang w:val="en-US"/>
          </w:rPr>
          <w:t>https://www.jetbrains.com/pycharm/download/?section=linux</w:t>
        </w:r>
      </w:hyperlink>
      <w:r>
        <w:rPr>
          <w:lang w:val="en-US"/>
        </w:rPr>
        <w:t xml:space="preserve"> </w:t>
      </w:r>
      <w:r w:rsidRPr="003213AA">
        <w:rPr>
          <w:lang w:val="en-US"/>
        </w:rPr>
        <w:t>(</w:t>
      </w:r>
      <w:proofErr w:type="spellStart"/>
      <w:r w:rsidRPr="003213AA">
        <w:rPr>
          <w:lang w:val="en-US"/>
        </w:rPr>
        <w:t>дата</w:t>
      </w:r>
      <w:proofErr w:type="spellEnd"/>
      <w:r w:rsidRPr="003213AA">
        <w:rPr>
          <w:lang w:val="en-US"/>
        </w:rPr>
        <w:t xml:space="preserve"> </w:t>
      </w:r>
      <w:proofErr w:type="spellStart"/>
      <w:r w:rsidRPr="003213AA">
        <w:rPr>
          <w:lang w:val="en-US"/>
        </w:rPr>
        <w:t>обращения</w:t>
      </w:r>
      <w:proofErr w:type="spellEnd"/>
      <w:r w:rsidRPr="003213AA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3213AA">
        <w:rPr>
          <w:lang w:val="en-US"/>
        </w:rPr>
        <w:t>.09.2025).</w:t>
      </w:r>
    </w:p>
    <w:p w14:paraId="2BCC1E70" w14:textId="4980164A" w:rsidR="003213AA" w:rsidRDefault="003213AA" w:rsidP="009A6C77">
      <w:pPr>
        <w:pStyle w:val="a"/>
        <w:rPr>
          <w:lang w:val="en-US"/>
        </w:rPr>
      </w:pPr>
      <w:r w:rsidRPr="003213AA">
        <w:rPr>
          <w:lang w:val="en-US"/>
        </w:rPr>
        <w:t xml:space="preserve">Download Visual Studio Code - Mac, Linux, Windows. — </w:t>
      </w:r>
      <w:proofErr w:type="spellStart"/>
      <w:proofErr w:type="gramStart"/>
      <w:r w:rsidRPr="003213AA">
        <w:rPr>
          <w:lang w:val="en-US"/>
        </w:rPr>
        <w:t>Текст</w:t>
      </w:r>
      <w:proofErr w:type="spellEnd"/>
      <w:r w:rsidRPr="003213AA">
        <w:rPr>
          <w:lang w:val="en-US"/>
        </w:rPr>
        <w:t xml:space="preserve"> :</w:t>
      </w:r>
      <w:proofErr w:type="gramEnd"/>
      <w:r w:rsidRPr="003213AA">
        <w:rPr>
          <w:lang w:val="en-US"/>
        </w:rPr>
        <w:t xml:space="preserve"> </w:t>
      </w:r>
      <w:proofErr w:type="spellStart"/>
      <w:r w:rsidRPr="003213AA">
        <w:rPr>
          <w:lang w:val="en-US"/>
        </w:rPr>
        <w:t>электронный</w:t>
      </w:r>
      <w:proofErr w:type="spellEnd"/>
      <w:r w:rsidRPr="003213AA">
        <w:rPr>
          <w:lang w:val="en-US"/>
        </w:rPr>
        <w:t xml:space="preserve"> // Visual </w:t>
      </w:r>
      <w:proofErr w:type="gramStart"/>
      <w:r w:rsidRPr="003213AA">
        <w:rPr>
          <w:lang w:val="en-US"/>
        </w:rPr>
        <w:t>Studio :</w:t>
      </w:r>
      <w:proofErr w:type="gramEnd"/>
      <w:r w:rsidRPr="003213AA">
        <w:rPr>
          <w:lang w:val="en-US"/>
        </w:rPr>
        <w:t xml:space="preserve"> [</w:t>
      </w:r>
      <w:proofErr w:type="spellStart"/>
      <w:r w:rsidRPr="003213AA">
        <w:rPr>
          <w:lang w:val="en-US"/>
        </w:rPr>
        <w:t>сайт</w:t>
      </w:r>
      <w:proofErr w:type="spellEnd"/>
      <w:r w:rsidRPr="003213AA">
        <w:rPr>
          <w:lang w:val="en-US"/>
        </w:rPr>
        <w:t xml:space="preserve">]. — URL: </w:t>
      </w:r>
      <w:hyperlink r:id="rId13" w:history="1">
        <w:r w:rsidRPr="00425D99">
          <w:rPr>
            <w:rStyle w:val="a6"/>
            <w:lang w:val="en-US"/>
          </w:rPr>
          <w:t>https://code.visualstudio.com/Download</w:t>
        </w:r>
      </w:hyperlink>
      <w:r>
        <w:rPr>
          <w:lang w:val="en-US"/>
        </w:rPr>
        <w:t xml:space="preserve"> </w:t>
      </w:r>
      <w:r w:rsidRPr="003213AA">
        <w:rPr>
          <w:lang w:val="en-US"/>
        </w:rPr>
        <w:t>(</w:t>
      </w:r>
      <w:proofErr w:type="spellStart"/>
      <w:r w:rsidRPr="003213AA">
        <w:rPr>
          <w:lang w:val="en-US"/>
        </w:rPr>
        <w:t>дата</w:t>
      </w:r>
      <w:proofErr w:type="spellEnd"/>
      <w:r w:rsidRPr="003213AA">
        <w:rPr>
          <w:lang w:val="en-US"/>
        </w:rPr>
        <w:t xml:space="preserve"> </w:t>
      </w:r>
      <w:proofErr w:type="spellStart"/>
      <w:r w:rsidRPr="003213AA">
        <w:rPr>
          <w:lang w:val="en-US"/>
        </w:rPr>
        <w:t>обращения</w:t>
      </w:r>
      <w:proofErr w:type="spellEnd"/>
      <w:r w:rsidRPr="003213AA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3213AA">
        <w:rPr>
          <w:lang w:val="en-US"/>
        </w:rPr>
        <w:t>.09.2025).</w:t>
      </w:r>
    </w:p>
    <w:p w14:paraId="177C40DC" w14:textId="7D8403E9" w:rsidR="00D72E4C" w:rsidRPr="00D72E4C" w:rsidRDefault="00D72E4C" w:rsidP="00D72E4C">
      <w:pPr>
        <w:pStyle w:val="a"/>
        <w:rPr>
          <w:lang w:val="en-US"/>
        </w:rPr>
      </w:pPr>
      <w:r w:rsidRPr="00562E21">
        <w:rPr>
          <w:lang w:val="en-US"/>
        </w:rPr>
        <w:t>Getting</w:t>
      </w:r>
      <w:r w:rsidRPr="00D72E4C">
        <w:rPr>
          <w:lang w:val="en-US"/>
        </w:rPr>
        <w:t xml:space="preserve"> </w:t>
      </w:r>
      <w:proofErr w:type="spellStart"/>
      <w:r w:rsidRPr="00562E21">
        <w:rPr>
          <w:lang w:val="en-US"/>
        </w:rPr>
        <w:t>MiKTeX</w:t>
      </w:r>
      <w:proofErr w:type="spellEnd"/>
      <w:r w:rsidRPr="00D72E4C">
        <w:rPr>
          <w:lang w:val="en-US"/>
        </w:rPr>
        <w:t xml:space="preserve">. — </w:t>
      </w:r>
      <w:proofErr w:type="gramStart"/>
      <w:r w:rsidRPr="00562E21">
        <w:t>Текст</w:t>
      </w:r>
      <w:r w:rsidRPr="00D72E4C">
        <w:rPr>
          <w:lang w:val="en-US"/>
        </w:rPr>
        <w:t xml:space="preserve"> :</w:t>
      </w:r>
      <w:proofErr w:type="gramEnd"/>
      <w:r w:rsidRPr="00D72E4C">
        <w:rPr>
          <w:lang w:val="en-US"/>
        </w:rPr>
        <w:t xml:space="preserve"> </w:t>
      </w:r>
      <w:r w:rsidRPr="00562E21">
        <w:t>электронный</w:t>
      </w:r>
      <w:r w:rsidRPr="00D72E4C">
        <w:rPr>
          <w:lang w:val="en-US"/>
        </w:rPr>
        <w:t xml:space="preserve"> // </w:t>
      </w:r>
      <w:r w:rsidRPr="00562E21">
        <w:rPr>
          <w:lang w:val="en-US"/>
        </w:rPr>
        <w:t>Christian</w:t>
      </w:r>
      <w:r w:rsidRPr="00D72E4C">
        <w:rPr>
          <w:lang w:val="en-US"/>
        </w:rPr>
        <w:t xml:space="preserve"> </w:t>
      </w:r>
      <w:proofErr w:type="gramStart"/>
      <w:r w:rsidRPr="00562E21">
        <w:rPr>
          <w:lang w:val="en-US"/>
        </w:rPr>
        <w:t>Schenk</w:t>
      </w:r>
      <w:r w:rsidRPr="00D72E4C">
        <w:rPr>
          <w:lang w:val="en-US"/>
        </w:rPr>
        <w:t xml:space="preserve"> :</w:t>
      </w:r>
      <w:proofErr w:type="gramEnd"/>
      <w:r w:rsidRPr="00D72E4C">
        <w:rPr>
          <w:lang w:val="en-US"/>
        </w:rPr>
        <w:t xml:space="preserve"> [</w:t>
      </w:r>
      <w:r w:rsidRPr="00562E21">
        <w:t>сайт</w:t>
      </w:r>
      <w:r w:rsidRPr="00D72E4C">
        <w:rPr>
          <w:lang w:val="en-US"/>
        </w:rPr>
        <w:t xml:space="preserve">]. — </w:t>
      </w:r>
      <w:r w:rsidRPr="00562E21">
        <w:rPr>
          <w:lang w:val="en-US"/>
        </w:rPr>
        <w:t>URL</w:t>
      </w:r>
      <w:r w:rsidRPr="00D72E4C">
        <w:rPr>
          <w:lang w:val="en-US"/>
        </w:rPr>
        <w:t xml:space="preserve">: </w:t>
      </w:r>
      <w:hyperlink r:id="rId14" w:history="1">
        <w:r w:rsidRPr="00425D99">
          <w:rPr>
            <w:rStyle w:val="a6"/>
            <w:lang w:val="en-US"/>
          </w:rPr>
          <w:t>https</w:t>
        </w:r>
        <w:r w:rsidRPr="00D72E4C">
          <w:rPr>
            <w:rStyle w:val="a6"/>
            <w:lang w:val="en-US"/>
          </w:rPr>
          <w:t>://</w:t>
        </w:r>
        <w:r w:rsidRPr="00425D99">
          <w:rPr>
            <w:rStyle w:val="a6"/>
            <w:lang w:val="en-US"/>
          </w:rPr>
          <w:t>miktex</w:t>
        </w:r>
        <w:r w:rsidRPr="00D72E4C">
          <w:rPr>
            <w:rStyle w:val="a6"/>
            <w:lang w:val="en-US"/>
          </w:rPr>
          <w:t>.</w:t>
        </w:r>
        <w:r w:rsidRPr="00425D99">
          <w:rPr>
            <w:rStyle w:val="a6"/>
            <w:lang w:val="en-US"/>
          </w:rPr>
          <w:t>org</w:t>
        </w:r>
        <w:r w:rsidRPr="00D72E4C">
          <w:rPr>
            <w:rStyle w:val="a6"/>
            <w:lang w:val="en-US"/>
          </w:rPr>
          <w:t>/</w:t>
        </w:r>
        <w:r w:rsidRPr="00425D99">
          <w:rPr>
            <w:rStyle w:val="a6"/>
            <w:lang w:val="en-US"/>
          </w:rPr>
          <w:t>download</w:t>
        </w:r>
      </w:hyperlink>
      <w:r w:rsidRPr="00D72E4C">
        <w:rPr>
          <w:lang w:val="en-US"/>
        </w:rPr>
        <w:t xml:space="preserve"> (</w:t>
      </w:r>
      <w:r w:rsidRPr="00562E21">
        <w:t>дата</w:t>
      </w:r>
      <w:r w:rsidRPr="00D72E4C">
        <w:rPr>
          <w:lang w:val="en-US"/>
        </w:rPr>
        <w:t xml:space="preserve"> </w:t>
      </w:r>
      <w:r w:rsidRPr="00562E21">
        <w:t>обращения</w:t>
      </w:r>
      <w:r w:rsidRPr="00D72E4C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D72E4C">
        <w:rPr>
          <w:lang w:val="en-US"/>
        </w:rPr>
        <w:t>.09.2025).</w:t>
      </w:r>
    </w:p>
    <w:p w14:paraId="6743D90F" w14:textId="2EAC1381" w:rsidR="00636FFF" w:rsidRDefault="00636FFF" w:rsidP="009A6C77">
      <w:pPr>
        <w:pStyle w:val="a"/>
        <w:rPr>
          <w:lang w:val="en-US"/>
        </w:rPr>
      </w:pPr>
      <w:r w:rsidRPr="00636FFF">
        <w:rPr>
          <w:lang w:val="en-US"/>
        </w:rPr>
        <w:t xml:space="preserve">How do I write a shell script to install a list of </w:t>
      </w:r>
      <w:proofErr w:type="gramStart"/>
      <w:r w:rsidRPr="00636FFF">
        <w:rPr>
          <w:lang w:val="en-US"/>
        </w:rPr>
        <w:t>applications?.</w:t>
      </w:r>
      <w:proofErr w:type="gramEnd"/>
      <w:r w:rsidRPr="00636FFF">
        <w:rPr>
          <w:lang w:val="en-US"/>
        </w:rPr>
        <w:t xml:space="preserve"> — </w:t>
      </w:r>
      <w:proofErr w:type="spellStart"/>
      <w:proofErr w:type="gramStart"/>
      <w:r w:rsidRPr="00636FFF">
        <w:rPr>
          <w:lang w:val="en-US"/>
        </w:rPr>
        <w:t>Текст</w:t>
      </w:r>
      <w:proofErr w:type="spellEnd"/>
      <w:r w:rsidRPr="00636FFF">
        <w:rPr>
          <w:lang w:val="en-US"/>
        </w:rPr>
        <w:t xml:space="preserve"> :</w:t>
      </w:r>
      <w:proofErr w:type="gramEnd"/>
      <w:r w:rsidRPr="00636FFF">
        <w:rPr>
          <w:lang w:val="en-US"/>
        </w:rPr>
        <w:t xml:space="preserve"> </w:t>
      </w:r>
      <w:proofErr w:type="spellStart"/>
      <w:r w:rsidRPr="00636FFF">
        <w:rPr>
          <w:lang w:val="en-US"/>
        </w:rPr>
        <w:t>электронный</w:t>
      </w:r>
      <w:proofErr w:type="spellEnd"/>
      <w:r w:rsidRPr="00636FFF">
        <w:rPr>
          <w:lang w:val="en-US"/>
        </w:rPr>
        <w:t xml:space="preserve"> // Ask </w:t>
      </w:r>
      <w:proofErr w:type="gramStart"/>
      <w:r w:rsidRPr="00636FFF">
        <w:rPr>
          <w:lang w:val="en-US"/>
        </w:rPr>
        <w:t>Ubuntu :</w:t>
      </w:r>
      <w:proofErr w:type="gramEnd"/>
      <w:r w:rsidRPr="00636FFF">
        <w:rPr>
          <w:lang w:val="en-US"/>
        </w:rPr>
        <w:t xml:space="preserve"> [</w:t>
      </w:r>
      <w:proofErr w:type="spellStart"/>
      <w:r w:rsidRPr="00636FFF">
        <w:rPr>
          <w:lang w:val="en-US"/>
        </w:rPr>
        <w:t>сайт</w:t>
      </w:r>
      <w:proofErr w:type="spellEnd"/>
      <w:r w:rsidRPr="00636FFF">
        <w:rPr>
          <w:lang w:val="en-US"/>
        </w:rPr>
        <w:t xml:space="preserve">]. — URL: </w:t>
      </w:r>
      <w:hyperlink r:id="rId15" w:history="1">
        <w:r w:rsidRPr="00425D99">
          <w:rPr>
            <w:rStyle w:val="a6"/>
            <w:lang w:val="en-US"/>
          </w:rPr>
          <w:t>https://askubuntu.com/questions/519/how-do-i-write-a-shell-script-to-install-a-list-of-applications</w:t>
        </w:r>
      </w:hyperlink>
      <w:r>
        <w:rPr>
          <w:lang w:val="en-US"/>
        </w:rPr>
        <w:t xml:space="preserve"> </w:t>
      </w:r>
      <w:r w:rsidRPr="00636FFF">
        <w:rPr>
          <w:lang w:val="en-US"/>
        </w:rPr>
        <w:t>(</w:t>
      </w:r>
      <w:proofErr w:type="spellStart"/>
      <w:r w:rsidRPr="00636FFF">
        <w:rPr>
          <w:lang w:val="en-US"/>
        </w:rPr>
        <w:t>дата</w:t>
      </w:r>
      <w:proofErr w:type="spellEnd"/>
      <w:r w:rsidRPr="00636FFF">
        <w:rPr>
          <w:lang w:val="en-US"/>
        </w:rPr>
        <w:t xml:space="preserve"> </w:t>
      </w:r>
      <w:proofErr w:type="spellStart"/>
      <w:r w:rsidRPr="00636FFF">
        <w:rPr>
          <w:lang w:val="en-US"/>
        </w:rPr>
        <w:t>обращения</w:t>
      </w:r>
      <w:proofErr w:type="spellEnd"/>
      <w:r w:rsidRPr="00636FFF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636FFF">
        <w:rPr>
          <w:lang w:val="en-US"/>
        </w:rPr>
        <w:t>.09.2025).</w:t>
      </w:r>
    </w:p>
    <w:p w14:paraId="6CC3FD2B" w14:textId="15AF5005" w:rsidR="003213AA" w:rsidRPr="003213AA" w:rsidRDefault="003213AA" w:rsidP="009A6C77">
      <w:pPr>
        <w:pStyle w:val="a"/>
        <w:rPr>
          <w:lang w:val="en-US"/>
        </w:rPr>
      </w:pPr>
      <w:r w:rsidRPr="003213AA">
        <w:rPr>
          <w:lang w:val="en-US"/>
        </w:rPr>
        <w:t xml:space="preserve">How to Install Anaconda on Ubuntu 20.04. — </w:t>
      </w:r>
      <w:proofErr w:type="spellStart"/>
      <w:proofErr w:type="gramStart"/>
      <w:r w:rsidRPr="003213AA">
        <w:rPr>
          <w:lang w:val="en-US"/>
        </w:rPr>
        <w:t>Текст</w:t>
      </w:r>
      <w:proofErr w:type="spellEnd"/>
      <w:r w:rsidRPr="003213AA">
        <w:rPr>
          <w:lang w:val="en-US"/>
        </w:rPr>
        <w:t xml:space="preserve"> :</w:t>
      </w:r>
      <w:proofErr w:type="gramEnd"/>
      <w:r w:rsidRPr="003213AA">
        <w:rPr>
          <w:lang w:val="en-US"/>
        </w:rPr>
        <w:t xml:space="preserve"> </w:t>
      </w:r>
      <w:proofErr w:type="spellStart"/>
      <w:r w:rsidRPr="003213AA">
        <w:rPr>
          <w:lang w:val="en-US"/>
        </w:rPr>
        <w:t>электронный</w:t>
      </w:r>
      <w:proofErr w:type="spellEnd"/>
      <w:r w:rsidRPr="003213AA">
        <w:rPr>
          <w:lang w:val="en-US"/>
        </w:rPr>
        <w:t xml:space="preserve"> // </w:t>
      </w:r>
      <w:proofErr w:type="spellStart"/>
      <w:proofErr w:type="gramStart"/>
      <w:r w:rsidRPr="003213AA">
        <w:rPr>
          <w:lang w:val="en-US"/>
        </w:rPr>
        <w:t>GeeksforGeeks</w:t>
      </w:r>
      <w:proofErr w:type="spellEnd"/>
      <w:r w:rsidRPr="003213AA">
        <w:rPr>
          <w:lang w:val="en-US"/>
        </w:rPr>
        <w:t xml:space="preserve"> :</w:t>
      </w:r>
      <w:proofErr w:type="gramEnd"/>
      <w:r w:rsidRPr="003213AA">
        <w:rPr>
          <w:lang w:val="en-US"/>
        </w:rPr>
        <w:t xml:space="preserve"> [</w:t>
      </w:r>
      <w:proofErr w:type="spellStart"/>
      <w:r w:rsidRPr="003213AA">
        <w:rPr>
          <w:lang w:val="en-US"/>
        </w:rPr>
        <w:t>сайт</w:t>
      </w:r>
      <w:proofErr w:type="spellEnd"/>
      <w:r w:rsidRPr="003213AA">
        <w:rPr>
          <w:lang w:val="en-US"/>
        </w:rPr>
        <w:t xml:space="preserve">]. — URL: </w:t>
      </w:r>
      <w:hyperlink r:id="rId16" w:history="1">
        <w:r w:rsidRPr="00425D99">
          <w:rPr>
            <w:rStyle w:val="a6"/>
            <w:lang w:val="en-US"/>
          </w:rPr>
          <w:t>https://www.geeksforgeeks.org/linux-</w:t>
        </w:r>
        <w:r w:rsidRPr="00425D99">
          <w:rPr>
            <w:rStyle w:val="a6"/>
            <w:lang w:val="en-US"/>
          </w:rPr>
          <w:lastRenderedPageBreak/>
          <w:t>unix/how-to-install-anaconda-on-ubuntu-20-04/</w:t>
        </w:r>
      </w:hyperlink>
      <w:r w:rsidRPr="003213AA">
        <w:rPr>
          <w:lang w:val="en-US"/>
        </w:rPr>
        <w:t xml:space="preserve"> (</w:t>
      </w:r>
      <w:proofErr w:type="spellStart"/>
      <w:r w:rsidRPr="003213AA">
        <w:rPr>
          <w:lang w:val="en-US"/>
        </w:rPr>
        <w:t>дата</w:t>
      </w:r>
      <w:proofErr w:type="spellEnd"/>
      <w:r w:rsidRPr="003213AA">
        <w:rPr>
          <w:lang w:val="en-US"/>
        </w:rPr>
        <w:t xml:space="preserve"> </w:t>
      </w:r>
      <w:proofErr w:type="spellStart"/>
      <w:r w:rsidRPr="003213AA">
        <w:rPr>
          <w:lang w:val="en-US"/>
        </w:rPr>
        <w:t>обращения</w:t>
      </w:r>
      <w:proofErr w:type="spellEnd"/>
      <w:r w:rsidRPr="003213AA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3213AA">
        <w:rPr>
          <w:lang w:val="en-US"/>
        </w:rPr>
        <w:t>.09.2025).</w:t>
      </w:r>
    </w:p>
    <w:p w14:paraId="7287B5C2" w14:textId="11E82FC0" w:rsidR="003213AA" w:rsidRPr="003213AA" w:rsidRDefault="003213AA" w:rsidP="009A6C77">
      <w:pPr>
        <w:pStyle w:val="a"/>
        <w:rPr>
          <w:lang w:val="en-US"/>
        </w:rPr>
      </w:pPr>
      <w:r w:rsidRPr="003213AA">
        <w:rPr>
          <w:lang w:val="en-US"/>
        </w:rPr>
        <w:t xml:space="preserve">How to Install Chrome on Ubuntu. — </w:t>
      </w:r>
      <w:proofErr w:type="spellStart"/>
      <w:proofErr w:type="gramStart"/>
      <w:r w:rsidRPr="003213AA">
        <w:rPr>
          <w:lang w:val="en-US"/>
        </w:rPr>
        <w:t>Текст</w:t>
      </w:r>
      <w:proofErr w:type="spellEnd"/>
      <w:r w:rsidRPr="003213AA">
        <w:rPr>
          <w:lang w:val="en-US"/>
        </w:rPr>
        <w:t xml:space="preserve"> :</w:t>
      </w:r>
      <w:proofErr w:type="gramEnd"/>
      <w:r w:rsidRPr="003213AA">
        <w:rPr>
          <w:lang w:val="en-US"/>
        </w:rPr>
        <w:t xml:space="preserve"> </w:t>
      </w:r>
      <w:proofErr w:type="spellStart"/>
      <w:r w:rsidRPr="003213AA">
        <w:rPr>
          <w:lang w:val="en-US"/>
        </w:rPr>
        <w:t>электронный</w:t>
      </w:r>
      <w:proofErr w:type="spellEnd"/>
      <w:r w:rsidRPr="003213AA">
        <w:rPr>
          <w:lang w:val="en-US"/>
        </w:rPr>
        <w:t xml:space="preserve"> // </w:t>
      </w:r>
      <w:proofErr w:type="spellStart"/>
      <w:proofErr w:type="gramStart"/>
      <w:r w:rsidRPr="003213AA">
        <w:rPr>
          <w:lang w:val="en-US"/>
        </w:rPr>
        <w:t>GeeksforGeeks</w:t>
      </w:r>
      <w:proofErr w:type="spellEnd"/>
      <w:r w:rsidRPr="003213AA">
        <w:rPr>
          <w:lang w:val="en-US"/>
        </w:rPr>
        <w:t xml:space="preserve"> :</w:t>
      </w:r>
      <w:proofErr w:type="gramEnd"/>
      <w:r w:rsidRPr="003213AA">
        <w:rPr>
          <w:lang w:val="en-US"/>
        </w:rPr>
        <w:t xml:space="preserve"> [</w:t>
      </w:r>
      <w:proofErr w:type="spellStart"/>
      <w:r w:rsidRPr="003213AA">
        <w:rPr>
          <w:lang w:val="en-US"/>
        </w:rPr>
        <w:t>сайт</w:t>
      </w:r>
      <w:proofErr w:type="spellEnd"/>
      <w:r w:rsidRPr="003213AA">
        <w:rPr>
          <w:lang w:val="en-US"/>
        </w:rPr>
        <w:t xml:space="preserve">]. — URL: </w:t>
      </w:r>
      <w:hyperlink r:id="rId17" w:history="1">
        <w:r w:rsidRPr="00425D99">
          <w:rPr>
            <w:rStyle w:val="a6"/>
            <w:lang w:val="en-US"/>
          </w:rPr>
          <w:t>https://www.geeksforgeeks.org/linux-unix/how-to-install-chrome-in-ubuntu/</w:t>
        </w:r>
      </w:hyperlink>
      <w:r w:rsidRPr="003213AA">
        <w:rPr>
          <w:lang w:val="en-US"/>
        </w:rPr>
        <w:t xml:space="preserve"> (</w:t>
      </w:r>
      <w:proofErr w:type="spellStart"/>
      <w:r w:rsidRPr="003213AA">
        <w:rPr>
          <w:lang w:val="en-US"/>
        </w:rPr>
        <w:t>дата</w:t>
      </w:r>
      <w:proofErr w:type="spellEnd"/>
      <w:r w:rsidRPr="003213AA">
        <w:rPr>
          <w:lang w:val="en-US"/>
        </w:rPr>
        <w:t xml:space="preserve"> </w:t>
      </w:r>
      <w:proofErr w:type="spellStart"/>
      <w:r w:rsidRPr="003213AA">
        <w:rPr>
          <w:lang w:val="en-US"/>
        </w:rPr>
        <w:t>обращения</w:t>
      </w:r>
      <w:proofErr w:type="spellEnd"/>
      <w:r w:rsidRPr="003213AA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3213AA">
        <w:rPr>
          <w:lang w:val="en-US"/>
        </w:rPr>
        <w:t>.09.2025).</w:t>
      </w:r>
    </w:p>
    <w:p w14:paraId="166925C4" w14:textId="2CFCA028" w:rsidR="003213AA" w:rsidRDefault="003213AA" w:rsidP="009A6C77">
      <w:pPr>
        <w:pStyle w:val="a"/>
        <w:rPr>
          <w:lang w:val="en-US"/>
        </w:rPr>
      </w:pPr>
      <w:r w:rsidRPr="003213AA">
        <w:rPr>
          <w:lang w:val="en-US"/>
        </w:rPr>
        <w:t xml:space="preserve">How to Install </w:t>
      </w:r>
      <w:proofErr w:type="spellStart"/>
      <w:r w:rsidRPr="003213AA">
        <w:rPr>
          <w:lang w:val="en-US"/>
        </w:rPr>
        <w:t>TeXstudio</w:t>
      </w:r>
      <w:proofErr w:type="spellEnd"/>
      <w:r w:rsidRPr="003213AA">
        <w:rPr>
          <w:lang w:val="en-US"/>
        </w:rPr>
        <w:t xml:space="preserve"> – A LaTeX Editor in Ubuntu Linux. — </w:t>
      </w:r>
      <w:proofErr w:type="spellStart"/>
      <w:proofErr w:type="gramStart"/>
      <w:r w:rsidRPr="003213AA">
        <w:rPr>
          <w:lang w:val="en-US"/>
        </w:rPr>
        <w:t>Текст</w:t>
      </w:r>
      <w:proofErr w:type="spellEnd"/>
      <w:r w:rsidRPr="003213AA">
        <w:rPr>
          <w:lang w:val="en-US"/>
        </w:rPr>
        <w:t xml:space="preserve"> :</w:t>
      </w:r>
      <w:proofErr w:type="gramEnd"/>
      <w:r w:rsidRPr="003213AA">
        <w:rPr>
          <w:lang w:val="en-US"/>
        </w:rPr>
        <w:t xml:space="preserve"> </w:t>
      </w:r>
      <w:proofErr w:type="spellStart"/>
      <w:r w:rsidRPr="003213AA">
        <w:rPr>
          <w:lang w:val="en-US"/>
        </w:rPr>
        <w:t>электронный</w:t>
      </w:r>
      <w:proofErr w:type="spellEnd"/>
      <w:r w:rsidRPr="003213AA">
        <w:rPr>
          <w:lang w:val="en-US"/>
        </w:rPr>
        <w:t xml:space="preserve"> // </w:t>
      </w:r>
      <w:proofErr w:type="spellStart"/>
      <w:proofErr w:type="gramStart"/>
      <w:r w:rsidRPr="003213AA">
        <w:rPr>
          <w:lang w:val="en-US"/>
        </w:rPr>
        <w:t>UbuntuPit</w:t>
      </w:r>
      <w:proofErr w:type="spellEnd"/>
      <w:r w:rsidRPr="003213AA">
        <w:rPr>
          <w:lang w:val="en-US"/>
        </w:rPr>
        <w:t xml:space="preserve"> :</w:t>
      </w:r>
      <w:proofErr w:type="gramEnd"/>
      <w:r w:rsidRPr="003213AA">
        <w:rPr>
          <w:lang w:val="en-US"/>
        </w:rPr>
        <w:t xml:space="preserve"> [</w:t>
      </w:r>
      <w:proofErr w:type="spellStart"/>
      <w:r w:rsidRPr="003213AA">
        <w:rPr>
          <w:lang w:val="en-US"/>
        </w:rPr>
        <w:t>сайт</w:t>
      </w:r>
      <w:proofErr w:type="spellEnd"/>
      <w:r w:rsidRPr="003213AA">
        <w:rPr>
          <w:lang w:val="en-US"/>
        </w:rPr>
        <w:t xml:space="preserve">]. — URL: </w:t>
      </w:r>
      <w:hyperlink r:id="rId18" w:history="1">
        <w:r w:rsidRPr="00425D99">
          <w:rPr>
            <w:rStyle w:val="a6"/>
            <w:lang w:val="en-US"/>
          </w:rPr>
          <w:t>https://ubuntupit.com/how-to-install-texstudio-a-latex-editor-in-ubuntu-linux/</w:t>
        </w:r>
      </w:hyperlink>
      <w:r>
        <w:rPr>
          <w:lang w:val="en-US"/>
        </w:rPr>
        <w:t xml:space="preserve"> </w:t>
      </w:r>
      <w:r w:rsidRPr="003213AA">
        <w:rPr>
          <w:lang w:val="en-US"/>
        </w:rPr>
        <w:t>(</w:t>
      </w:r>
      <w:proofErr w:type="spellStart"/>
      <w:r w:rsidRPr="003213AA">
        <w:rPr>
          <w:lang w:val="en-US"/>
        </w:rPr>
        <w:t>дата</w:t>
      </w:r>
      <w:proofErr w:type="spellEnd"/>
      <w:r w:rsidRPr="003213AA">
        <w:rPr>
          <w:lang w:val="en-US"/>
        </w:rPr>
        <w:t xml:space="preserve"> </w:t>
      </w:r>
      <w:proofErr w:type="spellStart"/>
      <w:r w:rsidRPr="003213AA">
        <w:rPr>
          <w:lang w:val="en-US"/>
        </w:rPr>
        <w:t>обращения</w:t>
      </w:r>
      <w:proofErr w:type="spellEnd"/>
      <w:r w:rsidRPr="003213AA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3213AA">
        <w:rPr>
          <w:lang w:val="en-US"/>
        </w:rPr>
        <w:t>.09.2025).</w:t>
      </w:r>
    </w:p>
    <w:p w14:paraId="2D7358FB" w14:textId="58906F2E" w:rsidR="00636FFF" w:rsidRDefault="00636FFF" w:rsidP="009A6C77">
      <w:pPr>
        <w:pStyle w:val="a"/>
        <w:rPr>
          <w:lang w:val="en-US"/>
        </w:rPr>
      </w:pPr>
      <w:r w:rsidRPr="00636FFF">
        <w:rPr>
          <w:lang w:val="en-US"/>
        </w:rPr>
        <w:t xml:space="preserve">How to Write a Script to Install Multiple Applications. — </w:t>
      </w:r>
      <w:proofErr w:type="gramStart"/>
      <w:r w:rsidRPr="00636FFF">
        <w:t>Текст</w:t>
      </w:r>
      <w:r w:rsidRPr="00636FFF">
        <w:rPr>
          <w:lang w:val="en-US"/>
        </w:rPr>
        <w:t xml:space="preserve"> :</w:t>
      </w:r>
      <w:proofErr w:type="gramEnd"/>
      <w:r w:rsidRPr="00636FFF">
        <w:rPr>
          <w:lang w:val="en-US"/>
        </w:rPr>
        <w:t xml:space="preserve"> </w:t>
      </w:r>
      <w:r w:rsidRPr="00636FFF">
        <w:t>электронный</w:t>
      </w:r>
      <w:r w:rsidRPr="00636FFF">
        <w:rPr>
          <w:lang w:val="en-US"/>
        </w:rPr>
        <w:t xml:space="preserve"> // </w:t>
      </w:r>
      <w:proofErr w:type="spellStart"/>
      <w:proofErr w:type="gramStart"/>
      <w:r w:rsidRPr="00636FFF">
        <w:rPr>
          <w:lang w:val="en-US"/>
        </w:rPr>
        <w:t>Baeldung</w:t>
      </w:r>
      <w:proofErr w:type="spellEnd"/>
      <w:r w:rsidRPr="00636FFF">
        <w:rPr>
          <w:lang w:val="en-US"/>
        </w:rPr>
        <w:t xml:space="preserve"> :</w:t>
      </w:r>
      <w:proofErr w:type="gramEnd"/>
      <w:r w:rsidRPr="00636FFF">
        <w:rPr>
          <w:lang w:val="en-US"/>
        </w:rPr>
        <w:t xml:space="preserve"> [</w:t>
      </w:r>
      <w:r w:rsidRPr="00636FFF">
        <w:t>сайт</w:t>
      </w:r>
      <w:r w:rsidRPr="00636FFF">
        <w:rPr>
          <w:lang w:val="en-US"/>
        </w:rPr>
        <w:t xml:space="preserve">]. — URL: </w:t>
      </w:r>
      <w:hyperlink r:id="rId19" w:anchor="bd-bash-scripting-and-installations" w:history="1">
        <w:r w:rsidRPr="00425D99">
          <w:rPr>
            <w:rStyle w:val="a6"/>
            <w:lang w:val="en-US"/>
          </w:rPr>
          <w:t>https://www.baeldung.com/linux/script-install-many-applications#bd-bash-scripting-and-installations</w:t>
        </w:r>
      </w:hyperlink>
      <w:r>
        <w:rPr>
          <w:lang w:val="en-US"/>
        </w:rPr>
        <w:t xml:space="preserve"> </w:t>
      </w:r>
      <w:r w:rsidRPr="00636FFF">
        <w:rPr>
          <w:lang w:val="en-US"/>
        </w:rPr>
        <w:t>(</w:t>
      </w:r>
      <w:r w:rsidRPr="00636FFF">
        <w:t>дата</w:t>
      </w:r>
      <w:r w:rsidRPr="00636FFF">
        <w:rPr>
          <w:lang w:val="en-US"/>
        </w:rPr>
        <w:t xml:space="preserve"> </w:t>
      </w:r>
      <w:r w:rsidRPr="00636FFF">
        <w:t>обращения</w:t>
      </w:r>
      <w:r w:rsidRPr="00636FFF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636FFF">
        <w:rPr>
          <w:lang w:val="en-US"/>
        </w:rPr>
        <w:t>.09.2025).</w:t>
      </w:r>
    </w:p>
    <w:p w14:paraId="00AA6692" w14:textId="717036C3" w:rsidR="00D72E4C" w:rsidRPr="00636FFF" w:rsidRDefault="00D72E4C" w:rsidP="009A6C77">
      <w:pPr>
        <w:pStyle w:val="a"/>
        <w:rPr>
          <w:lang w:val="en-US"/>
        </w:rPr>
      </w:pPr>
      <w:r w:rsidRPr="00D72E4C">
        <w:rPr>
          <w:lang w:val="en-US"/>
        </w:rPr>
        <w:t xml:space="preserve">Install Rust - Rust Programming Language. — </w:t>
      </w:r>
      <w:proofErr w:type="spellStart"/>
      <w:proofErr w:type="gramStart"/>
      <w:r w:rsidRPr="00D72E4C">
        <w:rPr>
          <w:lang w:val="en-US"/>
        </w:rPr>
        <w:t>Текст</w:t>
      </w:r>
      <w:proofErr w:type="spellEnd"/>
      <w:r w:rsidRPr="00D72E4C">
        <w:rPr>
          <w:lang w:val="en-US"/>
        </w:rPr>
        <w:t xml:space="preserve"> :</w:t>
      </w:r>
      <w:proofErr w:type="gramEnd"/>
      <w:r w:rsidRPr="00D72E4C">
        <w:rPr>
          <w:lang w:val="en-US"/>
        </w:rPr>
        <w:t xml:space="preserve"> </w:t>
      </w:r>
      <w:proofErr w:type="spellStart"/>
      <w:r w:rsidRPr="00D72E4C">
        <w:rPr>
          <w:lang w:val="en-US"/>
        </w:rPr>
        <w:t>электронный</w:t>
      </w:r>
      <w:proofErr w:type="spellEnd"/>
      <w:r w:rsidRPr="00D72E4C">
        <w:rPr>
          <w:lang w:val="en-US"/>
        </w:rPr>
        <w:t xml:space="preserve"> // </w:t>
      </w:r>
      <w:proofErr w:type="gramStart"/>
      <w:r w:rsidRPr="00D72E4C">
        <w:rPr>
          <w:lang w:val="en-US"/>
        </w:rPr>
        <w:t>Rust :</w:t>
      </w:r>
      <w:proofErr w:type="gramEnd"/>
      <w:r w:rsidRPr="00D72E4C">
        <w:rPr>
          <w:lang w:val="en-US"/>
        </w:rPr>
        <w:t xml:space="preserve"> [</w:t>
      </w:r>
      <w:proofErr w:type="spellStart"/>
      <w:r w:rsidRPr="00D72E4C">
        <w:rPr>
          <w:lang w:val="en-US"/>
        </w:rPr>
        <w:t>сайт</w:t>
      </w:r>
      <w:proofErr w:type="spellEnd"/>
      <w:r w:rsidRPr="00D72E4C">
        <w:rPr>
          <w:lang w:val="en-US"/>
        </w:rPr>
        <w:t>]. — URL: https://rust-lang.org/tools/install/ (</w:t>
      </w:r>
      <w:proofErr w:type="spellStart"/>
      <w:r w:rsidRPr="00D72E4C">
        <w:rPr>
          <w:lang w:val="en-US"/>
        </w:rPr>
        <w:t>дата</w:t>
      </w:r>
      <w:proofErr w:type="spellEnd"/>
      <w:r w:rsidRPr="00D72E4C">
        <w:rPr>
          <w:lang w:val="en-US"/>
        </w:rPr>
        <w:t xml:space="preserve"> </w:t>
      </w:r>
      <w:proofErr w:type="spellStart"/>
      <w:r w:rsidRPr="00D72E4C">
        <w:rPr>
          <w:lang w:val="en-US"/>
        </w:rPr>
        <w:t>обращения</w:t>
      </w:r>
      <w:proofErr w:type="spellEnd"/>
      <w:r w:rsidRPr="00D72E4C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D72E4C">
        <w:rPr>
          <w:lang w:val="en-US"/>
        </w:rPr>
        <w:t>.09.2025).</w:t>
      </w:r>
    </w:p>
    <w:p w14:paraId="269CECAD" w14:textId="70AB548D" w:rsidR="00D72E4C" w:rsidRDefault="00D72E4C" w:rsidP="009A6C77">
      <w:pPr>
        <w:pStyle w:val="a"/>
        <w:rPr>
          <w:lang w:val="en-US"/>
        </w:rPr>
      </w:pPr>
      <w:r w:rsidRPr="00D72E4C">
        <w:rPr>
          <w:lang w:val="en-US"/>
        </w:rPr>
        <w:t xml:space="preserve">rust-analyzer - Visual Studio Marketplace. — </w:t>
      </w:r>
      <w:proofErr w:type="spellStart"/>
      <w:proofErr w:type="gramStart"/>
      <w:r w:rsidRPr="00D72E4C">
        <w:rPr>
          <w:lang w:val="en-US"/>
        </w:rPr>
        <w:t>Текст</w:t>
      </w:r>
      <w:proofErr w:type="spellEnd"/>
      <w:r w:rsidRPr="00D72E4C">
        <w:rPr>
          <w:lang w:val="en-US"/>
        </w:rPr>
        <w:t xml:space="preserve"> :</w:t>
      </w:r>
      <w:proofErr w:type="gramEnd"/>
      <w:r w:rsidRPr="00D72E4C">
        <w:rPr>
          <w:lang w:val="en-US"/>
        </w:rPr>
        <w:t xml:space="preserve"> </w:t>
      </w:r>
      <w:proofErr w:type="spellStart"/>
      <w:r w:rsidRPr="00D72E4C">
        <w:rPr>
          <w:lang w:val="en-US"/>
        </w:rPr>
        <w:t>электронный</w:t>
      </w:r>
      <w:proofErr w:type="spellEnd"/>
      <w:r w:rsidRPr="00D72E4C">
        <w:rPr>
          <w:lang w:val="en-US"/>
        </w:rPr>
        <w:t xml:space="preserve"> // </w:t>
      </w:r>
      <w:proofErr w:type="gramStart"/>
      <w:r w:rsidRPr="00D72E4C">
        <w:rPr>
          <w:lang w:val="en-US"/>
        </w:rPr>
        <w:t>Microsoft :</w:t>
      </w:r>
      <w:proofErr w:type="gramEnd"/>
      <w:r w:rsidRPr="00D72E4C">
        <w:rPr>
          <w:lang w:val="en-US"/>
        </w:rPr>
        <w:t xml:space="preserve"> [</w:t>
      </w:r>
      <w:proofErr w:type="spellStart"/>
      <w:r w:rsidRPr="00D72E4C">
        <w:rPr>
          <w:lang w:val="en-US"/>
        </w:rPr>
        <w:t>сайт</w:t>
      </w:r>
      <w:proofErr w:type="spellEnd"/>
      <w:r w:rsidRPr="00D72E4C">
        <w:rPr>
          <w:lang w:val="en-US"/>
        </w:rPr>
        <w:t xml:space="preserve">]. — URL: </w:t>
      </w:r>
      <w:hyperlink r:id="rId20" w:history="1">
        <w:r w:rsidRPr="00425D99">
          <w:rPr>
            <w:rStyle w:val="a6"/>
            <w:lang w:val="en-US"/>
          </w:rPr>
          <w:t>https://marketplace.visualstudio.com/items?itemName=rust-lang.rust-analyzer</w:t>
        </w:r>
      </w:hyperlink>
      <w:r>
        <w:rPr>
          <w:lang w:val="en-US"/>
        </w:rPr>
        <w:t xml:space="preserve"> </w:t>
      </w:r>
      <w:r w:rsidRPr="00D72E4C">
        <w:rPr>
          <w:lang w:val="en-US"/>
        </w:rPr>
        <w:t>(</w:t>
      </w:r>
      <w:proofErr w:type="spellStart"/>
      <w:r w:rsidRPr="00D72E4C">
        <w:rPr>
          <w:lang w:val="en-US"/>
        </w:rPr>
        <w:t>дата</w:t>
      </w:r>
      <w:proofErr w:type="spellEnd"/>
      <w:r w:rsidRPr="00D72E4C">
        <w:rPr>
          <w:lang w:val="en-US"/>
        </w:rPr>
        <w:t xml:space="preserve"> </w:t>
      </w:r>
      <w:proofErr w:type="spellStart"/>
      <w:r w:rsidRPr="00D72E4C">
        <w:rPr>
          <w:lang w:val="en-US"/>
        </w:rPr>
        <w:t>обращения</w:t>
      </w:r>
      <w:proofErr w:type="spellEnd"/>
      <w:r w:rsidRPr="00D72E4C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D72E4C">
        <w:rPr>
          <w:lang w:val="en-US"/>
        </w:rPr>
        <w:t>.09.2025).</w:t>
      </w:r>
    </w:p>
    <w:p w14:paraId="31112E3D" w14:textId="2514EDD1" w:rsidR="00D72E4C" w:rsidRPr="00D72E4C" w:rsidRDefault="00D72E4C" w:rsidP="009A6C77">
      <w:pPr>
        <w:pStyle w:val="a"/>
        <w:rPr>
          <w:lang w:val="en-US"/>
        </w:rPr>
      </w:pPr>
      <w:r w:rsidRPr="00D72E4C">
        <w:rPr>
          <w:lang w:val="en-US"/>
        </w:rPr>
        <w:t xml:space="preserve">Setup - </w:t>
      </w:r>
      <w:proofErr w:type="spellStart"/>
      <w:r w:rsidRPr="00D72E4C">
        <w:rPr>
          <w:lang w:val="en-US"/>
        </w:rPr>
        <w:t>Zettlr</w:t>
      </w:r>
      <w:proofErr w:type="spellEnd"/>
      <w:r w:rsidRPr="00D72E4C">
        <w:rPr>
          <w:lang w:val="en-US"/>
        </w:rPr>
        <w:t xml:space="preserve"> User Manual. — </w:t>
      </w:r>
      <w:proofErr w:type="gramStart"/>
      <w:r w:rsidRPr="00D72E4C">
        <w:t>Текст</w:t>
      </w:r>
      <w:r w:rsidRPr="00D72E4C">
        <w:rPr>
          <w:lang w:val="en-US"/>
        </w:rPr>
        <w:t xml:space="preserve"> :</w:t>
      </w:r>
      <w:proofErr w:type="gramEnd"/>
      <w:r w:rsidRPr="00D72E4C">
        <w:rPr>
          <w:lang w:val="en-US"/>
        </w:rPr>
        <w:t xml:space="preserve"> </w:t>
      </w:r>
      <w:r w:rsidRPr="00D72E4C">
        <w:t>электронный</w:t>
      </w:r>
      <w:r w:rsidRPr="00D72E4C">
        <w:rPr>
          <w:lang w:val="en-US"/>
        </w:rPr>
        <w:t xml:space="preserve"> // </w:t>
      </w:r>
      <w:proofErr w:type="spellStart"/>
      <w:proofErr w:type="gramStart"/>
      <w:r w:rsidRPr="00D72E4C">
        <w:rPr>
          <w:lang w:val="en-US"/>
        </w:rPr>
        <w:t>Zettlr</w:t>
      </w:r>
      <w:proofErr w:type="spellEnd"/>
      <w:r w:rsidRPr="00D72E4C">
        <w:rPr>
          <w:lang w:val="en-US"/>
        </w:rPr>
        <w:t xml:space="preserve"> :</w:t>
      </w:r>
      <w:proofErr w:type="gramEnd"/>
      <w:r w:rsidRPr="00D72E4C">
        <w:rPr>
          <w:lang w:val="en-US"/>
        </w:rPr>
        <w:t xml:space="preserve"> [</w:t>
      </w:r>
      <w:r w:rsidRPr="00D72E4C">
        <w:t>сайт</w:t>
      </w:r>
      <w:r w:rsidRPr="00D72E4C">
        <w:rPr>
          <w:lang w:val="en-US"/>
        </w:rPr>
        <w:t xml:space="preserve">]. — URL: </w:t>
      </w:r>
      <w:hyperlink r:id="rId21" w:history="1">
        <w:r w:rsidRPr="00D72E4C">
          <w:rPr>
            <w:rStyle w:val="a6"/>
            <w:lang w:val="en-US"/>
          </w:rPr>
          <w:t>https://docs.zettlr.com/en/getting-started/setup/</w:t>
        </w:r>
      </w:hyperlink>
      <w:r w:rsidRPr="00D72E4C">
        <w:rPr>
          <w:lang w:val="en-US"/>
        </w:rPr>
        <w:t xml:space="preserve"> (</w:t>
      </w:r>
      <w:r w:rsidRPr="00D72E4C">
        <w:t>дата</w:t>
      </w:r>
      <w:r w:rsidRPr="00D72E4C">
        <w:rPr>
          <w:lang w:val="en-US"/>
        </w:rPr>
        <w:t xml:space="preserve"> </w:t>
      </w:r>
      <w:r w:rsidRPr="00D72E4C">
        <w:t>обращения</w:t>
      </w:r>
      <w:r w:rsidRPr="00D72E4C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D72E4C">
        <w:rPr>
          <w:lang w:val="en-US"/>
        </w:rPr>
        <w:t>.09.2025).</w:t>
      </w:r>
    </w:p>
    <w:p w14:paraId="6DAED922" w14:textId="6644E6D4" w:rsidR="003213AA" w:rsidRPr="000B19F0" w:rsidRDefault="003213AA" w:rsidP="009A6C77">
      <w:pPr>
        <w:pStyle w:val="a"/>
        <w:rPr>
          <w:lang w:val="en-US"/>
        </w:rPr>
      </w:pPr>
      <w:r w:rsidRPr="000B19F0">
        <w:rPr>
          <w:lang w:val="en-US"/>
        </w:rPr>
        <w:t xml:space="preserve">Ubuntu | Docker Docs. — </w:t>
      </w:r>
      <w:proofErr w:type="gramStart"/>
      <w:r w:rsidRPr="003213AA">
        <w:t>Текст</w:t>
      </w:r>
      <w:r w:rsidRPr="000B19F0">
        <w:rPr>
          <w:lang w:val="en-US"/>
        </w:rPr>
        <w:t xml:space="preserve"> :</w:t>
      </w:r>
      <w:proofErr w:type="gramEnd"/>
      <w:r w:rsidRPr="000B19F0">
        <w:rPr>
          <w:lang w:val="en-US"/>
        </w:rPr>
        <w:t xml:space="preserve"> </w:t>
      </w:r>
      <w:r w:rsidRPr="003213AA">
        <w:t>электронный</w:t>
      </w:r>
      <w:r w:rsidRPr="000B19F0">
        <w:rPr>
          <w:lang w:val="en-US"/>
        </w:rPr>
        <w:t xml:space="preserve"> // Docker </w:t>
      </w:r>
      <w:proofErr w:type="gramStart"/>
      <w:r w:rsidRPr="000B19F0">
        <w:rPr>
          <w:lang w:val="en-US"/>
        </w:rPr>
        <w:t>Inc. :</w:t>
      </w:r>
      <w:proofErr w:type="gramEnd"/>
      <w:r w:rsidRPr="000B19F0">
        <w:rPr>
          <w:lang w:val="en-US"/>
        </w:rPr>
        <w:t xml:space="preserve"> [</w:t>
      </w:r>
      <w:r w:rsidRPr="003213AA">
        <w:t>сайт</w:t>
      </w:r>
      <w:r w:rsidRPr="000B19F0">
        <w:rPr>
          <w:lang w:val="en-US"/>
        </w:rPr>
        <w:t xml:space="preserve">]. — URL: </w:t>
      </w:r>
      <w:hyperlink r:id="rId22" w:history="1">
        <w:r w:rsidRPr="000B19F0">
          <w:rPr>
            <w:rStyle w:val="a6"/>
            <w:lang w:val="en-US"/>
          </w:rPr>
          <w:t>https://docs.docker.com/engine/install/ubuntu/</w:t>
        </w:r>
      </w:hyperlink>
      <w:r w:rsidRPr="000B19F0">
        <w:rPr>
          <w:lang w:val="en-US"/>
        </w:rPr>
        <w:t xml:space="preserve"> (</w:t>
      </w:r>
      <w:r w:rsidRPr="003213AA">
        <w:t>дата</w:t>
      </w:r>
      <w:r w:rsidRPr="000B19F0">
        <w:rPr>
          <w:lang w:val="en-US"/>
        </w:rPr>
        <w:t xml:space="preserve"> </w:t>
      </w:r>
      <w:r w:rsidRPr="003213AA">
        <w:t>обращения</w:t>
      </w:r>
      <w:r w:rsidRPr="000B19F0">
        <w:rPr>
          <w:lang w:val="en-US"/>
        </w:rPr>
        <w:t xml:space="preserve">: </w:t>
      </w:r>
      <w:r w:rsidR="000B19F0">
        <w:rPr>
          <w:lang w:val="en-US"/>
        </w:rPr>
        <w:t>17</w:t>
      </w:r>
      <w:r w:rsidRPr="000B19F0">
        <w:rPr>
          <w:lang w:val="en-US"/>
        </w:rPr>
        <w:t>.09.2025).</w:t>
      </w:r>
    </w:p>
    <w:sectPr w:rsidR="003213AA" w:rsidRPr="000B19F0" w:rsidSect="00625A61">
      <w:headerReference w:type="default" r:id="rId2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F941D" w14:textId="77777777" w:rsidR="0017172A" w:rsidRDefault="0017172A" w:rsidP="0035596F">
      <w:r>
        <w:separator/>
      </w:r>
    </w:p>
  </w:endnote>
  <w:endnote w:type="continuationSeparator" w:id="0">
    <w:p w14:paraId="68EC1B48" w14:textId="77777777" w:rsidR="0017172A" w:rsidRDefault="0017172A" w:rsidP="0035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scadia Code Light">
    <w:panose1 w:val="020B0609020000020004"/>
    <w:charset w:val="CC"/>
    <w:family w:val="modern"/>
    <w:pitch w:val="fixed"/>
    <w:sig w:usb0="A1002AFF" w:usb1="4000F9FB" w:usb2="00040000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CDAC9" w14:textId="77777777" w:rsidR="0017172A" w:rsidRDefault="0017172A" w:rsidP="0035596F">
      <w:r>
        <w:separator/>
      </w:r>
    </w:p>
  </w:footnote>
  <w:footnote w:type="continuationSeparator" w:id="0">
    <w:p w14:paraId="75924CFF" w14:textId="77777777" w:rsidR="0017172A" w:rsidRDefault="0017172A" w:rsidP="00355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0396396"/>
      <w:docPartObj>
        <w:docPartGallery w:val="Page Numbers (Top of Page)"/>
        <w:docPartUnique/>
      </w:docPartObj>
    </w:sdtPr>
    <w:sdtContent>
      <w:p w14:paraId="7CBB8206" w14:textId="77777777" w:rsidR="00C67C78" w:rsidRDefault="00C67C78" w:rsidP="007D6390">
        <w:pPr>
          <w:pStyle w:val="af0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659">
          <w:rPr>
            <w:noProof/>
          </w:rPr>
          <w:t>2</w:t>
        </w:r>
        <w:r>
          <w:fldChar w:fldCharType="end"/>
        </w:r>
      </w:p>
    </w:sdtContent>
  </w:sdt>
  <w:p w14:paraId="40781D16" w14:textId="77777777" w:rsidR="00C67C78" w:rsidRDefault="00C67C78" w:rsidP="0035596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9952FE"/>
    <w:multiLevelType w:val="hybridMultilevel"/>
    <w:tmpl w:val="D1DA1494"/>
    <w:lvl w:ilvl="0" w:tplc="DC42573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71157"/>
    <w:multiLevelType w:val="hybridMultilevel"/>
    <w:tmpl w:val="BCC68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D25D90"/>
    <w:multiLevelType w:val="hybridMultilevel"/>
    <w:tmpl w:val="7D86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B36D4"/>
    <w:multiLevelType w:val="hybridMultilevel"/>
    <w:tmpl w:val="EEAE345E"/>
    <w:lvl w:ilvl="0" w:tplc="C14866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445FBA"/>
    <w:multiLevelType w:val="hybridMultilevel"/>
    <w:tmpl w:val="3D425974"/>
    <w:lvl w:ilvl="0" w:tplc="29A4BC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62B04"/>
    <w:multiLevelType w:val="multilevel"/>
    <w:tmpl w:val="F546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163FDF"/>
    <w:multiLevelType w:val="hybridMultilevel"/>
    <w:tmpl w:val="26281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F4CDA"/>
    <w:multiLevelType w:val="hybridMultilevel"/>
    <w:tmpl w:val="14405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1597B"/>
    <w:multiLevelType w:val="multilevel"/>
    <w:tmpl w:val="F546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271D78"/>
    <w:multiLevelType w:val="multilevel"/>
    <w:tmpl w:val="814C9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F54A10"/>
    <w:multiLevelType w:val="multilevel"/>
    <w:tmpl w:val="FAE4C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A3427A"/>
    <w:multiLevelType w:val="hybridMultilevel"/>
    <w:tmpl w:val="C40E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C68CF"/>
    <w:multiLevelType w:val="hybridMultilevel"/>
    <w:tmpl w:val="06B2334E"/>
    <w:lvl w:ilvl="0" w:tplc="9EEC4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0C120BB"/>
    <w:multiLevelType w:val="multilevel"/>
    <w:tmpl w:val="C768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E15C7E"/>
    <w:multiLevelType w:val="multilevel"/>
    <w:tmpl w:val="F546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715B8A"/>
    <w:multiLevelType w:val="hybridMultilevel"/>
    <w:tmpl w:val="08D65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A1260"/>
    <w:multiLevelType w:val="hybridMultilevel"/>
    <w:tmpl w:val="3AECB7A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68F467D"/>
    <w:multiLevelType w:val="multilevel"/>
    <w:tmpl w:val="F7C4A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FE6489"/>
    <w:multiLevelType w:val="multilevel"/>
    <w:tmpl w:val="F0908A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6764B9B"/>
    <w:multiLevelType w:val="hybridMultilevel"/>
    <w:tmpl w:val="F658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14B6A"/>
    <w:multiLevelType w:val="hybridMultilevel"/>
    <w:tmpl w:val="03F66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E609D8"/>
    <w:multiLevelType w:val="multilevel"/>
    <w:tmpl w:val="8EF03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97588">
    <w:abstractNumId w:val="16"/>
  </w:num>
  <w:num w:numId="2" w16cid:durableId="144713123">
    <w:abstractNumId w:val="3"/>
  </w:num>
  <w:num w:numId="3" w16cid:durableId="455026069">
    <w:abstractNumId w:val="7"/>
  </w:num>
  <w:num w:numId="4" w16cid:durableId="1836648732">
    <w:abstractNumId w:val="19"/>
  </w:num>
  <w:num w:numId="5" w16cid:durableId="33502582">
    <w:abstractNumId w:val="12"/>
  </w:num>
  <w:num w:numId="6" w16cid:durableId="1705669548">
    <w:abstractNumId w:val="13"/>
  </w:num>
  <w:num w:numId="7" w16cid:durableId="1444880191">
    <w:abstractNumId w:val="21"/>
  </w:num>
  <w:num w:numId="8" w16cid:durableId="339428090">
    <w:abstractNumId w:val="1"/>
  </w:num>
  <w:num w:numId="9" w16cid:durableId="1291395895">
    <w:abstractNumId w:val="4"/>
  </w:num>
  <w:num w:numId="10" w16cid:durableId="311524861">
    <w:abstractNumId w:val="8"/>
  </w:num>
  <w:num w:numId="11" w16cid:durableId="149255755">
    <w:abstractNumId w:val="5"/>
  </w:num>
  <w:num w:numId="12" w16cid:durableId="349112934">
    <w:abstractNumId w:val="20"/>
  </w:num>
  <w:num w:numId="13" w16cid:durableId="889919734">
    <w:abstractNumId w:val="0"/>
  </w:num>
  <w:num w:numId="14" w16cid:durableId="1499689423">
    <w:abstractNumId w:val="2"/>
  </w:num>
  <w:num w:numId="15" w16cid:durableId="239750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1705502">
    <w:abstractNumId w:val="14"/>
  </w:num>
  <w:num w:numId="17" w16cid:durableId="1986199902">
    <w:abstractNumId w:val="18"/>
  </w:num>
  <w:num w:numId="18" w16cid:durableId="1182401682">
    <w:abstractNumId w:val="6"/>
  </w:num>
  <w:num w:numId="19" w16cid:durableId="1103067752">
    <w:abstractNumId w:val="22"/>
  </w:num>
  <w:num w:numId="20" w16cid:durableId="868034440">
    <w:abstractNumId w:val="10"/>
  </w:num>
  <w:num w:numId="21" w16cid:durableId="1614551801">
    <w:abstractNumId w:val="11"/>
  </w:num>
  <w:num w:numId="22" w16cid:durableId="129442606">
    <w:abstractNumId w:val="17"/>
  </w:num>
  <w:num w:numId="23" w16cid:durableId="135294118">
    <w:abstractNumId w:val="15"/>
  </w:num>
  <w:num w:numId="24" w16cid:durableId="4596853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A74"/>
    <w:rsid w:val="00006496"/>
    <w:rsid w:val="0001304A"/>
    <w:rsid w:val="0001325A"/>
    <w:rsid w:val="00023E8F"/>
    <w:rsid w:val="00044DEF"/>
    <w:rsid w:val="000474CE"/>
    <w:rsid w:val="00056B78"/>
    <w:rsid w:val="00056EE3"/>
    <w:rsid w:val="00060E1B"/>
    <w:rsid w:val="00063398"/>
    <w:rsid w:val="00063A2E"/>
    <w:rsid w:val="000727C9"/>
    <w:rsid w:val="00073752"/>
    <w:rsid w:val="000744D7"/>
    <w:rsid w:val="00075862"/>
    <w:rsid w:val="000822EE"/>
    <w:rsid w:val="00083CBA"/>
    <w:rsid w:val="000A13C4"/>
    <w:rsid w:val="000B19F0"/>
    <w:rsid w:val="000B2138"/>
    <w:rsid w:val="000C041C"/>
    <w:rsid w:val="000D102B"/>
    <w:rsid w:val="000E4884"/>
    <w:rsid w:val="000F0A42"/>
    <w:rsid w:val="000F1209"/>
    <w:rsid w:val="000F667A"/>
    <w:rsid w:val="00100867"/>
    <w:rsid w:val="0010679D"/>
    <w:rsid w:val="001078EB"/>
    <w:rsid w:val="00107D94"/>
    <w:rsid w:val="00114CA8"/>
    <w:rsid w:val="00133559"/>
    <w:rsid w:val="001368DA"/>
    <w:rsid w:val="00146952"/>
    <w:rsid w:val="00153BB9"/>
    <w:rsid w:val="00156DED"/>
    <w:rsid w:val="00164504"/>
    <w:rsid w:val="0016710D"/>
    <w:rsid w:val="0017172A"/>
    <w:rsid w:val="00185C1D"/>
    <w:rsid w:val="00186525"/>
    <w:rsid w:val="001978C6"/>
    <w:rsid w:val="00197B80"/>
    <w:rsid w:val="001A0C5A"/>
    <w:rsid w:val="001A404C"/>
    <w:rsid w:val="001C5757"/>
    <w:rsid w:val="001C5BBA"/>
    <w:rsid w:val="001D4130"/>
    <w:rsid w:val="001D71EB"/>
    <w:rsid w:val="001F7A25"/>
    <w:rsid w:val="00217A86"/>
    <w:rsid w:val="00221464"/>
    <w:rsid w:val="00221EDE"/>
    <w:rsid w:val="002246B3"/>
    <w:rsid w:val="002333C2"/>
    <w:rsid w:val="002353D9"/>
    <w:rsid w:val="00264553"/>
    <w:rsid w:val="002A057A"/>
    <w:rsid w:val="002A3DE7"/>
    <w:rsid w:val="002B1C44"/>
    <w:rsid w:val="002B2202"/>
    <w:rsid w:val="002B6A52"/>
    <w:rsid w:val="002C38AF"/>
    <w:rsid w:val="002D6877"/>
    <w:rsid w:val="003001DB"/>
    <w:rsid w:val="00302B02"/>
    <w:rsid w:val="00311021"/>
    <w:rsid w:val="003213AA"/>
    <w:rsid w:val="00333CB2"/>
    <w:rsid w:val="00334B5D"/>
    <w:rsid w:val="00335E9F"/>
    <w:rsid w:val="003369DA"/>
    <w:rsid w:val="00344931"/>
    <w:rsid w:val="003458E6"/>
    <w:rsid w:val="0035596F"/>
    <w:rsid w:val="003566A5"/>
    <w:rsid w:val="00361678"/>
    <w:rsid w:val="003628B3"/>
    <w:rsid w:val="003A1D74"/>
    <w:rsid w:val="003B2AF0"/>
    <w:rsid w:val="003C4FEB"/>
    <w:rsid w:val="003C5E30"/>
    <w:rsid w:val="003E223C"/>
    <w:rsid w:val="003E4BE2"/>
    <w:rsid w:val="003F2BBC"/>
    <w:rsid w:val="00411784"/>
    <w:rsid w:val="0042625D"/>
    <w:rsid w:val="00427E66"/>
    <w:rsid w:val="004348B0"/>
    <w:rsid w:val="004401C0"/>
    <w:rsid w:val="00446C3F"/>
    <w:rsid w:val="00462D4D"/>
    <w:rsid w:val="004635A3"/>
    <w:rsid w:val="00491793"/>
    <w:rsid w:val="00494386"/>
    <w:rsid w:val="004A5960"/>
    <w:rsid w:val="004A7336"/>
    <w:rsid w:val="004D7B02"/>
    <w:rsid w:val="004F30A9"/>
    <w:rsid w:val="004F47E1"/>
    <w:rsid w:val="004F76CB"/>
    <w:rsid w:val="00504D1C"/>
    <w:rsid w:val="005267A6"/>
    <w:rsid w:val="00532DAF"/>
    <w:rsid w:val="005378C7"/>
    <w:rsid w:val="00551C50"/>
    <w:rsid w:val="00552284"/>
    <w:rsid w:val="005528DA"/>
    <w:rsid w:val="0056273F"/>
    <w:rsid w:val="00562E21"/>
    <w:rsid w:val="0056763B"/>
    <w:rsid w:val="00570990"/>
    <w:rsid w:val="00571967"/>
    <w:rsid w:val="00576DB2"/>
    <w:rsid w:val="005841EF"/>
    <w:rsid w:val="005A250E"/>
    <w:rsid w:val="005A6179"/>
    <w:rsid w:val="005B1FC6"/>
    <w:rsid w:val="005C0E67"/>
    <w:rsid w:val="005C26D7"/>
    <w:rsid w:val="005C3104"/>
    <w:rsid w:val="005D5D54"/>
    <w:rsid w:val="005E09E8"/>
    <w:rsid w:val="005E2A68"/>
    <w:rsid w:val="005E3246"/>
    <w:rsid w:val="005E540E"/>
    <w:rsid w:val="005E76BD"/>
    <w:rsid w:val="005F05ED"/>
    <w:rsid w:val="005F411A"/>
    <w:rsid w:val="006013BF"/>
    <w:rsid w:val="00616520"/>
    <w:rsid w:val="00625A61"/>
    <w:rsid w:val="00636FFF"/>
    <w:rsid w:val="0064143E"/>
    <w:rsid w:val="0064282F"/>
    <w:rsid w:val="00645716"/>
    <w:rsid w:val="00645F19"/>
    <w:rsid w:val="00646A46"/>
    <w:rsid w:val="00651834"/>
    <w:rsid w:val="006659FE"/>
    <w:rsid w:val="0066600A"/>
    <w:rsid w:val="00674997"/>
    <w:rsid w:val="006933E4"/>
    <w:rsid w:val="006A77E9"/>
    <w:rsid w:val="006B3F9C"/>
    <w:rsid w:val="006C1B68"/>
    <w:rsid w:val="006C245E"/>
    <w:rsid w:val="006C50A6"/>
    <w:rsid w:val="006D0213"/>
    <w:rsid w:val="006E0DD9"/>
    <w:rsid w:val="006E774A"/>
    <w:rsid w:val="006F0DB0"/>
    <w:rsid w:val="006F2FE9"/>
    <w:rsid w:val="00712BA0"/>
    <w:rsid w:val="00744A74"/>
    <w:rsid w:val="00751AF6"/>
    <w:rsid w:val="0076063C"/>
    <w:rsid w:val="007606B9"/>
    <w:rsid w:val="007654A2"/>
    <w:rsid w:val="00776F27"/>
    <w:rsid w:val="00777AA6"/>
    <w:rsid w:val="00782780"/>
    <w:rsid w:val="00791249"/>
    <w:rsid w:val="00793F20"/>
    <w:rsid w:val="007A6DA6"/>
    <w:rsid w:val="007D0C93"/>
    <w:rsid w:val="007D3BE4"/>
    <w:rsid w:val="007D6390"/>
    <w:rsid w:val="007D785D"/>
    <w:rsid w:val="007F0B0A"/>
    <w:rsid w:val="00810C1F"/>
    <w:rsid w:val="00815F14"/>
    <w:rsid w:val="00822486"/>
    <w:rsid w:val="00833E1B"/>
    <w:rsid w:val="00834FFB"/>
    <w:rsid w:val="00837E64"/>
    <w:rsid w:val="00844F24"/>
    <w:rsid w:val="0089319D"/>
    <w:rsid w:val="008B06D4"/>
    <w:rsid w:val="008B3A8B"/>
    <w:rsid w:val="008C07CA"/>
    <w:rsid w:val="008C3BDA"/>
    <w:rsid w:val="008D11CE"/>
    <w:rsid w:val="008E24C8"/>
    <w:rsid w:val="008E3235"/>
    <w:rsid w:val="008E6F2F"/>
    <w:rsid w:val="00903B52"/>
    <w:rsid w:val="00907CCF"/>
    <w:rsid w:val="009107AB"/>
    <w:rsid w:val="0091186F"/>
    <w:rsid w:val="00914646"/>
    <w:rsid w:val="00924BD3"/>
    <w:rsid w:val="00930A5D"/>
    <w:rsid w:val="0095293F"/>
    <w:rsid w:val="009569C4"/>
    <w:rsid w:val="0096387A"/>
    <w:rsid w:val="009721CA"/>
    <w:rsid w:val="00985E7A"/>
    <w:rsid w:val="0099095D"/>
    <w:rsid w:val="00997BFA"/>
    <w:rsid w:val="009A6C77"/>
    <w:rsid w:val="009A7D0D"/>
    <w:rsid w:val="009B0547"/>
    <w:rsid w:val="009B1704"/>
    <w:rsid w:val="009B7E60"/>
    <w:rsid w:val="009C01D8"/>
    <w:rsid w:val="009D3BC7"/>
    <w:rsid w:val="009E75AF"/>
    <w:rsid w:val="009F27A6"/>
    <w:rsid w:val="00A05137"/>
    <w:rsid w:val="00A21A4D"/>
    <w:rsid w:val="00A2316D"/>
    <w:rsid w:val="00A4761A"/>
    <w:rsid w:val="00A729CB"/>
    <w:rsid w:val="00A84FF6"/>
    <w:rsid w:val="00A873DA"/>
    <w:rsid w:val="00AA2952"/>
    <w:rsid w:val="00AA32FB"/>
    <w:rsid w:val="00AC066A"/>
    <w:rsid w:val="00AE5761"/>
    <w:rsid w:val="00B025ED"/>
    <w:rsid w:val="00B05DF5"/>
    <w:rsid w:val="00B16DEC"/>
    <w:rsid w:val="00B20CD4"/>
    <w:rsid w:val="00B228B6"/>
    <w:rsid w:val="00B33AF1"/>
    <w:rsid w:val="00B366B4"/>
    <w:rsid w:val="00B4044F"/>
    <w:rsid w:val="00B423A3"/>
    <w:rsid w:val="00B42C04"/>
    <w:rsid w:val="00B45CA4"/>
    <w:rsid w:val="00B47F14"/>
    <w:rsid w:val="00B53E29"/>
    <w:rsid w:val="00B679C1"/>
    <w:rsid w:val="00B8330B"/>
    <w:rsid w:val="00B84BCA"/>
    <w:rsid w:val="00B87B74"/>
    <w:rsid w:val="00BC1659"/>
    <w:rsid w:val="00BD497F"/>
    <w:rsid w:val="00BD5759"/>
    <w:rsid w:val="00C019E0"/>
    <w:rsid w:val="00C168E2"/>
    <w:rsid w:val="00C364B0"/>
    <w:rsid w:val="00C3770A"/>
    <w:rsid w:val="00C473CE"/>
    <w:rsid w:val="00C66E68"/>
    <w:rsid w:val="00C67C78"/>
    <w:rsid w:val="00C851DF"/>
    <w:rsid w:val="00C861FA"/>
    <w:rsid w:val="00C86C98"/>
    <w:rsid w:val="00C92E3E"/>
    <w:rsid w:val="00C9339A"/>
    <w:rsid w:val="00CA4E1F"/>
    <w:rsid w:val="00CB0C19"/>
    <w:rsid w:val="00CB0F15"/>
    <w:rsid w:val="00CD143B"/>
    <w:rsid w:val="00CD4C93"/>
    <w:rsid w:val="00CF5517"/>
    <w:rsid w:val="00D062FD"/>
    <w:rsid w:val="00D13C45"/>
    <w:rsid w:val="00D17290"/>
    <w:rsid w:val="00D2430E"/>
    <w:rsid w:val="00D33BD7"/>
    <w:rsid w:val="00D37598"/>
    <w:rsid w:val="00D45409"/>
    <w:rsid w:val="00D51CED"/>
    <w:rsid w:val="00D5226B"/>
    <w:rsid w:val="00D52C02"/>
    <w:rsid w:val="00D54809"/>
    <w:rsid w:val="00D70A64"/>
    <w:rsid w:val="00D72E4C"/>
    <w:rsid w:val="00D8632E"/>
    <w:rsid w:val="00DA28D5"/>
    <w:rsid w:val="00DB7500"/>
    <w:rsid w:val="00DC1E17"/>
    <w:rsid w:val="00DD48C3"/>
    <w:rsid w:val="00DD58CB"/>
    <w:rsid w:val="00DE0D4E"/>
    <w:rsid w:val="00DF30F6"/>
    <w:rsid w:val="00DF36D2"/>
    <w:rsid w:val="00DF4AB5"/>
    <w:rsid w:val="00DF4CB3"/>
    <w:rsid w:val="00E0224E"/>
    <w:rsid w:val="00E02800"/>
    <w:rsid w:val="00E26390"/>
    <w:rsid w:val="00E367B7"/>
    <w:rsid w:val="00E3725D"/>
    <w:rsid w:val="00E455B2"/>
    <w:rsid w:val="00E869CB"/>
    <w:rsid w:val="00E93D6F"/>
    <w:rsid w:val="00E9733D"/>
    <w:rsid w:val="00EA0F52"/>
    <w:rsid w:val="00EA6000"/>
    <w:rsid w:val="00EA6BD9"/>
    <w:rsid w:val="00EB7ABF"/>
    <w:rsid w:val="00EC11F1"/>
    <w:rsid w:val="00EC4380"/>
    <w:rsid w:val="00EC4DF4"/>
    <w:rsid w:val="00EC629A"/>
    <w:rsid w:val="00ED6154"/>
    <w:rsid w:val="00ED6E53"/>
    <w:rsid w:val="00F00104"/>
    <w:rsid w:val="00F0114E"/>
    <w:rsid w:val="00F01857"/>
    <w:rsid w:val="00F047E8"/>
    <w:rsid w:val="00F154EF"/>
    <w:rsid w:val="00F2297C"/>
    <w:rsid w:val="00F31CFE"/>
    <w:rsid w:val="00F322CF"/>
    <w:rsid w:val="00F40CA6"/>
    <w:rsid w:val="00F41A7E"/>
    <w:rsid w:val="00F5439A"/>
    <w:rsid w:val="00F558C3"/>
    <w:rsid w:val="00F662E4"/>
    <w:rsid w:val="00F6676C"/>
    <w:rsid w:val="00F66F6F"/>
    <w:rsid w:val="00F725E7"/>
    <w:rsid w:val="00F85DCF"/>
    <w:rsid w:val="00F955BC"/>
    <w:rsid w:val="00FB2770"/>
    <w:rsid w:val="00FC2D38"/>
    <w:rsid w:val="00FC7D21"/>
    <w:rsid w:val="00FE0553"/>
    <w:rsid w:val="00FE2C7B"/>
    <w:rsid w:val="00FE62AC"/>
    <w:rsid w:val="00FE6FC1"/>
    <w:rsid w:val="00FF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578AC"/>
  <w15:docId w15:val="{7787CE9B-1DB1-4372-8C0B-91BB61C3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4A74"/>
    <w:pPr>
      <w:ind w:firstLine="709"/>
      <w:jc w:val="both"/>
    </w:pPr>
    <w:rPr>
      <w:rFonts w:ascii="Times New Roman" w:hAnsi="Times New Roman"/>
      <w:kern w:val="2"/>
      <w:sz w:val="28"/>
      <w14:ligatures w14:val="standardContextual"/>
    </w:rPr>
  </w:style>
  <w:style w:type="paragraph" w:styleId="1">
    <w:name w:val="heading 1"/>
    <w:basedOn w:val="a0"/>
    <w:next w:val="a0"/>
    <w:link w:val="10"/>
    <w:uiPriority w:val="9"/>
    <w:rsid w:val="005A61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0"/>
    <w:next w:val="a0"/>
    <w:link w:val="20"/>
    <w:uiPriority w:val="9"/>
    <w:unhideWhenUsed/>
    <w:rsid w:val="005A617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rsid w:val="005A61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B1C4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rsid w:val="000C041C"/>
    <w:pPr>
      <w:ind w:left="720"/>
    </w:pPr>
  </w:style>
  <w:style w:type="character" w:styleId="a6">
    <w:name w:val="Hyperlink"/>
    <w:basedOn w:val="a1"/>
    <w:uiPriority w:val="99"/>
    <w:unhideWhenUsed/>
    <w:rsid w:val="00156DED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5A617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B47F14"/>
    <w:pPr>
      <w:spacing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B47F14"/>
    <w:rPr>
      <w:sz w:val="20"/>
      <w:szCs w:val="20"/>
    </w:rPr>
  </w:style>
  <w:style w:type="character" w:styleId="a9">
    <w:name w:val="footnote reference"/>
    <w:basedOn w:val="a1"/>
    <w:uiPriority w:val="99"/>
    <w:semiHidden/>
    <w:unhideWhenUsed/>
    <w:rsid w:val="00B47F14"/>
    <w:rPr>
      <w:vertAlign w:val="superscript"/>
    </w:rPr>
  </w:style>
  <w:style w:type="paragraph" w:styleId="aa">
    <w:name w:val="Balloon Text"/>
    <w:basedOn w:val="a0"/>
    <w:link w:val="ab"/>
    <w:uiPriority w:val="99"/>
    <w:semiHidden/>
    <w:unhideWhenUsed/>
    <w:rsid w:val="00B47F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47F14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0B2138"/>
    <w:pPr>
      <w:spacing w:after="0" w:line="240" w:lineRule="auto"/>
    </w:pPr>
  </w:style>
  <w:style w:type="paragraph" w:styleId="ad">
    <w:name w:val="Normal (Web)"/>
    <w:basedOn w:val="a0"/>
    <w:uiPriority w:val="99"/>
    <w:semiHidden/>
    <w:unhideWhenUsed/>
    <w:rsid w:val="00063A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063A2E"/>
  </w:style>
  <w:style w:type="paragraph" w:styleId="af0">
    <w:name w:val="header"/>
    <w:basedOn w:val="a0"/>
    <w:link w:val="af1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63A2E"/>
  </w:style>
  <w:style w:type="paragraph" w:customStyle="1" w:styleId="af2">
    <w:name w:val="ВКР Содержимое таблицы"/>
    <w:basedOn w:val="a0"/>
    <w:qFormat/>
    <w:rsid w:val="00302B02"/>
    <w:pPr>
      <w:spacing w:line="240" w:lineRule="auto"/>
      <w:ind w:firstLine="0"/>
      <w:jc w:val="center"/>
    </w:pPr>
  </w:style>
  <w:style w:type="paragraph" w:customStyle="1" w:styleId="af3">
    <w:name w:val="Содержимое таблицы"/>
    <w:basedOn w:val="a0"/>
    <w:rsid w:val="003B2AF0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  <w:style w:type="character" w:styleId="af4">
    <w:name w:val="Strong"/>
    <w:basedOn w:val="a1"/>
    <w:uiPriority w:val="22"/>
    <w:rsid w:val="00844F24"/>
    <w:rPr>
      <w:b/>
      <w:bCs/>
    </w:rPr>
  </w:style>
  <w:style w:type="paragraph" w:styleId="21">
    <w:name w:val="toc 2"/>
    <w:basedOn w:val="a0"/>
    <w:next w:val="a0"/>
    <w:autoRedefine/>
    <w:uiPriority w:val="39"/>
    <w:unhideWhenUsed/>
    <w:rsid w:val="00625A61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af5">
    <w:name w:val="Title"/>
    <w:basedOn w:val="a0"/>
    <w:next w:val="a0"/>
    <w:link w:val="af6"/>
    <w:uiPriority w:val="10"/>
    <w:rsid w:val="00DE0D4E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af6">
    <w:name w:val="Заголовок Знак"/>
    <w:basedOn w:val="a1"/>
    <w:link w:val="af5"/>
    <w:uiPriority w:val="10"/>
    <w:rsid w:val="00DE0D4E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625A61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customStyle="1" w:styleId="af7">
    <w:name w:val="Параграфы"/>
    <w:basedOn w:val="a0"/>
    <w:link w:val="af8"/>
    <w:rsid w:val="008D11CE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10">
    <w:name w:val="Заголовок 1 Знак"/>
    <w:basedOn w:val="a1"/>
    <w:link w:val="1"/>
    <w:uiPriority w:val="9"/>
    <w:rsid w:val="005A61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f8">
    <w:name w:val="Параграфы Знак"/>
    <w:basedOn w:val="a1"/>
    <w:link w:val="af7"/>
    <w:rsid w:val="008D11CE"/>
    <w:rPr>
      <w:rFonts w:ascii="Times New Roman" w:hAnsi="Times New Roman" w:cs="Times New Roman"/>
      <w:b/>
      <w:sz w:val="28"/>
      <w:szCs w:val="28"/>
    </w:rPr>
  </w:style>
  <w:style w:type="paragraph" w:styleId="af9">
    <w:name w:val="TOC Heading"/>
    <w:basedOn w:val="1"/>
    <w:next w:val="a0"/>
    <w:uiPriority w:val="39"/>
    <w:unhideWhenUsed/>
    <w:rsid w:val="0035596F"/>
    <w:pPr>
      <w:spacing w:line="276" w:lineRule="auto"/>
      <w:ind w:firstLine="0"/>
      <w:jc w:val="left"/>
      <w:outlineLvl w:val="9"/>
    </w:pPr>
    <w:rPr>
      <w:lang w:eastAsia="ru-RU"/>
    </w:rPr>
  </w:style>
  <w:style w:type="table" w:styleId="afa">
    <w:name w:val="Table Grid"/>
    <w:basedOn w:val="a2"/>
    <w:uiPriority w:val="59"/>
    <w:rsid w:val="00C6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ВКР Пункт"/>
    <w:basedOn w:val="a0"/>
    <w:next w:val="afc"/>
    <w:link w:val="afd"/>
    <w:qFormat/>
    <w:rsid w:val="00F0114E"/>
    <w:pPr>
      <w:keepNext/>
      <w:spacing w:before="480" w:after="240"/>
      <w:jc w:val="left"/>
      <w:outlineLvl w:val="2"/>
    </w:pPr>
    <w:rPr>
      <w:b/>
    </w:rPr>
  </w:style>
  <w:style w:type="character" w:customStyle="1" w:styleId="afd">
    <w:name w:val="ВКР Пункт Знак"/>
    <w:basedOn w:val="a1"/>
    <w:link w:val="afb"/>
    <w:rsid w:val="00F0114E"/>
    <w:rPr>
      <w:rFonts w:ascii="Times New Roman" w:hAnsi="Times New Roman" w:cs="Times New Roman"/>
      <w:b/>
      <w:sz w:val="28"/>
      <w:szCs w:val="28"/>
    </w:rPr>
  </w:style>
  <w:style w:type="paragraph" w:customStyle="1" w:styleId="-">
    <w:name w:val="ВКР Глава-Раздел"/>
    <w:basedOn w:val="af5"/>
    <w:next w:val="afc"/>
    <w:link w:val="-0"/>
    <w:qFormat/>
    <w:rsid w:val="00E93D6F"/>
  </w:style>
  <w:style w:type="paragraph" w:customStyle="1" w:styleId="afe">
    <w:name w:val="ВКР Параграф"/>
    <w:basedOn w:val="af7"/>
    <w:next w:val="afc"/>
    <w:link w:val="aff"/>
    <w:qFormat/>
    <w:rsid w:val="00E93D6F"/>
  </w:style>
  <w:style w:type="character" w:customStyle="1" w:styleId="-0">
    <w:name w:val="ВКР Глава-Раздел Знак"/>
    <w:basedOn w:val="af6"/>
    <w:link w:val="-"/>
    <w:rsid w:val="00E93D6F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customStyle="1" w:styleId="afc">
    <w:name w:val="ВКР Обычный"/>
    <w:basedOn w:val="a0"/>
    <w:link w:val="aff0"/>
    <w:qFormat/>
    <w:rsid w:val="00E93D6F"/>
  </w:style>
  <w:style w:type="character" w:customStyle="1" w:styleId="aff">
    <w:name w:val="ВКР Параграф Знак"/>
    <w:basedOn w:val="af8"/>
    <w:link w:val="afe"/>
    <w:rsid w:val="00E93D6F"/>
    <w:rPr>
      <w:rFonts w:ascii="Times New Roman" w:hAnsi="Times New Roman" w:cs="Times New Roman"/>
      <w:b/>
      <w:sz w:val="28"/>
      <w:szCs w:val="28"/>
    </w:rPr>
  </w:style>
  <w:style w:type="paragraph" w:customStyle="1" w:styleId="aff1">
    <w:name w:val="ВКР Рисунок"/>
    <w:basedOn w:val="a0"/>
    <w:link w:val="aff2"/>
    <w:qFormat/>
    <w:rsid w:val="005A250E"/>
    <w:pPr>
      <w:spacing w:before="240" w:after="240"/>
      <w:ind w:firstLine="0"/>
      <w:jc w:val="center"/>
    </w:pPr>
  </w:style>
  <w:style w:type="character" w:customStyle="1" w:styleId="aff0">
    <w:name w:val="ВКР Обычный Знак"/>
    <w:basedOn w:val="a1"/>
    <w:link w:val="afc"/>
    <w:rsid w:val="00E93D6F"/>
    <w:rPr>
      <w:rFonts w:ascii="Times New Roman" w:hAnsi="Times New Roman" w:cs="Times New Roman"/>
      <w:sz w:val="28"/>
      <w:szCs w:val="28"/>
    </w:rPr>
  </w:style>
  <w:style w:type="paragraph" w:customStyle="1" w:styleId="aff3">
    <w:name w:val="ВКР Название таблицы"/>
    <w:basedOn w:val="a0"/>
    <w:link w:val="aff4"/>
    <w:qFormat/>
    <w:rsid w:val="00AA2952"/>
    <w:pPr>
      <w:keepNext/>
      <w:jc w:val="left"/>
    </w:pPr>
  </w:style>
  <w:style w:type="character" w:customStyle="1" w:styleId="aff2">
    <w:name w:val="ВКР Рисунок Знак"/>
    <w:basedOn w:val="a1"/>
    <w:link w:val="aff1"/>
    <w:rsid w:val="005A250E"/>
    <w:rPr>
      <w:rFonts w:ascii="Times New Roman" w:hAnsi="Times New Roman" w:cs="Times New Roman"/>
      <w:sz w:val="28"/>
      <w:szCs w:val="28"/>
    </w:rPr>
  </w:style>
  <w:style w:type="paragraph" w:customStyle="1" w:styleId="a">
    <w:name w:val="ВКР Литература"/>
    <w:basedOn w:val="a4"/>
    <w:link w:val="aff5"/>
    <w:qFormat/>
    <w:rsid w:val="001A0C5A"/>
    <w:pPr>
      <w:numPr>
        <w:ilvl w:val="1"/>
        <w:numId w:val="13"/>
      </w:numPr>
      <w:ind w:left="1066" w:hanging="357"/>
    </w:pPr>
  </w:style>
  <w:style w:type="character" w:customStyle="1" w:styleId="aff4">
    <w:name w:val="ВКР Название таблицы Знак"/>
    <w:basedOn w:val="a1"/>
    <w:link w:val="aff3"/>
    <w:rsid w:val="00AA2952"/>
    <w:rPr>
      <w:rFonts w:ascii="Times New Roman" w:hAnsi="Times New Roman" w:cs="Times New Roman"/>
      <w:sz w:val="28"/>
      <w:szCs w:val="28"/>
    </w:rPr>
  </w:style>
  <w:style w:type="paragraph" w:customStyle="1" w:styleId="aff6">
    <w:name w:val="ВКР Формула"/>
    <w:basedOn w:val="a0"/>
    <w:link w:val="aff7"/>
    <w:qFormat/>
    <w:rsid w:val="005A250E"/>
    <w:pPr>
      <w:spacing w:before="120" w:after="120"/>
      <w:ind w:firstLine="0"/>
      <w:jc w:val="right"/>
    </w:pPr>
    <w:rPr>
      <w:rFonts w:eastAsiaTheme="minorEastAsia"/>
    </w:rPr>
  </w:style>
  <w:style w:type="character" w:customStyle="1" w:styleId="a5">
    <w:name w:val="Абзац списка Знак"/>
    <w:basedOn w:val="a1"/>
    <w:link w:val="a4"/>
    <w:uiPriority w:val="34"/>
    <w:rsid w:val="001A0C5A"/>
    <w:rPr>
      <w:rFonts w:ascii="Times New Roman" w:hAnsi="Times New Roman" w:cs="Times New Roman"/>
      <w:sz w:val="28"/>
      <w:szCs w:val="28"/>
    </w:rPr>
  </w:style>
  <w:style w:type="character" w:customStyle="1" w:styleId="aff5">
    <w:name w:val="ВКР Литература Знак"/>
    <w:basedOn w:val="a5"/>
    <w:link w:val="a"/>
    <w:rsid w:val="001A0C5A"/>
    <w:rPr>
      <w:rFonts w:ascii="Times New Roman" w:hAnsi="Times New Roman" w:cs="Times New Roman"/>
      <w:sz w:val="28"/>
      <w:szCs w:val="28"/>
    </w:rPr>
  </w:style>
  <w:style w:type="character" w:customStyle="1" w:styleId="aff7">
    <w:name w:val="ВКР Формула Знак"/>
    <w:basedOn w:val="a1"/>
    <w:link w:val="aff6"/>
    <w:rsid w:val="005A250E"/>
    <w:rPr>
      <w:rFonts w:ascii="Times New Roman" w:eastAsiaTheme="minorEastAsia" w:hAnsi="Times New Roman" w:cs="Times New Roman"/>
      <w:sz w:val="28"/>
      <w:szCs w:val="28"/>
    </w:rPr>
  </w:style>
  <w:style w:type="paragraph" w:customStyle="1" w:styleId="aff8">
    <w:name w:val="ВКР Заголовки таблицы"/>
    <w:basedOn w:val="a0"/>
    <w:qFormat/>
    <w:rsid w:val="00302B02"/>
    <w:pPr>
      <w:spacing w:line="240" w:lineRule="auto"/>
      <w:ind w:firstLine="0"/>
      <w:jc w:val="center"/>
    </w:pPr>
    <w:rPr>
      <w:b/>
    </w:rPr>
  </w:style>
  <w:style w:type="paragraph" w:styleId="31">
    <w:name w:val="toc 3"/>
    <w:basedOn w:val="a0"/>
    <w:next w:val="a0"/>
    <w:autoRedefine/>
    <w:uiPriority w:val="39"/>
    <w:unhideWhenUsed/>
    <w:rsid w:val="00625A61"/>
    <w:pPr>
      <w:tabs>
        <w:tab w:val="right" w:leader="dot" w:pos="9356"/>
      </w:tabs>
      <w:spacing w:after="100"/>
      <w:ind w:left="560"/>
    </w:pPr>
  </w:style>
  <w:style w:type="character" w:customStyle="1" w:styleId="30">
    <w:name w:val="Заголовок 3 Знак"/>
    <w:basedOn w:val="a1"/>
    <w:link w:val="3"/>
    <w:uiPriority w:val="9"/>
    <w:semiHidden/>
    <w:rsid w:val="005A617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paragraph" w:styleId="aff9">
    <w:name w:val="caption"/>
    <w:basedOn w:val="a0"/>
    <w:next w:val="a0"/>
    <w:uiPriority w:val="35"/>
    <w:unhideWhenUsed/>
    <w:qFormat/>
    <w:rsid w:val="00744A7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fa">
    <w:name w:val="Unresolved Mention"/>
    <w:basedOn w:val="a1"/>
    <w:uiPriority w:val="99"/>
    <w:semiHidden/>
    <w:unhideWhenUsed/>
    <w:rsid w:val="00075862"/>
    <w:rPr>
      <w:color w:val="605E5C"/>
      <w:shd w:val="clear" w:color="auto" w:fill="E1DFDD"/>
    </w:rPr>
  </w:style>
  <w:style w:type="character" w:customStyle="1" w:styleId="40">
    <w:name w:val="Заголовок 4 Знак"/>
    <w:basedOn w:val="a1"/>
    <w:link w:val="4"/>
    <w:uiPriority w:val="9"/>
    <w:semiHidden/>
    <w:rsid w:val="002B1C44"/>
    <w:rPr>
      <w:rFonts w:asciiTheme="majorHAnsi" w:eastAsiaTheme="majorEastAsia" w:hAnsiTheme="majorHAnsi" w:cstheme="majorBidi"/>
      <w:i/>
      <w:iCs/>
      <w:color w:val="2E74B5" w:themeColor="accent1" w:themeShade="BF"/>
      <w:kern w:val="2"/>
      <w:sz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en.ru/a/aAKWQuKVhyZf1aXH" TargetMode="External"/><Relationship Id="rId13" Type="http://schemas.openxmlformats.org/officeDocument/2006/relationships/hyperlink" Target="https://code.visualstudio.com/Download" TargetMode="External"/><Relationship Id="rId18" Type="http://schemas.openxmlformats.org/officeDocument/2006/relationships/hyperlink" Target="https://ubuntupit.com/how-to-install-texstudio-a-latex-editor-in-ubuntu-linux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zettlr.com/en/getting-started/setup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jetbrains.com/pycharm/download/?section=linux" TargetMode="External"/><Relationship Id="rId17" Type="http://schemas.openxmlformats.org/officeDocument/2006/relationships/hyperlink" Target="https://www.geeksforgeeks.org/linux-unix/how-to-install-chrome-in-ubunt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eeksforgeeks.org/linux-unix/how-to-install-anaconda-on-ubuntu-20-04/" TargetMode="External"/><Relationship Id="rId20" Type="http://schemas.openxmlformats.org/officeDocument/2006/relationships/hyperlink" Target="https://marketplace.visualstudio.com/items?itemName=rust-lang.rust-analyze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nix.stackexchange.com/questions/717483/creating-a-bash-script-to-install-packages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askubuntu.com/questions/519/how-do-i-write-a-shell-script-to-install-a-list-of-applications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yandex.ru/support/browser/ru/about/install.html?hl=ru%3Flang%3Den%3Flang%3Den%3Flang%3Dru%3Flang%3Dru%3Flang%3Dru%3Flang%3Dru&amp;tabs=defaultTabsGroup-eeomo9sq_linux%2CdefaultTabsGroup-6srvlnlq_linux" TargetMode="External"/><Relationship Id="rId19" Type="http://schemas.openxmlformats.org/officeDocument/2006/relationships/hyperlink" Target="https://www.baeldung.com/linux/script-install-many-applicati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lammlin.com/blog/2020/07/02/bash-script-auto-install-soft-ubuntu/" TargetMode="External"/><Relationship Id="rId14" Type="http://schemas.openxmlformats.org/officeDocument/2006/relationships/hyperlink" Target="https://miktex.org/download" TargetMode="External"/><Relationship Id="rId22" Type="http://schemas.openxmlformats.org/officeDocument/2006/relationships/hyperlink" Target="https://docs.docker.com/engine/install/ubunt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keli\Documents\&#1053;&#1072;&#1089;&#1090;&#1088;&#1072;&#1080;&#1074;&#1072;&#1077;&#1084;&#1099;&#1077;%20&#1096;&#1072;&#1073;&#1083;&#1086;&#1085;&#1099;%20Office\vkr-202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8315F-188C-431E-9AB1-88A0524B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vkr-2024.dotx</Template>
  <TotalTime>115</TotalTime>
  <Pages>15</Pages>
  <Words>2593</Words>
  <Characters>14784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оформления текста ВКР</vt:lpstr>
    </vt:vector>
  </TitlesOfParts>
  <Company>РГПУ им. А.И.Герцена</Company>
  <LinksUpToDate>false</LinksUpToDate>
  <CharactersWithSpaces>17343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оформления текста ВКР</dc:title>
  <dc:creator>enkeli</dc:creator>
  <cp:lastModifiedBy>Трофимцова Екатерина Евгеньевна</cp:lastModifiedBy>
  <cp:revision>6</cp:revision>
  <cp:lastPrinted>2017-06-14T14:10:00Z</cp:lastPrinted>
  <dcterms:created xsi:type="dcterms:W3CDTF">2025-09-27T21:16:00Z</dcterms:created>
  <dcterms:modified xsi:type="dcterms:W3CDTF">2025-09-27T23:43:00Z</dcterms:modified>
</cp:coreProperties>
</file>